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207C38">
        <w:t xml:space="preserve">Projektová dokumentace pro povolení stavby </w:t>
      </w:r>
    </w:p>
    <w:p w14:paraId="4317AD63" w14:textId="25C6155D" w:rsidR="00652EFD" w:rsidRPr="00FB3188" w:rsidRDefault="00CF0DBE" w:rsidP="00EB46E5">
      <w:pPr>
        <w:pStyle w:val="Titul2"/>
      </w:pPr>
      <w:r w:rsidRPr="00FB3188">
        <w:t>D</w:t>
      </w:r>
      <w:r w:rsidR="00A84500" w:rsidRPr="00FB3188">
        <w:t>ozor</w:t>
      </w:r>
      <w:r w:rsidR="0021109A" w:rsidRPr="00FB3188">
        <w:t xml:space="preserve"> projektanta</w:t>
      </w:r>
    </w:p>
    <w:p w14:paraId="52E430AB" w14:textId="77777777" w:rsidR="00053304" w:rsidRDefault="00053304" w:rsidP="00EB46E5">
      <w:pPr>
        <w:pStyle w:val="Titul2"/>
        <w:rPr>
          <w:highlight w:val="green"/>
        </w:rPr>
      </w:pPr>
    </w:p>
    <w:p w14:paraId="7E638D12" w14:textId="12ABE1E7" w:rsidR="0035531B" w:rsidRDefault="0035531B" w:rsidP="00EB46E5">
      <w:pPr>
        <w:pStyle w:val="Titul2"/>
      </w:pPr>
      <w:r w:rsidRPr="002F3508">
        <w:t>„</w:t>
      </w:r>
      <w:r w:rsidR="002F3508" w:rsidRPr="002F3508">
        <w:t>Tišická spojka</w:t>
      </w:r>
      <w:r w:rsidRPr="002F3508">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09B398E" w:rsidR="000E125F" w:rsidRDefault="000E125F" w:rsidP="00136BBF">
      <w:pPr>
        <w:pStyle w:val="Text1-1"/>
        <w:numPr>
          <w:ilvl w:val="0"/>
          <w:numId w:val="0"/>
        </w:numPr>
        <w:tabs>
          <w:tab w:val="left" w:pos="708"/>
        </w:tabs>
        <w:spacing w:line="240" w:lineRule="auto"/>
        <w:ind w:left="737" w:hanging="737"/>
      </w:pPr>
      <w:r>
        <w:t xml:space="preserve">Č.j. </w:t>
      </w:r>
      <w:r w:rsidR="002D53B2">
        <w:t>16267/2025-SŽ-SSZ-OVZ</w:t>
      </w:r>
    </w:p>
    <w:p w14:paraId="7FFE2CBD" w14:textId="77777777" w:rsidR="00053304" w:rsidRDefault="00053304" w:rsidP="00053304">
      <w:pPr>
        <w:spacing w:after="0" w:line="240" w:lineRule="auto"/>
        <w:rPr>
          <w:i/>
          <w:color w:val="FF0000"/>
        </w:rPr>
      </w:pPr>
    </w:p>
    <w:p w14:paraId="3583CA10" w14:textId="77777777" w:rsidR="003020B9" w:rsidRDefault="003020B9" w:rsidP="0010250C">
      <w:pPr>
        <w:spacing w:after="0" w:line="240" w:lineRule="auto"/>
        <w:rPr>
          <w:i/>
          <w:color w:val="FF0000"/>
        </w:rPr>
      </w:pPr>
    </w:p>
    <w:p w14:paraId="35780573" w14:textId="77777777" w:rsidR="003020B9" w:rsidRDefault="003020B9" w:rsidP="0010250C">
      <w:pPr>
        <w:spacing w:after="0" w:line="240" w:lineRule="auto"/>
        <w:rPr>
          <w:i/>
          <w:color w:val="FF0000"/>
        </w:rPr>
      </w:pPr>
    </w:p>
    <w:p w14:paraId="3CD87274" w14:textId="77777777" w:rsidR="005B41D6" w:rsidRDefault="005B41D6" w:rsidP="0010250C">
      <w:pPr>
        <w:spacing w:after="0" w:line="240" w:lineRule="auto"/>
        <w:rPr>
          <w:i/>
          <w:color w:val="FF0000"/>
        </w:rPr>
      </w:pPr>
    </w:p>
    <w:p w14:paraId="1355F0FC" w14:textId="77777777" w:rsidR="005B41D6" w:rsidRDefault="005B41D6" w:rsidP="0010250C">
      <w:pPr>
        <w:spacing w:after="0" w:line="240" w:lineRule="auto"/>
        <w:rPr>
          <w:i/>
          <w:color w:val="FF0000"/>
        </w:rPr>
      </w:pPr>
    </w:p>
    <w:p w14:paraId="2E5C98D2" w14:textId="77777777" w:rsidR="005B41D6" w:rsidRDefault="005B41D6" w:rsidP="0010250C">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DD2506F" w14:textId="77777777" w:rsidR="003020B9" w:rsidRDefault="003020B9" w:rsidP="00053304">
      <w:pPr>
        <w:spacing w:after="0"/>
        <w:rPr>
          <w:i/>
          <w:color w:val="FF0000"/>
        </w:rPr>
      </w:pPr>
    </w:p>
    <w:p w14:paraId="5320076A" w14:textId="77777777" w:rsidR="003020B9" w:rsidRDefault="003020B9" w:rsidP="00053304">
      <w:pPr>
        <w:spacing w:after="0"/>
        <w:rPr>
          <w:i/>
          <w:color w:val="FF0000"/>
        </w:rPr>
      </w:pPr>
    </w:p>
    <w:p w14:paraId="39B3009E" w14:textId="77777777" w:rsidR="005B41D6" w:rsidRDefault="005B41D6" w:rsidP="00053304">
      <w:pPr>
        <w:spacing w:after="0"/>
        <w:rPr>
          <w:i/>
          <w:color w:val="FF0000"/>
        </w:rPr>
      </w:pPr>
    </w:p>
    <w:p w14:paraId="3FBED69F" w14:textId="24DB97F4"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696988A3" w14:textId="7E0F3502" w:rsidR="00CD78D1"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5539002" w:history="1">
        <w:r w:rsidR="00CD78D1" w:rsidRPr="00864801">
          <w:rPr>
            <w:rStyle w:val="Hypertextovodkaz"/>
          </w:rPr>
          <w:t>1.</w:t>
        </w:r>
        <w:r w:rsidR="00CD78D1">
          <w:rPr>
            <w:rFonts w:eastAsiaTheme="minorEastAsia"/>
            <w:caps w:val="0"/>
            <w:noProof/>
            <w:kern w:val="2"/>
            <w:sz w:val="24"/>
            <w:szCs w:val="24"/>
            <w:lang w:eastAsia="cs-CZ"/>
            <w14:ligatures w14:val="standardContextual"/>
          </w:rPr>
          <w:tab/>
        </w:r>
        <w:r w:rsidR="00CD78D1" w:rsidRPr="00864801">
          <w:rPr>
            <w:rStyle w:val="Hypertextovodkaz"/>
          </w:rPr>
          <w:t>ÚVODNÍ USTANOVENÍ</w:t>
        </w:r>
        <w:r w:rsidR="00CD78D1">
          <w:rPr>
            <w:noProof/>
            <w:webHidden/>
          </w:rPr>
          <w:tab/>
        </w:r>
        <w:r w:rsidR="00CD78D1">
          <w:rPr>
            <w:noProof/>
            <w:webHidden/>
          </w:rPr>
          <w:fldChar w:fldCharType="begin"/>
        </w:r>
        <w:r w:rsidR="00CD78D1">
          <w:rPr>
            <w:noProof/>
            <w:webHidden/>
          </w:rPr>
          <w:instrText xml:space="preserve"> PAGEREF _Toc205539002 \h </w:instrText>
        </w:r>
        <w:r w:rsidR="00CD78D1">
          <w:rPr>
            <w:noProof/>
            <w:webHidden/>
          </w:rPr>
        </w:r>
        <w:r w:rsidR="00CD78D1">
          <w:rPr>
            <w:noProof/>
            <w:webHidden/>
          </w:rPr>
          <w:fldChar w:fldCharType="separate"/>
        </w:r>
        <w:r w:rsidR="0041422A">
          <w:rPr>
            <w:noProof/>
            <w:webHidden/>
          </w:rPr>
          <w:t>3</w:t>
        </w:r>
        <w:r w:rsidR="00CD78D1">
          <w:rPr>
            <w:noProof/>
            <w:webHidden/>
          </w:rPr>
          <w:fldChar w:fldCharType="end"/>
        </w:r>
      </w:hyperlink>
    </w:p>
    <w:p w14:paraId="10ABC217" w14:textId="0D3C2CB4" w:rsidR="00CD78D1" w:rsidRDefault="00CD78D1">
      <w:pPr>
        <w:pStyle w:val="Obsah1"/>
        <w:rPr>
          <w:rFonts w:eastAsiaTheme="minorEastAsia"/>
          <w:caps w:val="0"/>
          <w:noProof/>
          <w:kern w:val="2"/>
          <w:sz w:val="24"/>
          <w:szCs w:val="24"/>
          <w:lang w:eastAsia="cs-CZ"/>
          <w14:ligatures w14:val="standardContextual"/>
        </w:rPr>
      </w:pPr>
      <w:hyperlink w:anchor="_Toc205539003" w:history="1">
        <w:r w:rsidRPr="00864801">
          <w:rPr>
            <w:rStyle w:val="Hypertextovodkaz"/>
          </w:rPr>
          <w:t>2.</w:t>
        </w:r>
        <w:r>
          <w:rPr>
            <w:rFonts w:eastAsiaTheme="minorEastAsia"/>
            <w:caps w:val="0"/>
            <w:noProof/>
            <w:kern w:val="2"/>
            <w:sz w:val="24"/>
            <w:szCs w:val="24"/>
            <w:lang w:eastAsia="cs-CZ"/>
            <w14:ligatures w14:val="standardContextual"/>
          </w:rPr>
          <w:tab/>
        </w:r>
        <w:r w:rsidRPr="00864801">
          <w:rPr>
            <w:rStyle w:val="Hypertextovodkaz"/>
          </w:rPr>
          <w:t>IDENTIFIKAČNÍ ÚDAJE ZADAVATELE</w:t>
        </w:r>
        <w:r>
          <w:rPr>
            <w:noProof/>
            <w:webHidden/>
          </w:rPr>
          <w:tab/>
        </w:r>
        <w:r>
          <w:rPr>
            <w:noProof/>
            <w:webHidden/>
          </w:rPr>
          <w:fldChar w:fldCharType="begin"/>
        </w:r>
        <w:r>
          <w:rPr>
            <w:noProof/>
            <w:webHidden/>
          </w:rPr>
          <w:instrText xml:space="preserve"> PAGEREF _Toc205539003 \h </w:instrText>
        </w:r>
        <w:r>
          <w:rPr>
            <w:noProof/>
            <w:webHidden/>
          </w:rPr>
        </w:r>
        <w:r>
          <w:rPr>
            <w:noProof/>
            <w:webHidden/>
          </w:rPr>
          <w:fldChar w:fldCharType="separate"/>
        </w:r>
        <w:r w:rsidR="0041422A">
          <w:rPr>
            <w:noProof/>
            <w:webHidden/>
          </w:rPr>
          <w:t>3</w:t>
        </w:r>
        <w:r>
          <w:rPr>
            <w:noProof/>
            <w:webHidden/>
          </w:rPr>
          <w:fldChar w:fldCharType="end"/>
        </w:r>
      </w:hyperlink>
    </w:p>
    <w:p w14:paraId="28419CE9" w14:textId="0161383F" w:rsidR="00CD78D1" w:rsidRDefault="00CD78D1">
      <w:pPr>
        <w:pStyle w:val="Obsah1"/>
        <w:rPr>
          <w:rFonts w:eastAsiaTheme="minorEastAsia"/>
          <w:caps w:val="0"/>
          <w:noProof/>
          <w:kern w:val="2"/>
          <w:sz w:val="24"/>
          <w:szCs w:val="24"/>
          <w:lang w:eastAsia="cs-CZ"/>
          <w14:ligatures w14:val="standardContextual"/>
        </w:rPr>
      </w:pPr>
      <w:hyperlink w:anchor="_Toc205539004" w:history="1">
        <w:r w:rsidRPr="00864801">
          <w:rPr>
            <w:rStyle w:val="Hypertextovodkaz"/>
          </w:rPr>
          <w:t>3.</w:t>
        </w:r>
        <w:r>
          <w:rPr>
            <w:rFonts w:eastAsiaTheme="minorEastAsia"/>
            <w:caps w:val="0"/>
            <w:noProof/>
            <w:kern w:val="2"/>
            <w:sz w:val="24"/>
            <w:szCs w:val="24"/>
            <w:lang w:eastAsia="cs-CZ"/>
            <w14:ligatures w14:val="standardContextual"/>
          </w:rPr>
          <w:tab/>
        </w:r>
        <w:r w:rsidRPr="00864801">
          <w:rPr>
            <w:rStyle w:val="Hypertextovodkaz"/>
          </w:rPr>
          <w:t>KOMUNIKACE MEZI ZADAVATELEM a DODAVATELEM</w:t>
        </w:r>
        <w:r>
          <w:rPr>
            <w:noProof/>
            <w:webHidden/>
          </w:rPr>
          <w:tab/>
        </w:r>
        <w:r>
          <w:rPr>
            <w:noProof/>
            <w:webHidden/>
          </w:rPr>
          <w:fldChar w:fldCharType="begin"/>
        </w:r>
        <w:r>
          <w:rPr>
            <w:noProof/>
            <w:webHidden/>
          </w:rPr>
          <w:instrText xml:space="preserve"> PAGEREF _Toc205539004 \h </w:instrText>
        </w:r>
        <w:r>
          <w:rPr>
            <w:noProof/>
            <w:webHidden/>
          </w:rPr>
        </w:r>
        <w:r>
          <w:rPr>
            <w:noProof/>
            <w:webHidden/>
          </w:rPr>
          <w:fldChar w:fldCharType="separate"/>
        </w:r>
        <w:r w:rsidR="0041422A">
          <w:rPr>
            <w:noProof/>
            <w:webHidden/>
          </w:rPr>
          <w:t>4</w:t>
        </w:r>
        <w:r>
          <w:rPr>
            <w:noProof/>
            <w:webHidden/>
          </w:rPr>
          <w:fldChar w:fldCharType="end"/>
        </w:r>
      </w:hyperlink>
    </w:p>
    <w:p w14:paraId="782D6517" w14:textId="5ED1B177" w:rsidR="00CD78D1" w:rsidRDefault="00CD78D1">
      <w:pPr>
        <w:pStyle w:val="Obsah1"/>
        <w:rPr>
          <w:rFonts w:eastAsiaTheme="minorEastAsia"/>
          <w:caps w:val="0"/>
          <w:noProof/>
          <w:kern w:val="2"/>
          <w:sz w:val="24"/>
          <w:szCs w:val="24"/>
          <w:lang w:eastAsia="cs-CZ"/>
          <w14:ligatures w14:val="standardContextual"/>
        </w:rPr>
      </w:pPr>
      <w:hyperlink w:anchor="_Toc205539005" w:history="1">
        <w:r w:rsidRPr="00864801">
          <w:rPr>
            <w:rStyle w:val="Hypertextovodkaz"/>
          </w:rPr>
          <w:t>4.</w:t>
        </w:r>
        <w:r>
          <w:rPr>
            <w:rFonts w:eastAsiaTheme="minorEastAsia"/>
            <w:caps w:val="0"/>
            <w:noProof/>
            <w:kern w:val="2"/>
            <w:sz w:val="24"/>
            <w:szCs w:val="24"/>
            <w:lang w:eastAsia="cs-CZ"/>
            <w14:ligatures w14:val="standardContextual"/>
          </w:rPr>
          <w:tab/>
        </w:r>
        <w:r w:rsidRPr="00864801">
          <w:rPr>
            <w:rStyle w:val="Hypertextovodkaz"/>
          </w:rPr>
          <w:t>ÚČEL a PŘEDMĚT PLNĚNÍ VEŘEJNÉ ZAKÁZKY</w:t>
        </w:r>
        <w:r>
          <w:rPr>
            <w:noProof/>
            <w:webHidden/>
          </w:rPr>
          <w:tab/>
        </w:r>
        <w:r>
          <w:rPr>
            <w:noProof/>
            <w:webHidden/>
          </w:rPr>
          <w:fldChar w:fldCharType="begin"/>
        </w:r>
        <w:r>
          <w:rPr>
            <w:noProof/>
            <w:webHidden/>
          </w:rPr>
          <w:instrText xml:space="preserve"> PAGEREF _Toc205539005 \h </w:instrText>
        </w:r>
        <w:r>
          <w:rPr>
            <w:noProof/>
            <w:webHidden/>
          </w:rPr>
        </w:r>
        <w:r>
          <w:rPr>
            <w:noProof/>
            <w:webHidden/>
          </w:rPr>
          <w:fldChar w:fldCharType="separate"/>
        </w:r>
        <w:r w:rsidR="0041422A">
          <w:rPr>
            <w:noProof/>
            <w:webHidden/>
          </w:rPr>
          <w:t>4</w:t>
        </w:r>
        <w:r>
          <w:rPr>
            <w:noProof/>
            <w:webHidden/>
          </w:rPr>
          <w:fldChar w:fldCharType="end"/>
        </w:r>
      </w:hyperlink>
    </w:p>
    <w:p w14:paraId="008C2A61" w14:textId="580DD73E" w:rsidR="00CD78D1" w:rsidRDefault="00CD78D1">
      <w:pPr>
        <w:pStyle w:val="Obsah1"/>
        <w:rPr>
          <w:rFonts w:eastAsiaTheme="minorEastAsia"/>
          <w:caps w:val="0"/>
          <w:noProof/>
          <w:kern w:val="2"/>
          <w:sz w:val="24"/>
          <w:szCs w:val="24"/>
          <w:lang w:eastAsia="cs-CZ"/>
          <w14:ligatures w14:val="standardContextual"/>
        </w:rPr>
      </w:pPr>
      <w:hyperlink w:anchor="_Toc205539006" w:history="1">
        <w:r w:rsidRPr="00864801">
          <w:rPr>
            <w:rStyle w:val="Hypertextovodkaz"/>
          </w:rPr>
          <w:t>5.</w:t>
        </w:r>
        <w:r>
          <w:rPr>
            <w:rFonts w:eastAsiaTheme="minorEastAsia"/>
            <w:caps w:val="0"/>
            <w:noProof/>
            <w:kern w:val="2"/>
            <w:sz w:val="24"/>
            <w:szCs w:val="24"/>
            <w:lang w:eastAsia="cs-CZ"/>
            <w14:ligatures w14:val="standardContextual"/>
          </w:rPr>
          <w:tab/>
        </w:r>
        <w:r w:rsidRPr="0086480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_Toc205539006 \h </w:instrText>
        </w:r>
        <w:r>
          <w:rPr>
            <w:noProof/>
            <w:webHidden/>
          </w:rPr>
        </w:r>
        <w:r>
          <w:rPr>
            <w:noProof/>
            <w:webHidden/>
          </w:rPr>
          <w:fldChar w:fldCharType="separate"/>
        </w:r>
        <w:r w:rsidR="0041422A">
          <w:rPr>
            <w:noProof/>
            <w:webHidden/>
          </w:rPr>
          <w:t>5</w:t>
        </w:r>
        <w:r>
          <w:rPr>
            <w:noProof/>
            <w:webHidden/>
          </w:rPr>
          <w:fldChar w:fldCharType="end"/>
        </w:r>
      </w:hyperlink>
    </w:p>
    <w:p w14:paraId="1C428B01" w14:textId="7E812B2E" w:rsidR="00CD78D1" w:rsidRDefault="00CD78D1">
      <w:pPr>
        <w:pStyle w:val="Obsah1"/>
        <w:rPr>
          <w:rFonts w:eastAsiaTheme="minorEastAsia"/>
          <w:caps w:val="0"/>
          <w:noProof/>
          <w:kern w:val="2"/>
          <w:sz w:val="24"/>
          <w:szCs w:val="24"/>
          <w:lang w:eastAsia="cs-CZ"/>
          <w14:ligatures w14:val="standardContextual"/>
        </w:rPr>
      </w:pPr>
      <w:hyperlink w:anchor="_Toc205539007" w:history="1">
        <w:r w:rsidRPr="00864801">
          <w:rPr>
            <w:rStyle w:val="Hypertextovodkaz"/>
          </w:rPr>
          <w:t>6.</w:t>
        </w:r>
        <w:r>
          <w:rPr>
            <w:rFonts w:eastAsiaTheme="minorEastAsia"/>
            <w:caps w:val="0"/>
            <w:noProof/>
            <w:kern w:val="2"/>
            <w:sz w:val="24"/>
            <w:szCs w:val="24"/>
            <w:lang w:eastAsia="cs-CZ"/>
            <w14:ligatures w14:val="standardContextual"/>
          </w:rPr>
          <w:tab/>
        </w:r>
        <w:r w:rsidRPr="00864801">
          <w:rPr>
            <w:rStyle w:val="Hypertextovodkaz"/>
          </w:rPr>
          <w:t>OBSAH ZADÁVACÍ DOKUMENTACE</w:t>
        </w:r>
        <w:r>
          <w:rPr>
            <w:noProof/>
            <w:webHidden/>
          </w:rPr>
          <w:tab/>
        </w:r>
        <w:r>
          <w:rPr>
            <w:noProof/>
            <w:webHidden/>
          </w:rPr>
          <w:fldChar w:fldCharType="begin"/>
        </w:r>
        <w:r>
          <w:rPr>
            <w:noProof/>
            <w:webHidden/>
          </w:rPr>
          <w:instrText xml:space="preserve"> PAGEREF _Toc205539007 \h </w:instrText>
        </w:r>
        <w:r>
          <w:rPr>
            <w:noProof/>
            <w:webHidden/>
          </w:rPr>
        </w:r>
        <w:r>
          <w:rPr>
            <w:noProof/>
            <w:webHidden/>
          </w:rPr>
          <w:fldChar w:fldCharType="separate"/>
        </w:r>
        <w:r w:rsidR="0041422A">
          <w:rPr>
            <w:noProof/>
            <w:webHidden/>
          </w:rPr>
          <w:t>5</w:t>
        </w:r>
        <w:r>
          <w:rPr>
            <w:noProof/>
            <w:webHidden/>
          </w:rPr>
          <w:fldChar w:fldCharType="end"/>
        </w:r>
      </w:hyperlink>
    </w:p>
    <w:p w14:paraId="3FDB6EF2" w14:textId="27F8D5F3" w:rsidR="00CD78D1" w:rsidRDefault="00CD78D1">
      <w:pPr>
        <w:pStyle w:val="Obsah1"/>
        <w:rPr>
          <w:rFonts w:eastAsiaTheme="minorEastAsia"/>
          <w:caps w:val="0"/>
          <w:noProof/>
          <w:kern w:val="2"/>
          <w:sz w:val="24"/>
          <w:szCs w:val="24"/>
          <w:lang w:eastAsia="cs-CZ"/>
          <w14:ligatures w14:val="standardContextual"/>
        </w:rPr>
      </w:pPr>
      <w:hyperlink w:anchor="_Toc205539008" w:history="1">
        <w:r w:rsidRPr="00864801">
          <w:rPr>
            <w:rStyle w:val="Hypertextovodkaz"/>
          </w:rPr>
          <w:t>7.</w:t>
        </w:r>
        <w:r>
          <w:rPr>
            <w:rFonts w:eastAsiaTheme="minorEastAsia"/>
            <w:caps w:val="0"/>
            <w:noProof/>
            <w:kern w:val="2"/>
            <w:sz w:val="24"/>
            <w:szCs w:val="24"/>
            <w:lang w:eastAsia="cs-CZ"/>
            <w14:ligatures w14:val="standardContextual"/>
          </w:rPr>
          <w:tab/>
        </w:r>
        <w:r w:rsidRPr="0086480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_Toc205539008 \h </w:instrText>
        </w:r>
        <w:r>
          <w:rPr>
            <w:noProof/>
            <w:webHidden/>
          </w:rPr>
        </w:r>
        <w:r>
          <w:rPr>
            <w:noProof/>
            <w:webHidden/>
          </w:rPr>
          <w:fldChar w:fldCharType="separate"/>
        </w:r>
        <w:r w:rsidR="0041422A">
          <w:rPr>
            <w:noProof/>
            <w:webHidden/>
          </w:rPr>
          <w:t>6</w:t>
        </w:r>
        <w:r>
          <w:rPr>
            <w:noProof/>
            <w:webHidden/>
          </w:rPr>
          <w:fldChar w:fldCharType="end"/>
        </w:r>
      </w:hyperlink>
    </w:p>
    <w:p w14:paraId="603C0720" w14:textId="4C50BCDC" w:rsidR="00CD78D1" w:rsidRDefault="00CD78D1">
      <w:pPr>
        <w:pStyle w:val="Obsah1"/>
        <w:rPr>
          <w:rFonts w:eastAsiaTheme="minorEastAsia"/>
          <w:caps w:val="0"/>
          <w:noProof/>
          <w:kern w:val="2"/>
          <w:sz w:val="24"/>
          <w:szCs w:val="24"/>
          <w:lang w:eastAsia="cs-CZ"/>
          <w14:ligatures w14:val="standardContextual"/>
        </w:rPr>
      </w:pPr>
      <w:hyperlink w:anchor="_Toc205539009" w:history="1">
        <w:r w:rsidRPr="00864801">
          <w:rPr>
            <w:rStyle w:val="Hypertextovodkaz"/>
          </w:rPr>
          <w:t>8.</w:t>
        </w:r>
        <w:r>
          <w:rPr>
            <w:rFonts w:eastAsiaTheme="minorEastAsia"/>
            <w:caps w:val="0"/>
            <w:noProof/>
            <w:kern w:val="2"/>
            <w:sz w:val="24"/>
            <w:szCs w:val="24"/>
            <w:lang w:eastAsia="cs-CZ"/>
            <w14:ligatures w14:val="standardContextual"/>
          </w:rPr>
          <w:tab/>
        </w:r>
        <w:r w:rsidRPr="00864801">
          <w:rPr>
            <w:rStyle w:val="Hypertextovodkaz"/>
          </w:rPr>
          <w:t>POŽADAVKY ZADAVATELE NA KVALIFIKACI</w:t>
        </w:r>
        <w:r>
          <w:rPr>
            <w:noProof/>
            <w:webHidden/>
          </w:rPr>
          <w:tab/>
        </w:r>
        <w:r>
          <w:rPr>
            <w:noProof/>
            <w:webHidden/>
          </w:rPr>
          <w:fldChar w:fldCharType="begin"/>
        </w:r>
        <w:r>
          <w:rPr>
            <w:noProof/>
            <w:webHidden/>
          </w:rPr>
          <w:instrText xml:space="preserve"> PAGEREF _Toc205539009 \h </w:instrText>
        </w:r>
        <w:r>
          <w:rPr>
            <w:noProof/>
            <w:webHidden/>
          </w:rPr>
        </w:r>
        <w:r>
          <w:rPr>
            <w:noProof/>
            <w:webHidden/>
          </w:rPr>
          <w:fldChar w:fldCharType="separate"/>
        </w:r>
        <w:r w:rsidR="0041422A">
          <w:rPr>
            <w:noProof/>
            <w:webHidden/>
          </w:rPr>
          <w:t>6</w:t>
        </w:r>
        <w:r>
          <w:rPr>
            <w:noProof/>
            <w:webHidden/>
          </w:rPr>
          <w:fldChar w:fldCharType="end"/>
        </w:r>
      </w:hyperlink>
    </w:p>
    <w:p w14:paraId="79EA4A9C" w14:textId="1007CA68" w:rsidR="00CD78D1" w:rsidRDefault="00CD78D1">
      <w:pPr>
        <w:pStyle w:val="Obsah1"/>
        <w:rPr>
          <w:rFonts w:eastAsiaTheme="minorEastAsia"/>
          <w:caps w:val="0"/>
          <w:noProof/>
          <w:kern w:val="2"/>
          <w:sz w:val="24"/>
          <w:szCs w:val="24"/>
          <w:lang w:eastAsia="cs-CZ"/>
          <w14:ligatures w14:val="standardContextual"/>
        </w:rPr>
      </w:pPr>
      <w:hyperlink w:anchor="_Toc205539010" w:history="1">
        <w:r w:rsidRPr="00864801">
          <w:rPr>
            <w:rStyle w:val="Hypertextovodkaz"/>
          </w:rPr>
          <w:t>9.</w:t>
        </w:r>
        <w:r>
          <w:rPr>
            <w:rFonts w:eastAsiaTheme="minorEastAsia"/>
            <w:caps w:val="0"/>
            <w:noProof/>
            <w:kern w:val="2"/>
            <w:sz w:val="24"/>
            <w:szCs w:val="24"/>
            <w:lang w:eastAsia="cs-CZ"/>
            <w14:ligatures w14:val="standardContextual"/>
          </w:rPr>
          <w:tab/>
        </w:r>
        <w:r w:rsidRPr="0086480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_Toc205539010 \h </w:instrText>
        </w:r>
        <w:r>
          <w:rPr>
            <w:noProof/>
            <w:webHidden/>
          </w:rPr>
        </w:r>
        <w:r>
          <w:rPr>
            <w:noProof/>
            <w:webHidden/>
          </w:rPr>
          <w:fldChar w:fldCharType="separate"/>
        </w:r>
        <w:r w:rsidR="0041422A">
          <w:rPr>
            <w:noProof/>
            <w:webHidden/>
          </w:rPr>
          <w:t>19</w:t>
        </w:r>
        <w:r>
          <w:rPr>
            <w:noProof/>
            <w:webHidden/>
          </w:rPr>
          <w:fldChar w:fldCharType="end"/>
        </w:r>
      </w:hyperlink>
    </w:p>
    <w:p w14:paraId="2C3D49C5" w14:textId="3375B485" w:rsidR="00CD78D1" w:rsidRDefault="00CD78D1">
      <w:pPr>
        <w:pStyle w:val="Obsah1"/>
        <w:rPr>
          <w:rFonts w:eastAsiaTheme="minorEastAsia"/>
          <w:caps w:val="0"/>
          <w:noProof/>
          <w:kern w:val="2"/>
          <w:sz w:val="24"/>
          <w:szCs w:val="24"/>
          <w:lang w:eastAsia="cs-CZ"/>
          <w14:ligatures w14:val="standardContextual"/>
        </w:rPr>
      </w:pPr>
      <w:hyperlink w:anchor="_Toc205539011" w:history="1">
        <w:r w:rsidRPr="00864801">
          <w:rPr>
            <w:rStyle w:val="Hypertextovodkaz"/>
          </w:rPr>
          <w:t>10.</w:t>
        </w:r>
        <w:r>
          <w:rPr>
            <w:rFonts w:eastAsiaTheme="minorEastAsia"/>
            <w:caps w:val="0"/>
            <w:noProof/>
            <w:kern w:val="2"/>
            <w:sz w:val="24"/>
            <w:szCs w:val="24"/>
            <w:lang w:eastAsia="cs-CZ"/>
            <w14:ligatures w14:val="standardContextual"/>
          </w:rPr>
          <w:tab/>
        </w:r>
        <w:r w:rsidRPr="00864801">
          <w:rPr>
            <w:rStyle w:val="Hypertextovodkaz"/>
          </w:rPr>
          <w:t>JAZYK NABÍDEK A KOMUNIKAČNÍ JAZYK</w:t>
        </w:r>
        <w:r>
          <w:rPr>
            <w:noProof/>
            <w:webHidden/>
          </w:rPr>
          <w:tab/>
        </w:r>
        <w:r>
          <w:rPr>
            <w:noProof/>
            <w:webHidden/>
          </w:rPr>
          <w:fldChar w:fldCharType="begin"/>
        </w:r>
        <w:r>
          <w:rPr>
            <w:noProof/>
            <w:webHidden/>
          </w:rPr>
          <w:instrText xml:space="preserve"> PAGEREF _Toc205539011 \h </w:instrText>
        </w:r>
        <w:r>
          <w:rPr>
            <w:noProof/>
            <w:webHidden/>
          </w:rPr>
        </w:r>
        <w:r>
          <w:rPr>
            <w:noProof/>
            <w:webHidden/>
          </w:rPr>
          <w:fldChar w:fldCharType="separate"/>
        </w:r>
        <w:r w:rsidR="0041422A">
          <w:rPr>
            <w:noProof/>
            <w:webHidden/>
          </w:rPr>
          <w:t>22</w:t>
        </w:r>
        <w:r>
          <w:rPr>
            <w:noProof/>
            <w:webHidden/>
          </w:rPr>
          <w:fldChar w:fldCharType="end"/>
        </w:r>
      </w:hyperlink>
    </w:p>
    <w:p w14:paraId="4643D139" w14:textId="6C4A7417" w:rsidR="00CD78D1" w:rsidRDefault="00CD78D1">
      <w:pPr>
        <w:pStyle w:val="Obsah1"/>
        <w:rPr>
          <w:rFonts w:eastAsiaTheme="minorEastAsia"/>
          <w:caps w:val="0"/>
          <w:noProof/>
          <w:kern w:val="2"/>
          <w:sz w:val="24"/>
          <w:szCs w:val="24"/>
          <w:lang w:eastAsia="cs-CZ"/>
          <w14:ligatures w14:val="standardContextual"/>
        </w:rPr>
      </w:pPr>
      <w:hyperlink w:anchor="_Toc205539012" w:history="1">
        <w:r w:rsidRPr="00864801">
          <w:rPr>
            <w:rStyle w:val="Hypertextovodkaz"/>
          </w:rPr>
          <w:t>11.</w:t>
        </w:r>
        <w:r>
          <w:rPr>
            <w:rFonts w:eastAsiaTheme="minorEastAsia"/>
            <w:caps w:val="0"/>
            <w:noProof/>
            <w:kern w:val="2"/>
            <w:sz w:val="24"/>
            <w:szCs w:val="24"/>
            <w:lang w:eastAsia="cs-CZ"/>
            <w14:ligatures w14:val="standardContextual"/>
          </w:rPr>
          <w:tab/>
        </w:r>
        <w:r w:rsidRPr="00864801">
          <w:rPr>
            <w:rStyle w:val="Hypertextovodkaz"/>
          </w:rPr>
          <w:t>OBSAH a PODÁVÁNÍ NABÍDEK</w:t>
        </w:r>
        <w:r>
          <w:rPr>
            <w:noProof/>
            <w:webHidden/>
          </w:rPr>
          <w:tab/>
        </w:r>
        <w:r>
          <w:rPr>
            <w:noProof/>
            <w:webHidden/>
          </w:rPr>
          <w:fldChar w:fldCharType="begin"/>
        </w:r>
        <w:r>
          <w:rPr>
            <w:noProof/>
            <w:webHidden/>
          </w:rPr>
          <w:instrText xml:space="preserve"> PAGEREF _Toc205539012 \h </w:instrText>
        </w:r>
        <w:r>
          <w:rPr>
            <w:noProof/>
            <w:webHidden/>
          </w:rPr>
        </w:r>
        <w:r>
          <w:rPr>
            <w:noProof/>
            <w:webHidden/>
          </w:rPr>
          <w:fldChar w:fldCharType="separate"/>
        </w:r>
        <w:r w:rsidR="0041422A">
          <w:rPr>
            <w:noProof/>
            <w:webHidden/>
          </w:rPr>
          <w:t>22</w:t>
        </w:r>
        <w:r>
          <w:rPr>
            <w:noProof/>
            <w:webHidden/>
          </w:rPr>
          <w:fldChar w:fldCharType="end"/>
        </w:r>
      </w:hyperlink>
    </w:p>
    <w:p w14:paraId="32BE5C90" w14:textId="687D3C03" w:rsidR="00CD78D1" w:rsidRDefault="00CD78D1">
      <w:pPr>
        <w:pStyle w:val="Obsah1"/>
        <w:rPr>
          <w:rFonts w:eastAsiaTheme="minorEastAsia"/>
          <w:caps w:val="0"/>
          <w:noProof/>
          <w:kern w:val="2"/>
          <w:sz w:val="24"/>
          <w:szCs w:val="24"/>
          <w:lang w:eastAsia="cs-CZ"/>
          <w14:ligatures w14:val="standardContextual"/>
        </w:rPr>
      </w:pPr>
      <w:hyperlink w:anchor="_Toc205539013" w:history="1">
        <w:r w:rsidRPr="00864801">
          <w:rPr>
            <w:rStyle w:val="Hypertextovodkaz"/>
          </w:rPr>
          <w:t>12.</w:t>
        </w:r>
        <w:r>
          <w:rPr>
            <w:rFonts w:eastAsiaTheme="minorEastAsia"/>
            <w:caps w:val="0"/>
            <w:noProof/>
            <w:kern w:val="2"/>
            <w:sz w:val="24"/>
            <w:szCs w:val="24"/>
            <w:lang w:eastAsia="cs-CZ"/>
            <w14:ligatures w14:val="standardContextual"/>
          </w:rPr>
          <w:tab/>
        </w:r>
        <w:r w:rsidRPr="00864801">
          <w:rPr>
            <w:rStyle w:val="Hypertextovodkaz"/>
          </w:rPr>
          <w:t>POŽADAVKY NA ZPRACOVÁNÍ NABÍDKOVÉ CENY</w:t>
        </w:r>
        <w:r>
          <w:rPr>
            <w:noProof/>
            <w:webHidden/>
          </w:rPr>
          <w:tab/>
        </w:r>
        <w:r>
          <w:rPr>
            <w:noProof/>
            <w:webHidden/>
          </w:rPr>
          <w:fldChar w:fldCharType="begin"/>
        </w:r>
        <w:r>
          <w:rPr>
            <w:noProof/>
            <w:webHidden/>
          </w:rPr>
          <w:instrText xml:space="preserve"> PAGEREF _Toc205539013 \h </w:instrText>
        </w:r>
        <w:r>
          <w:rPr>
            <w:noProof/>
            <w:webHidden/>
          </w:rPr>
        </w:r>
        <w:r>
          <w:rPr>
            <w:noProof/>
            <w:webHidden/>
          </w:rPr>
          <w:fldChar w:fldCharType="separate"/>
        </w:r>
        <w:r w:rsidR="0041422A">
          <w:rPr>
            <w:noProof/>
            <w:webHidden/>
          </w:rPr>
          <w:t>24</w:t>
        </w:r>
        <w:r>
          <w:rPr>
            <w:noProof/>
            <w:webHidden/>
          </w:rPr>
          <w:fldChar w:fldCharType="end"/>
        </w:r>
      </w:hyperlink>
    </w:p>
    <w:p w14:paraId="4BF1C685" w14:textId="2D46249D" w:rsidR="00CD78D1" w:rsidRDefault="00CD78D1">
      <w:pPr>
        <w:pStyle w:val="Obsah1"/>
        <w:rPr>
          <w:rFonts w:eastAsiaTheme="minorEastAsia"/>
          <w:caps w:val="0"/>
          <w:noProof/>
          <w:kern w:val="2"/>
          <w:sz w:val="24"/>
          <w:szCs w:val="24"/>
          <w:lang w:eastAsia="cs-CZ"/>
          <w14:ligatures w14:val="standardContextual"/>
        </w:rPr>
      </w:pPr>
      <w:hyperlink w:anchor="_Toc205539014" w:history="1">
        <w:r w:rsidRPr="00864801">
          <w:rPr>
            <w:rStyle w:val="Hypertextovodkaz"/>
          </w:rPr>
          <w:t>13.</w:t>
        </w:r>
        <w:r>
          <w:rPr>
            <w:rFonts w:eastAsiaTheme="minorEastAsia"/>
            <w:caps w:val="0"/>
            <w:noProof/>
            <w:kern w:val="2"/>
            <w:sz w:val="24"/>
            <w:szCs w:val="24"/>
            <w:lang w:eastAsia="cs-CZ"/>
            <w14:ligatures w14:val="standardContextual"/>
          </w:rPr>
          <w:tab/>
        </w:r>
        <w:r w:rsidRPr="00864801">
          <w:rPr>
            <w:rStyle w:val="Hypertextovodkaz"/>
          </w:rPr>
          <w:t>VARIANTY NABÍDKY</w:t>
        </w:r>
        <w:r>
          <w:rPr>
            <w:noProof/>
            <w:webHidden/>
          </w:rPr>
          <w:tab/>
        </w:r>
        <w:r>
          <w:rPr>
            <w:noProof/>
            <w:webHidden/>
          </w:rPr>
          <w:fldChar w:fldCharType="begin"/>
        </w:r>
        <w:r>
          <w:rPr>
            <w:noProof/>
            <w:webHidden/>
          </w:rPr>
          <w:instrText xml:space="preserve"> PAGEREF _Toc205539014 \h </w:instrText>
        </w:r>
        <w:r>
          <w:rPr>
            <w:noProof/>
            <w:webHidden/>
          </w:rPr>
        </w:r>
        <w:r>
          <w:rPr>
            <w:noProof/>
            <w:webHidden/>
          </w:rPr>
          <w:fldChar w:fldCharType="separate"/>
        </w:r>
        <w:r w:rsidR="0041422A">
          <w:rPr>
            <w:noProof/>
            <w:webHidden/>
          </w:rPr>
          <w:t>24</w:t>
        </w:r>
        <w:r>
          <w:rPr>
            <w:noProof/>
            <w:webHidden/>
          </w:rPr>
          <w:fldChar w:fldCharType="end"/>
        </w:r>
      </w:hyperlink>
    </w:p>
    <w:p w14:paraId="1559BDBA" w14:textId="0EDB4095" w:rsidR="00CD78D1" w:rsidRDefault="00CD78D1">
      <w:pPr>
        <w:pStyle w:val="Obsah1"/>
        <w:rPr>
          <w:rFonts w:eastAsiaTheme="minorEastAsia"/>
          <w:caps w:val="0"/>
          <w:noProof/>
          <w:kern w:val="2"/>
          <w:sz w:val="24"/>
          <w:szCs w:val="24"/>
          <w:lang w:eastAsia="cs-CZ"/>
          <w14:ligatures w14:val="standardContextual"/>
        </w:rPr>
      </w:pPr>
      <w:hyperlink w:anchor="_Toc205539015" w:history="1">
        <w:r w:rsidRPr="00864801">
          <w:rPr>
            <w:rStyle w:val="Hypertextovodkaz"/>
          </w:rPr>
          <w:t>14.</w:t>
        </w:r>
        <w:r>
          <w:rPr>
            <w:rFonts w:eastAsiaTheme="minorEastAsia"/>
            <w:caps w:val="0"/>
            <w:noProof/>
            <w:kern w:val="2"/>
            <w:sz w:val="24"/>
            <w:szCs w:val="24"/>
            <w:lang w:eastAsia="cs-CZ"/>
            <w14:ligatures w14:val="standardContextual"/>
          </w:rPr>
          <w:tab/>
        </w:r>
        <w:r w:rsidRPr="00864801">
          <w:rPr>
            <w:rStyle w:val="Hypertextovodkaz"/>
          </w:rPr>
          <w:t>OTEVÍRÁNÍ NABÍDEK</w:t>
        </w:r>
        <w:r>
          <w:rPr>
            <w:noProof/>
            <w:webHidden/>
          </w:rPr>
          <w:tab/>
        </w:r>
        <w:r>
          <w:rPr>
            <w:noProof/>
            <w:webHidden/>
          </w:rPr>
          <w:fldChar w:fldCharType="begin"/>
        </w:r>
        <w:r>
          <w:rPr>
            <w:noProof/>
            <w:webHidden/>
          </w:rPr>
          <w:instrText xml:space="preserve"> PAGEREF _Toc205539015 \h </w:instrText>
        </w:r>
        <w:r>
          <w:rPr>
            <w:noProof/>
            <w:webHidden/>
          </w:rPr>
        </w:r>
        <w:r>
          <w:rPr>
            <w:noProof/>
            <w:webHidden/>
          </w:rPr>
          <w:fldChar w:fldCharType="separate"/>
        </w:r>
        <w:r w:rsidR="0041422A">
          <w:rPr>
            <w:noProof/>
            <w:webHidden/>
          </w:rPr>
          <w:t>24</w:t>
        </w:r>
        <w:r>
          <w:rPr>
            <w:noProof/>
            <w:webHidden/>
          </w:rPr>
          <w:fldChar w:fldCharType="end"/>
        </w:r>
      </w:hyperlink>
    </w:p>
    <w:p w14:paraId="2ED04124" w14:textId="75D92E1C" w:rsidR="00CD78D1" w:rsidRDefault="00CD78D1">
      <w:pPr>
        <w:pStyle w:val="Obsah1"/>
        <w:rPr>
          <w:rFonts w:eastAsiaTheme="minorEastAsia"/>
          <w:caps w:val="0"/>
          <w:noProof/>
          <w:kern w:val="2"/>
          <w:sz w:val="24"/>
          <w:szCs w:val="24"/>
          <w:lang w:eastAsia="cs-CZ"/>
          <w14:ligatures w14:val="standardContextual"/>
        </w:rPr>
      </w:pPr>
      <w:hyperlink w:anchor="_Toc205539016" w:history="1">
        <w:r w:rsidRPr="00864801">
          <w:rPr>
            <w:rStyle w:val="Hypertextovodkaz"/>
          </w:rPr>
          <w:t>15.</w:t>
        </w:r>
        <w:r>
          <w:rPr>
            <w:rFonts w:eastAsiaTheme="minorEastAsia"/>
            <w:caps w:val="0"/>
            <w:noProof/>
            <w:kern w:val="2"/>
            <w:sz w:val="24"/>
            <w:szCs w:val="24"/>
            <w:lang w:eastAsia="cs-CZ"/>
            <w14:ligatures w14:val="standardContextual"/>
          </w:rPr>
          <w:tab/>
        </w:r>
        <w:r w:rsidRPr="00864801">
          <w:rPr>
            <w:rStyle w:val="Hypertextovodkaz"/>
          </w:rPr>
          <w:t>POSOUZENÍ SPLNĚNÍ PODMÍNEK ÚČASTI</w:t>
        </w:r>
        <w:r>
          <w:rPr>
            <w:noProof/>
            <w:webHidden/>
          </w:rPr>
          <w:tab/>
        </w:r>
        <w:r>
          <w:rPr>
            <w:noProof/>
            <w:webHidden/>
          </w:rPr>
          <w:fldChar w:fldCharType="begin"/>
        </w:r>
        <w:r>
          <w:rPr>
            <w:noProof/>
            <w:webHidden/>
          </w:rPr>
          <w:instrText xml:space="preserve"> PAGEREF _Toc205539016 \h </w:instrText>
        </w:r>
        <w:r>
          <w:rPr>
            <w:noProof/>
            <w:webHidden/>
          </w:rPr>
        </w:r>
        <w:r>
          <w:rPr>
            <w:noProof/>
            <w:webHidden/>
          </w:rPr>
          <w:fldChar w:fldCharType="separate"/>
        </w:r>
        <w:r w:rsidR="0041422A">
          <w:rPr>
            <w:noProof/>
            <w:webHidden/>
          </w:rPr>
          <w:t>25</w:t>
        </w:r>
        <w:r>
          <w:rPr>
            <w:noProof/>
            <w:webHidden/>
          </w:rPr>
          <w:fldChar w:fldCharType="end"/>
        </w:r>
      </w:hyperlink>
    </w:p>
    <w:p w14:paraId="065FE13E" w14:textId="2E80B9C7" w:rsidR="00CD78D1" w:rsidRDefault="00CD78D1">
      <w:pPr>
        <w:pStyle w:val="Obsah1"/>
        <w:rPr>
          <w:rFonts w:eastAsiaTheme="minorEastAsia"/>
          <w:caps w:val="0"/>
          <w:noProof/>
          <w:kern w:val="2"/>
          <w:sz w:val="24"/>
          <w:szCs w:val="24"/>
          <w:lang w:eastAsia="cs-CZ"/>
          <w14:ligatures w14:val="standardContextual"/>
        </w:rPr>
      </w:pPr>
      <w:hyperlink w:anchor="_Toc205539017" w:history="1">
        <w:r w:rsidRPr="00864801">
          <w:rPr>
            <w:rStyle w:val="Hypertextovodkaz"/>
          </w:rPr>
          <w:t>16.</w:t>
        </w:r>
        <w:r>
          <w:rPr>
            <w:rFonts w:eastAsiaTheme="minorEastAsia"/>
            <w:caps w:val="0"/>
            <w:noProof/>
            <w:kern w:val="2"/>
            <w:sz w:val="24"/>
            <w:szCs w:val="24"/>
            <w:lang w:eastAsia="cs-CZ"/>
            <w14:ligatures w14:val="standardContextual"/>
          </w:rPr>
          <w:tab/>
        </w:r>
        <w:r w:rsidRPr="00864801">
          <w:rPr>
            <w:rStyle w:val="Hypertextovodkaz"/>
          </w:rPr>
          <w:t>HODNOCENÍ NABÍDEK</w:t>
        </w:r>
        <w:r>
          <w:rPr>
            <w:noProof/>
            <w:webHidden/>
          </w:rPr>
          <w:tab/>
        </w:r>
        <w:r>
          <w:rPr>
            <w:noProof/>
            <w:webHidden/>
          </w:rPr>
          <w:fldChar w:fldCharType="begin"/>
        </w:r>
        <w:r>
          <w:rPr>
            <w:noProof/>
            <w:webHidden/>
          </w:rPr>
          <w:instrText xml:space="preserve"> PAGEREF _Toc205539017 \h </w:instrText>
        </w:r>
        <w:r>
          <w:rPr>
            <w:noProof/>
            <w:webHidden/>
          </w:rPr>
        </w:r>
        <w:r>
          <w:rPr>
            <w:noProof/>
            <w:webHidden/>
          </w:rPr>
          <w:fldChar w:fldCharType="separate"/>
        </w:r>
        <w:r w:rsidR="0041422A">
          <w:rPr>
            <w:noProof/>
            <w:webHidden/>
          </w:rPr>
          <w:t>25</w:t>
        </w:r>
        <w:r>
          <w:rPr>
            <w:noProof/>
            <w:webHidden/>
          </w:rPr>
          <w:fldChar w:fldCharType="end"/>
        </w:r>
      </w:hyperlink>
    </w:p>
    <w:p w14:paraId="2750AEDD" w14:textId="60A413D3" w:rsidR="00CD78D1" w:rsidRDefault="00CD78D1">
      <w:pPr>
        <w:pStyle w:val="Obsah1"/>
        <w:rPr>
          <w:rFonts w:eastAsiaTheme="minorEastAsia"/>
          <w:caps w:val="0"/>
          <w:noProof/>
          <w:kern w:val="2"/>
          <w:sz w:val="24"/>
          <w:szCs w:val="24"/>
          <w:lang w:eastAsia="cs-CZ"/>
          <w14:ligatures w14:val="standardContextual"/>
        </w:rPr>
      </w:pPr>
      <w:hyperlink w:anchor="_Toc205539018" w:history="1">
        <w:r w:rsidRPr="00864801">
          <w:rPr>
            <w:rStyle w:val="Hypertextovodkaz"/>
          </w:rPr>
          <w:t>17.</w:t>
        </w:r>
        <w:r>
          <w:rPr>
            <w:rFonts w:eastAsiaTheme="minorEastAsia"/>
            <w:caps w:val="0"/>
            <w:noProof/>
            <w:kern w:val="2"/>
            <w:sz w:val="24"/>
            <w:szCs w:val="24"/>
            <w:lang w:eastAsia="cs-CZ"/>
            <w14:ligatures w14:val="standardContextual"/>
          </w:rPr>
          <w:tab/>
        </w:r>
        <w:r w:rsidRPr="00864801">
          <w:rPr>
            <w:rStyle w:val="Hypertextovodkaz"/>
          </w:rPr>
          <w:t>ZRUŠENÍ ZADÁVACÍHO ŘÍZENÍ</w:t>
        </w:r>
        <w:r>
          <w:rPr>
            <w:noProof/>
            <w:webHidden/>
          </w:rPr>
          <w:tab/>
        </w:r>
        <w:r>
          <w:rPr>
            <w:noProof/>
            <w:webHidden/>
          </w:rPr>
          <w:fldChar w:fldCharType="begin"/>
        </w:r>
        <w:r>
          <w:rPr>
            <w:noProof/>
            <w:webHidden/>
          </w:rPr>
          <w:instrText xml:space="preserve"> PAGEREF _Toc205539018 \h </w:instrText>
        </w:r>
        <w:r>
          <w:rPr>
            <w:noProof/>
            <w:webHidden/>
          </w:rPr>
        </w:r>
        <w:r>
          <w:rPr>
            <w:noProof/>
            <w:webHidden/>
          </w:rPr>
          <w:fldChar w:fldCharType="separate"/>
        </w:r>
        <w:r w:rsidR="0041422A">
          <w:rPr>
            <w:noProof/>
            <w:webHidden/>
          </w:rPr>
          <w:t>30</w:t>
        </w:r>
        <w:r>
          <w:rPr>
            <w:noProof/>
            <w:webHidden/>
          </w:rPr>
          <w:fldChar w:fldCharType="end"/>
        </w:r>
      </w:hyperlink>
    </w:p>
    <w:p w14:paraId="5D51159F" w14:textId="47862D31" w:rsidR="00CD78D1" w:rsidRDefault="00CD78D1">
      <w:pPr>
        <w:pStyle w:val="Obsah1"/>
        <w:rPr>
          <w:rFonts w:eastAsiaTheme="minorEastAsia"/>
          <w:caps w:val="0"/>
          <w:noProof/>
          <w:kern w:val="2"/>
          <w:sz w:val="24"/>
          <w:szCs w:val="24"/>
          <w:lang w:eastAsia="cs-CZ"/>
          <w14:ligatures w14:val="standardContextual"/>
        </w:rPr>
      </w:pPr>
      <w:hyperlink w:anchor="_Toc205539019" w:history="1">
        <w:r w:rsidRPr="00864801">
          <w:rPr>
            <w:rStyle w:val="Hypertextovodkaz"/>
          </w:rPr>
          <w:t>18.</w:t>
        </w:r>
        <w:r>
          <w:rPr>
            <w:rFonts w:eastAsiaTheme="minorEastAsia"/>
            <w:caps w:val="0"/>
            <w:noProof/>
            <w:kern w:val="2"/>
            <w:sz w:val="24"/>
            <w:szCs w:val="24"/>
            <w:lang w:eastAsia="cs-CZ"/>
            <w14:ligatures w14:val="standardContextual"/>
          </w:rPr>
          <w:tab/>
        </w:r>
        <w:r w:rsidRPr="00864801">
          <w:rPr>
            <w:rStyle w:val="Hypertextovodkaz"/>
          </w:rPr>
          <w:t>UZAVŘENÍ SMLOUVY</w:t>
        </w:r>
        <w:r>
          <w:rPr>
            <w:noProof/>
            <w:webHidden/>
          </w:rPr>
          <w:tab/>
        </w:r>
        <w:r>
          <w:rPr>
            <w:noProof/>
            <w:webHidden/>
          </w:rPr>
          <w:fldChar w:fldCharType="begin"/>
        </w:r>
        <w:r>
          <w:rPr>
            <w:noProof/>
            <w:webHidden/>
          </w:rPr>
          <w:instrText xml:space="preserve"> PAGEREF _Toc205539019 \h </w:instrText>
        </w:r>
        <w:r>
          <w:rPr>
            <w:noProof/>
            <w:webHidden/>
          </w:rPr>
        </w:r>
        <w:r>
          <w:rPr>
            <w:noProof/>
            <w:webHidden/>
          </w:rPr>
          <w:fldChar w:fldCharType="separate"/>
        </w:r>
        <w:r w:rsidR="0041422A">
          <w:rPr>
            <w:noProof/>
            <w:webHidden/>
          </w:rPr>
          <w:t>30</w:t>
        </w:r>
        <w:r>
          <w:rPr>
            <w:noProof/>
            <w:webHidden/>
          </w:rPr>
          <w:fldChar w:fldCharType="end"/>
        </w:r>
      </w:hyperlink>
    </w:p>
    <w:p w14:paraId="0AB75D97" w14:textId="39B879BF" w:rsidR="00CD78D1" w:rsidRDefault="00CD78D1">
      <w:pPr>
        <w:pStyle w:val="Obsah1"/>
        <w:rPr>
          <w:rFonts w:eastAsiaTheme="minorEastAsia"/>
          <w:caps w:val="0"/>
          <w:noProof/>
          <w:kern w:val="2"/>
          <w:sz w:val="24"/>
          <w:szCs w:val="24"/>
          <w:lang w:eastAsia="cs-CZ"/>
          <w14:ligatures w14:val="standardContextual"/>
        </w:rPr>
      </w:pPr>
      <w:hyperlink w:anchor="_Toc205539020" w:history="1">
        <w:r w:rsidRPr="00864801">
          <w:rPr>
            <w:rStyle w:val="Hypertextovodkaz"/>
          </w:rPr>
          <w:t>19.</w:t>
        </w:r>
        <w:r>
          <w:rPr>
            <w:rFonts w:eastAsiaTheme="minorEastAsia"/>
            <w:caps w:val="0"/>
            <w:noProof/>
            <w:kern w:val="2"/>
            <w:sz w:val="24"/>
            <w:szCs w:val="24"/>
            <w:lang w:eastAsia="cs-CZ"/>
            <w14:ligatures w14:val="standardContextual"/>
          </w:rPr>
          <w:tab/>
        </w:r>
        <w:r w:rsidRPr="00864801">
          <w:rPr>
            <w:rStyle w:val="Hypertextovodkaz"/>
          </w:rPr>
          <w:t>OCHRANA INFORMACÍ</w:t>
        </w:r>
        <w:r>
          <w:rPr>
            <w:noProof/>
            <w:webHidden/>
          </w:rPr>
          <w:tab/>
        </w:r>
        <w:r>
          <w:rPr>
            <w:noProof/>
            <w:webHidden/>
          </w:rPr>
          <w:fldChar w:fldCharType="begin"/>
        </w:r>
        <w:r>
          <w:rPr>
            <w:noProof/>
            <w:webHidden/>
          </w:rPr>
          <w:instrText xml:space="preserve"> PAGEREF _Toc205539020 \h </w:instrText>
        </w:r>
        <w:r>
          <w:rPr>
            <w:noProof/>
            <w:webHidden/>
          </w:rPr>
        </w:r>
        <w:r>
          <w:rPr>
            <w:noProof/>
            <w:webHidden/>
          </w:rPr>
          <w:fldChar w:fldCharType="separate"/>
        </w:r>
        <w:r w:rsidR="0041422A">
          <w:rPr>
            <w:noProof/>
            <w:webHidden/>
          </w:rPr>
          <w:t>33</w:t>
        </w:r>
        <w:r>
          <w:rPr>
            <w:noProof/>
            <w:webHidden/>
          </w:rPr>
          <w:fldChar w:fldCharType="end"/>
        </w:r>
      </w:hyperlink>
    </w:p>
    <w:p w14:paraId="378E21C1" w14:textId="678B4F45" w:rsidR="00CD78D1" w:rsidRDefault="00CD78D1">
      <w:pPr>
        <w:pStyle w:val="Obsah1"/>
        <w:rPr>
          <w:rFonts w:eastAsiaTheme="minorEastAsia"/>
          <w:caps w:val="0"/>
          <w:noProof/>
          <w:kern w:val="2"/>
          <w:sz w:val="24"/>
          <w:szCs w:val="24"/>
          <w:lang w:eastAsia="cs-CZ"/>
          <w14:ligatures w14:val="standardContextual"/>
        </w:rPr>
      </w:pPr>
      <w:hyperlink w:anchor="_Toc205539021" w:history="1">
        <w:r w:rsidRPr="00864801">
          <w:rPr>
            <w:rStyle w:val="Hypertextovodkaz"/>
          </w:rPr>
          <w:t>20.</w:t>
        </w:r>
        <w:r>
          <w:rPr>
            <w:rFonts w:eastAsiaTheme="minorEastAsia"/>
            <w:caps w:val="0"/>
            <w:noProof/>
            <w:kern w:val="2"/>
            <w:sz w:val="24"/>
            <w:szCs w:val="24"/>
            <w:lang w:eastAsia="cs-CZ"/>
            <w14:ligatures w14:val="standardContextual"/>
          </w:rPr>
          <w:tab/>
        </w:r>
        <w:r w:rsidRPr="00864801">
          <w:rPr>
            <w:rStyle w:val="Hypertextovodkaz"/>
          </w:rPr>
          <w:t>ZADÁVACÍ LHŮTA A JISTOTA ZA NABÍDKU</w:t>
        </w:r>
        <w:r>
          <w:rPr>
            <w:noProof/>
            <w:webHidden/>
          </w:rPr>
          <w:tab/>
        </w:r>
        <w:r>
          <w:rPr>
            <w:noProof/>
            <w:webHidden/>
          </w:rPr>
          <w:fldChar w:fldCharType="begin"/>
        </w:r>
        <w:r>
          <w:rPr>
            <w:noProof/>
            <w:webHidden/>
          </w:rPr>
          <w:instrText xml:space="preserve"> PAGEREF _Toc205539021 \h </w:instrText>
        </w:r>
        <w:r>
          <w:rPr>
            <w:noProof/>
            <w:webHidden/>
          </w:rPr>
        </w:r>
        <w:r>
          <w:rPr>
            <w:noProof/>
            <w:webHidden/>
          </w:rPr>
          <w:fldChar w:fldCharType="separate"/>
        </w:r>
        <w:r w:rsidR="0041422A">
          <w:rPr>
            <w:noProof/>
            <w:webHidden/>
          </w:rPr>
          <w:t>33</w:t>
        </w:r>
        <w:r>
          <w:rPr>
            <w:noProof/>
            <w:webHidden/>
          </w:rPr>
          <w:fldChar w:fldCharType="end"/>
        </w:r>
      </w:hyperlink>
    </w:p>
    <w:p w14:paraId="62B1AFEB" w14:textId="7DA06839" w:rsidR="00CD78D1" w:rsidRDefault="00CD78D1">
      <w:pPr>
        <w:pStyle w:val="Obsah1"/>
        <w:rPr>
          <w:rFonts w:eastAsiaTheme="minorEastAsia"/>
          <w:caps w:val="0"/>
          <w:noProof/>
          <w:kern w:val="2"/>
          <w:sz w:val="24"/>
          <w:szCs w:val="24"/>
          <w:lang w:eastAsia="cs-CZ"/>
          <w14:ligatures w14:val="standardContextual"/>
        </w:rPr>
      </w:pPr>
      <w:hyperlink w:anchor="_Toc205539022" w:history="1">
        <w:r w:rsidRPr="00864801">
          <w:rPr>
            <w:rStyle w:val="Hypertextovodkaz"/>
          </w:rPr>
          <w:t>21.</w:t>
        </w:r>
        <w:r>
          <w:rPr>
            <w:rFonts w:eastAsiaTheme="minorEastAsia"/>
            <w:caps w:val="0"/>
            <w:noProof/>
            <w:kern w:val="2"/>
            <w:sz w:val="24"/>
            <w:szCs w:val="24"/>
            <w:lang w:eastAsia="cs-CZ"/>
            <w14:ligatures w14:val="standardContextual"/>
          </w:rPr>
          <w:tab/>
        </w:r>
        <w:r w:rsidRPr="0086480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_Toc205539022 \h </w:instrText>
        </w:r>
        <w:r>
          <w:rPr>
            <w:noProof/>
            <w:webHidden/>
          </w:rPr>
        </w:r>
        <w:r>
          <w:rPr>
            <w:noProof/>
            <w:webHidden/>
          </w:rPr>
          <w:fldChar w:fldCharType="separate"/>
        </w:r>
        <w:r w:rsidR="0041422A">
          <w:rPr>
            <w:noProof/>
            <w:webHidden/>
          </w:rPr>
          <w:t>34</w:t>
        </w:r>
        <w:r>
          <w:rPr>
            <w:noProof/>
            <w:webHidden/>
          </w:rPr>
          <w:fldChar w:fldCharType="end"/>
        </w:r>
      </w:hyperlink>
    </w:p>
    <w:p w14:paraId="55B6BD29" w14:textId="493BE8CB" w:rsidR="00CD78D1" w:rsidRDefault="00CD78D1">
      <w:pPr>
        <w:pStyle w:val="Obsah1"/>
        <w:rPr>
          <w:rFonts w:eastAsiaTheme="minorEastAsia"/>
          <w:caps w:val="0"/>
          <w:noProof/>
          <w:kern w:val="2"/>
          <w:sz w:val="24"/>
          <w:szCs w:val="24"/>
          <w:lang w:eastAsia="cs-CZ"/>
          <w14:ligatures w14:val="standardContextual"/>
        </w:rPr>
      </w:pPr>
      <w:hyperlink w:anchor="_Toc205539023" w:history="1">
        <w:r w:rsidRPr="00864801">
          <w:rPr>
            <w:rStyle w:val="Hypertextovodkaz"/>
          </w:rPr>
          <w:t>22.</w:t>
        </w:r>
        <w:r>
          <w:rPr>
            <w:rFonts w:eastAsiaTheme="minorEastAsia"/>
            <w:caps w:val="0"/>
            <w:noProof/>
            <w:kern w:val="2"/>
            <w:sz w:val="24"/>
            <w:szCs w:val="24"/>
            <w:lang w:eastAsia="cs-CZ"/>
            <w14:ligatures w14:val="standardContextual"/>
          </w:rPr>
          <w:tab/>
        </w:r>
        <w:r w:rsidRPr="0086480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_Toc205539023 \h </w:instrText>
        </w:r>
        <w:r>
          <w:rPr>
            <w:noProof/>
            <w:webHidden/>
          </w:rPr>
        </w:r>
        <w:r>
          <w:rPr>
            <w:noProof/>
            <w:webHidden/>
          </w:rPr>
          <w:fldChar w:fldCharType="separate"/>
        </w:r>
        <w:r w:rsidR="0041422A">
          <w:rPr>
            <w:noProof/>
            <w:webHidden/>
          </w:rPr>
          <w:t>34</w:t>
        </w:r>
        <w:r>
          <w:rPr>
            <w:noProof/>
            <w:webHidden/>
          </w:rPr>
          <w:fldChar w:fldCharType="end"/>
        </w:r>
      </w:hyperlink>
    </w:p>
    <w:p w14:paraId="5E83B239" w14:textId="36F1F61B" w:rsidR="00CD78D1" w:rsidRDefault="00CD78D1">
      <w:pPr>
        <w:pStyle w:val="Obsah1"/>
        <w:rPr>
          <w:rFonts w:eastAsiaTheme="minorEastAsia"/>
          <w:caps w:val="0"/>
          <w:noProof/>
          <w:kern w:val="2"/>
          <w:sz w:val="24"/>
          <w:szCs w:val="24"/>
          <w:lang w:eastAsia="cs-CZ"/>
          <w14:ligatures w14:val="standardContextual"/>
        </w:rPr>
      </w:pPr>
      <w:hyperlink w:anchor="_Toc205539024" w:history="1">
        <w:r w:rsidRPr="00864801">
          <w:rPr>
            <w:rStyle w:val="Hypertextovodkaz"/>
          </w:rPr>
          <w:t>23.</w:t>
        </w:r>
        <w:r>
          <w:rPr>
            <w:rFonts w:eastAsiaTheme="minorEastAsia"/>
            <w:caps w:val="0"/>
            <w:noProof/>
            <w:kern w:val="2"/>
            <w:sz w:val="24"/>
            <w:szCs w:val="24"/>
            <w:lang w:eastAsia="cs-CZ"/>
            <w14:ligatures w14:val="standardContextual"/>
          </w:rPr>
          <w:tab/>
        </w:r>
        <w:r w:rsidRPr="00864801">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_Toc205539024 \h </w:instrText>
        </w:r>
        <w:r>
          <w:rPr>
            <w:noProof/>
            <w:webHidden/>
          </w:rPr>
        </w:r>
        <w:r>
          <w:rPr>
            <w:noProof/>
            <w:webHidden/>
          </w:rPr>
          <w:fldChar w:fldCharType="separate"/>
        </w:r>
        <w:r w:rsidR="0041422A">
          <w:rPr>
            <w:noProof/>
            <w:webHidden/>
          </w:rPr>
          <w:t>35</w:t>
        </w:r>
        <w:r>
          <w:rPr>
            <w:noProof/>
            <w:webHidden/>
          </w:rPr>
          <w:fldChar w:fldCharType="end"/>
        </w:r>
      </w:hyperlink>
    </w:p>
    <w:p w14:paraId="7D5916DC" w14:textId="433824F8" w:rsidR="00CD78D1" w:rsidRDefault="00CD78D1">
      <w:pPr>
        <w:pStyle w:val="Obsah1"/>
        <w:rPr>
          <w:rFonts w:eastAsiaTheme="minorEastAsia"/>
          <w:caps w:val="0"/>
          <w:noProof/>
          <w:kern w:val="2"/>
          <w:sz w:val="24"/>
          <w:szCs w:val="24"/>
          <w:lang w:eastAsia="cs-CZ"/>
          <w14:ligatures w14:val="standardContextual"/>
        </w:rPr>
      </w:pPr>
      <w:hyperlink w:anchor="_Toc205539025" w:history="1">
        <w:r w:rsidRPr="00864801">
          <w:rPr>
            <w:rStyle w:val="Hypertextovodkaz"/>
          </w:rPr>
          <w:t>24.</w:t>
        </w:r>
        <w:r>
          <w:rPr>
            <w:rFonts w:eastAsiaTheme="minorEastAsia"/>
            <w:caps w:val="0"/>
            <w:noProof/>
            <w:kern w:val="2"/>
            <w:sz w:val="24"/>
            <w:szCs w:val="24"/>
            <w:lang w:eastAsia="cs-CZ"/>
            <w14:ligatures w14:val="standardContextual"/>
          </w:rPr>
          <w:tab/>
        </w:r>
        <w:r w:rsidRPr="00864801">
          <w:rPr>
            <w:rStyle w:val="Hypertextovodkaz"/>
          </w:rPr>
          <w:t>PŘÍLOHY TĚCHTO POKYNŮ</w:t>
        </w:r>
        <w:r>
          <w:rPr>
            <w:noProof/>
            <w:webHidden/>
          </w:rPr>
          <w:tab/>
        </w:r>
        <w:r>
          <w:rPr>
            <w:noProof/>
            <w:webHidden/>
          </w:rPr>
          <w:fldChar w:fldCharType="begin"/>
        </w:r>
        <w:r>
          <w:rPr>
            <w:noProof/>
            <w:webHidden/>
          </w:rPr>
          <w:instrText xml:space="preserve"> PAGEREF _Toc205539025 \h </w:instrText>
        </w:r>
        <w:r>
          <w:rPr>
            <w:noProof/>
            <w:webHidden/>
          </w:rPr>
        </w:r>
        <w:r>
          <w:rPr>
            <w:noProof/>
            <w:webHidden/>
          </w:rPr>
          <w:fldChar w:fldCharType="separate"/>
        </w:r>
        <w:r w:rsidR="0041422A">
          <w:rPr>
            <w:noProof/>
            <w:webHidden/>
          </w:rPr>
          <w:t>36</w:t>
        </w:r>
        <w:r>
          <w:rPr>
            <w:noProof/>
            <w:webHidden/>
          </w:rPr>
          <w:fldChar w:fldCharType="end"/>
        </w:r>
      </w:hyperlink>
    </w:p>
    <w:p w14:paraId="65620363" w14:textId="5DCEF42D"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205539002"/>
      <w:bookmarkStart w:id="1" w:name="_Toc389559699"/>
      <w:bookmarkStart w:id="2" w:name="_Toc397429847"/>
      <w:bookmarkStart w:id="3" w:name="_Ref433028040"/>
      <w:bookmarkStart w:id="4" w:name="_Toc1048197"/>
      <w:r>
        <w:t>ÚVODNÍ USTANOVENÍ</w:t>
      </w:r>
      <w:bookmarkEnd w:id="0"/>
    </w:p>
    <w:p w14:paraId="4650BAC4" w14:textId="26AE542E"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2219CD5E" w14:textId="08E03D7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1DA275B1"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27EA">
        <w:t xml:space="preserve">vyhotoven </w:t>
      </w:r>
      <w:r>
        <w:t>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205539003"/>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6A15483F" w:rsidR="0035531B" w:rsidRDefault="0035531B" w:rsidP="005B06A0">
      <w:pPr>
        <w:pStyle w:val="Textbezslovn"/>
        <w:spacing w:after="0"/>
        <w:ind w:left="2127" w:hanging="1390"/>
      </w:pPr>
      <w:r>
        <w:t xml:space="preserve">zastoupená: </w:t>
      </w:r>
      <w:r>
        <w:tab/>
      </w:r>
      <w:r w:rsidR="008D6520" w:rsidRPr="000174E8">
        <w:t xml:space="preserve">Ing. </w:t>
      </w:r>
      <w:r w:rsidR="008D6520">
        <w:t>Petrem Hofhanzlem, ředitelem Stavební správy západ</w:t>
      </w:r>
      <w:r w:rsidRPr="000174E8">
        <w:tab/>
      </w:r>
      <w:r w:rsidRPr="000174E8">
        <w:tab/>
      </w:r>
    </w:p>
    <w:p w14:paraId="68ED8CDC" w14:textId="77777777" w:rsidR="0035531B" w:rsidRDefault="0035531B" w:rsidP="0035531B">
      <w:pPr>
        <w:pStyle w:val="Nadpis1-1"/>
      </w:pPr>
      <w:bookmarkStart w:id="6" w:name="_Toc205539004"/>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567835C4" w14:textId="77777777" w:rsidR="008B722A" w:rsidRDefault="0035531B" w:rsidP="008B722A">
      <w:pPr>
        <w:pStyle w:val="Text1-1"/>
      </w:pPr>
      <w:r>
        <w:t xml:space="preserve">Kontaktní osobou zadavatele pro zadávací řízení je: </w:t>
      </w:r>
      <w:r w:rsidR="008B722A">
        <w:t>Ing. Jana Šedová</w:t>
      </w:r>
    </w:p>
    <w:p w14:paraId="5CB396BD" w14:textId="77777777" w:rsidR="008B722A" w:rsidRDefault="008B722A" w:rsidP="008B722A">
      <w:pPr>
        <w:pStyle w:val="Textbezslovn"/>
        <w:spacing w:after="0"/>
      </w:pPr>
      <w:r>
        <w:t xml:space="preserve">telefon: </w:t>
      </w:r>
      <w:r>
        <w:tab/>
        <w:t>+420 727 966 017</w:t>
      </w:r>
    </w:p>
    <w:p w14:paraId="70AAB822" w14:textId="77777777" w:rsidR="008B722A" w:rsidRDefault="008B722A" w:rsidP="008B722A">
      <w:pPr>
        <w:pStyle w:val="Textbezslovn"/>
        <w:spacing w:after="0"/>
      </w:pPr>
      <w:r>
        <w:t xml:space="preserve">e-mail: </w:t>
      </w:r>
      <w:r>
        <w:tab/>
        <w:t>sedova@spravazeleznic.cz</w:t>
      </w:r>
    </w:p>
    <w:p w14:paraId="6066EAA2" w14:textId="77777777" w:rsidR="008B722A" w:rsidRDefault="008B722A" w:rsidP="008B722A">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67443379" w14:textId="77777777" w:rsidR="008B722A" w:rsidRDefault="008B722A" w:rsidP="008B722A">
      <w:pPr>
        <w:pStyle w:val="Zkladntext"/>
        <w:spacing w:after="0" w:line="240" w:lineRule="auto"/>
        <w:ind w:left="1418"/>
        <w:jc w:val="both"/>
      </w:pPr>
      <w:r>
        <w:tab/>
      </w:r>
      <w:r w:rsidRPr="00233EB0">
        <w:t>Stavební správa západ</w:t>
      </w:r>
    </w:p>
    <w:p w14:paraId="3E779501" w14:textId="77777777" w:rsidR="008B722A" w:rsidRPr="008A7A9C" w:rsidRDefault="008B722A" w:rsidP="008B722A">
      <w:pPr>
        <w:pStyle w:val="Zpat"/>
        <w:tabs>
          <w:tab w:val="clear" w:pos="4536"/>
        </w:tabs>
        <w:ind w:left="2127"/>
        <w:rPr>
          <w:rFonts w:ascii="Verdana" w:hAnsi="Verdana"/>
          <w:sz w:val="18"/>
        </w:rPr>
      </w:pPr>
      <w:r w:rsidRPr="008A7A9C">
        <w:rPr>
          <w:rFonts w:ascii="Verdana" w:hAnsi="Verdana"/>
          <w:sz w:val="18"/>
        </w:rPr>
        <w:t xml:space="preserve">Budova Diamond Point, </w:t>
      </w:r>
    </w:p>
    <w:p w14:paraId="0C9C1E5C" w14:textId="77777777" w:rsidR="008B722A" w:rsidRPr="008A7A9C" w:rsidRDefault="008B722A" w:rsidP="008B722A">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5C455E7A" w:rsidR="0035531B" w:rsidRDefault="008B722A" w:rsidP="008B722A">
      <w:pPr>
        <w:pStyle w:val="Text1-1"/>
        <w:numPr>
          <w:ilvl w:val="0"/>
          <w:numId w:val="0"/>
        </w:numPr>
        <w:ind w:left="1446" w:firstLine="681"/>
      </w:pPr>
      <w:r w:rsidRPr="008A7A9C">
        <w:t>186 00 Praha 8 – Karlín</w:t>
      </w:r>
    </w:p>
    <w:p w14:paraId="020F179B" w14:textId="77777777" w:rsidR="0035531B" w:rsidRDefault="0035531B" w:rsidP="0035531B">
      <w:pPr>
        <w:pStyle w:val="Nadpis1-1"/>
      </w:pPr>
      <w:bookmarkStart w:id="7" w:name="_Toc205539005"/>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660031FA" w:rsidR="0035531B" w:rsidRDefault="000A3870" w:rsidP="0035531B">
      <w:pPr>
        <w:pStyle w:val="Textbezslovn"/>
      </w:pPr>
      <w:r>
        <w:t xml:space="preserve">Účelem veřejné zakázky </w:t>
      </w:r>
      <w:r w:rsidRPr="000A3870">
        <w:rPr>
          <w:b/>
          <w:bCs/>
        </w:rPr>
        <w:t>„Tišická spojka“</w:t>
      </w:r>
      <w:r>
        <w:t xml:space="preserve"> je vytvoření </w:t>
      </w:r>
      <w:r w:rsidRPr="009964AD">
        <w:t xml:space="preserve">společně s realizací souvisejícího záměru „Rekonstrukce a elektrizace trati Kralupy nad Vltavou (mimo) – Neratovice (mimo)“ a dalších navazujících záměrů </w:t>
      </w:r>
      <w:r>
        <w:t>a</w:t>
      </w:r>
      <w:r w:rsidRPr="009964AD">
        <w:t>lternativní objízdnou trasu pro tranzitní nákladní dopravu mimo pražský železniční uzel ve směru I. tranzitního železničního koridoru.</w:t>
      </w:r>
    </w:p>
    <w:p w14:paraId="4CB912C2" w14:textId="77777777" w:rsidR="0035531B" w:rsidRDefault="0035531B" w:rsidP="0035531B">
      <w:pPr>
        <w:pStyle w:val="Text1-1"/>
      </w:pPr>
      <w:r>
        <w:t>Předmět plnění veřejné zakázky</w:t>
      </w:r>
    </w:p>
    <w:p w14:paraId="64994F18" w14:textId="1690FB06" w:rsidR="000A3870" w:rsidRPr="000A3870" w:rsidRDefault="000A3870" w:rsidP="000A3870">
      <w:pPr>
        <w:pStyle w:val="Odstavec1-1a"/>
        <w:spacing w:after="80"/>
        <w:ind w:left="1077" w:hanging="340"/>
        <w:rPr>
          <w:bCs/>
        </w:rPr>
      </w:pPr>
      <w:bookmarkStart w:id="8" w:name="_Ref172194317"/>
      <w:r w:rsidRPr="000A3870">
        <w:rPr>
          <w:bCs/>
        </w:rPr>
        <w:t xml:space="preserve">Předmětem plnění veřejné zakázky </w:t>
      </w:r>
      <w:r w:rsidRPr="000A3870">
        <w:rPr>
          <w:b/>
        </w:rPr>
        <w:t>„Tišická spojka“</w:t>
      </w:r>
      <w:r w:rsidRPr="000A3870">
        <w:rPr>
          <w:bCs/>
        </w:rPr>
        <w:t xml:space="preserve"> je:</w:t>
      </w:r>
    </w:p>
    <w:bookmarkEnd w:id="8"/>
    <w:p w14:paraId="0CC4C312" w14:textId="728C0FF7" w:rsidR="006B78C0" w:rsidRPr="009964AD" w:rsidRDefault="006B78C0" w:rsidP="006B78C0">
      <w:pPr>
        <w:pStyle w:val="Odstavec1-1a"/>
        <w:numPr>
          <w:ilvl w:val="0"/>
          <w:numId w:val="23"/>
        </w:numPr>
        <w:spacing w:after="80"/>
      </w:pPr>
      <w:r w:rsidRPr="009964AD" w:rsidDel="00FB05B2">
        <w:rPr>
          <w:b/>
        </w:rPr>
        <w:t>Zpracování oznámení záměru</w:t>
      </w:r>
      <w:r w:rsidRPr="009964AD" w:rsidDel="00FB05B2">
        <w:t xml:space="preserve"> dle § 6 (dále jen „oznámení EIA“) </w:t>
      </w:r>
      <w:r w:rsidRPr="009964AD" w:rsidDel="00FB05B2">
        <w:rPr>
          <w:b/>
        </w:rPr>
        <w:t>a dokumentace</w:t>
      </w:r>
      <w:r w:rsidRPr="009964AD" w:rsidDel="00FB05B2">
        <w:t xml:space="preserve"> (dále jen „dokumentace EIA“) dle § 8 zákona č. 100/2001 Sb.</w:t>
      </w:r>
      <w:r w:rsidRPr="009964AD">
        <w:t>,</w:t>
      </w:r>
      <w:r w:rsidRPr="009964AD" w:rsidDel="00FB05B2">
        <w:t xml:space="preserve"> o posuzování vlivů na</w:t>
      </w:r>
      <w:r w:rsidRPr="009964AD">
        <w:t> </w:t>
      </w:r>
      <w:r w:rsidRPr="009964AD" w:rsidDel="00FB05B2">
        <w:t>životní prostředí, v platném znění. Závěr z procesu EIA bude zapracován do</w:t>
      </w:r>
      <w:r w:rsidRPr="009964AD">
        <w:t> DPS</w:t>
      </w:r>
      <w:r w:rsidRPr="009964AD" w:rsidDel="00FB05B2">
        <w:t>.</w:t>
      </w:r>
      <w:r w:rsidRPr="009964AD">
        <w:t xml:space="preserve"> </w:t>
      </w:r>
      <w:r w:rsidR="00B57F90">
        <w:t>Zpracování dokumentace</w:t>
      </w:r>
      <w:r w:rsidRPr="009964AD">
        <w:t xml:space="preserve"> si Objednatel vyhrazuje jako změnu závazku ze smlouvy v souladu s ustanovením § 100 odst. 1 ZZVZ. Zpracování dokumentace EIA bude Zhotovitel realizovat pouze na základě pokynu Objednatele dle závěru zjišťovacího řízení příslušného úřadu.</w:t>
      </w:r>
    </w:p>
    <w:p w14:paraId="737C4255" w14:textId="1657CF3E" w:rsidR="006B78C0" w:rsidRPr="009964AD" w:rsidRDefault="006B78C0" w:rsidP="006B78C0">
      <w:pPr>
        <w:pStyle w:val="Odstavec1-1a"/>
        <w:numPr>
          <w:ilvl w:val="0"/>
          <w:numId w:val="23"/>
        </w:numPr>
        <w:spacing w:after="80"/>
        <w:rPr>
          <w:rStyle w:val="Tun"/>
          <w:b w:val="0"/>
        </w:rPr>
      </w:pPr>
      <w:bookmarkStart w:id="9" w:name="_Ref173832545"/>
      <w:bookmarkStart w:id="10" w:name="_Hlk182491485"/>
      <w:r w:rsidRPr="009964AD" w:rsidDel="00FB05B2">
        <w:rPr>
          <w:b/>
        </w:rPr>
        <w:t>Zhotovení Projektové</w:t>
      </w:r>
      <w:r w:rsidRPr="009964AD" w:rsidDel="00FB05B2">
        <w:t xml:space="preserve"> </w:t>
      </w:r>
      <w:r w:rsidRPr="009964AD" w:rsidDel="00FB05B2">
        <w:rPr>
          <w:b/>
        </w:rPr>
        <w:t>d</w:t>
      </w:r>
      <w:r w:rsidRPr="009964AD" w:rsidDel="00FB05B2">
        <w:rPr>
          <w:rStyle w:val="Tun"/>
        </w:rPr>
        <w:t xml:space="preserve">okumentace pro </w:t>
      </w:r>
      <w:r w:rsidRPr="009964AD">
        <w:rPr>
          <w:rStyle w:val="Tun"/>
        </w:rPr>
        <w:t xml:space="preserve">povolení stavby dopravní infrastruktury </w:t>
      </w:r>
      <w:r w:rsidRPr="006B78C0">
        <w:rPr>
          <w:rStyle w:val="Tun"/>
          <w:b w:val="0"/>
        </w:rPr>
        <w:t>(DPS)</w:t>
      </w:r>
      <w:r w:rsidRPr="006B78C0" w:rsidDel="00FB05B2">
        <w:rPr>
          <w:rStyle w:val="Tun"/>
          <w:b w:val="0"/>
        </w:rPr>
        <w:t>,</w:t>
      </w:r>
      <w:r w:rsidRPr="006B78C0">
        <w:rPr>
          <w:rStyle w:val="Tun"/>
          <w:b w:val="0"/>
        </w:rPr>
        <w:t xml:space="preserve"> </w:t>
      </w:r>
      <w:r w:rsidRPr="006B78C0" w:rsidDel="00FB05B2">
        <w:rPr>
          <w:rStyle w:val="Tun"/>
          <w:b w:val="0"/>
        </w:rPr>
        <w:t>která specifikuje předmět Díla v takovém rozsahu, aby ji bylo možno projednat v</w:t>
      </w:r>
      <w:r w:rsidRPr="006B78C0">
        <w:rPr>
          <w:rStyle w:val="Tun"/>
          <w:b w:val="0"/>
        </w:rPr>
        <w:t> </w:t>
      </w:r>
      <w:r w:rsidRPr="006B78C0" w:rsidDel="00FB05B2">
        <w:rPr>
          <w:rStyle w:val="Tun"/>
          <w:b w:val="0"/>
        </w:rPr>
        <w:t>řízení</w:t>
      </w:r>
      <w:r w:rsidRPr="006B78C0">
        <w:rPr>
          <w:rStyle w:val="Tun"/>
          <w:b w:val="0"/>
        </w:rPr>
        <w:t xml:space="preserve"> o povolení záměru</w:t>
      </w:r>
      <w:r w:rsidRPr="006B78C0" w:rsidDel="00FB05B2">
        <w:rPr>
          <w:rStyle w:val="Tun"/>
          <w:b w:val="0"/>
        </w:rPr>
        <w:t xml:space="preserve">, získat pravomocné </w:t>
      </w:r>
      <w:r w:rsidRPr="006B78C0">
        <w:rPr>
          <w:rStyle w:val="Tun"/>
          <w:b w:val="0"/>
        </w:rPr>
        <w:t>povolení záměru (povolení stavby) dle zákona č. 283/2021 Sb., stavební zákon, (dále jen „stavební zákon“),</w:t>
      </w:r>
      <w:r w:rsidRPr="009964AD">
        <w:rPr>
          <w:rStyle w:val="Tun"/>
        </w:rPr>
        <w:t xml:space="preserve"> </w:t>
      </w:r>
      <w:r w:rsidRPr="009964AD" w:rsidDel="00FB05B2">
        <w:t xml:space="preserve">včetně </w:t>
      </w:r>
      <w:r w:rsidRPr="009964AD">
        <w:t>Stanoviska oznámeného subjektu ve fázi vydání povolení záměru</w:t>
      </w:r>
      <w:r w:rsidRPr="009964AD" w:rsidDel="00FB05B2">
        <w:t xml:space="preserve"> a</w:t>
      </w:r>
      <w:r w:rsidRPr="009964AD">
        <w:t> </w:t>
      </w:r>
      <w:r w:rsidRPr="009964AD" w:rsidDel="00FB05B2">
        <w:t>činností koordinátora BOZP při práci na</w:t>
      </w:r>
      <w:r w:rsidRPr="009964AD">
        <w:t> </w:t>
      </w:r>
      <w:r w:rsidRPr="009964AD" w:rsidDel="00FB05B2">
        <w:t>staveništi ve fázi přípravy včetně zpracování plánu BOZP na staveništi a manuálu údržby.</w:t>
      </w:r>
      <w:bookmarkEnd w:id="9"/>
    </w:p>
    <w:bookmarkEnd w:id="10"/>
    <w:p w14:paraId="0109AAF2" w14:textId="3B6A95EE" w:rsidR="006B78C0" w:rsidRPr="009964AD" w:rsidDel="00FB05B2" w:rsidRDefault="006B78C0" w:rsidP="006B78C0">
      <w:pPr>
        <w:pStyle w:val="Odstavec1-1a"/>
        <w:numPr>
          <w:ilvl w:val="0"/>
          <w:numId w:val="23"/>
        </w:numPr>
        <w:spacing w:after="80"/>
      </w:pPr>
      <w:r w:rsidRPr="009964AD" w:rsidDel="00FB05B2">
        <w:rPr>
          <w:rStyle w:val="Tun"/>
        </w:rPr>
        <w:t>Zpracování a podání žádosti o</w:t>
      </w:r>
      <w:r w:rsidRPr="009964AD" w:rsidDel="00FB05B2">
        <w:t xml:space="preserve"> </w:t>
      </w:r>
      <w:r w:rsidRPr="009964AD" w:rsidDel="00FB05B2">
        <w:rPr>
          <w:rStyle w:val="Tun"/>
        </w:rPr>
        <w:t xml:space="preserve">vydání </w:t>
      </w:r>
      <w:r w:rsidRPr="009964AD">
        <w:rPr>
          <w:rStyle w:val="Tun"/>
        </w:rPr>
        <w:t xml:space="preserve">povolení záměru </w:t>
      </w:r>
      <w:r w:rsidRPr="006B78C0">
        <w:rPr>
          <w:rStyle w:val="Tun"/>
          <w:b w:val="0"/>
          <w:bCs/>
        </w:rPr>
        <w:t>dle stavebního zákona</w:t>
      </w:r>
      <w:r w:rsidRPr="009964AD">
        <w:t xml:space="preserve">, </w:t>
      </w:r>
      <w:r w:rsidRPr="009964AD" w:rsidDel="00FB05B2">
        <w:t xml:space="preserve">včetně všech vyžadovaných podkladů, jejímž výsledkem bude vydání </w:t>
      </w:r>
      <w:r w:rsidRPr="009964AD">
        <w:t>povolení záměru (povolení stavby)</w:t>
      </w:r>
      <w:r w:rsidRPr="009964AD" w:rsidDel="00FB05B2">
        <w:t>. Zhotovitel bude spolupracovat při vydání příslušných rozhodnutí do nabytí jejich právní moci.</w:t>
      </w:r>
    </w:p>
    <w:p w14:paraId="6AEFC753" w14:textId="141BF030" w:rsidR="006B78C0" w:rsidRPr="009964AD" w:rsidRDefault="006B78C0" w:rsidP="006B78C0">
      <w:pPr>
        <w:pStyle w:val="Odstavec1-1a"/>
        <w:numPr>
          <w:ilvl w:val="0"/>
          <w:numId w:val="23"/>
        </w:numPr>
        <w:spacing w:after="80"/>
      </w:pPr>
      <w:r w:rsidRPr="009964AD">
        <w:rPr>
          <w:b/>
        </w:rPr>
        <w:t xml:space="preserve">Zhotovení Aktualizace záměru projektu </w:t>
      </w:r>
      <w:r w:rsidRPr="009964AD">
        <w:t>podle Pravidel přípravy a realizace akcí dopravní infrastruktury financovaných 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9964AD">
        <w:rPr>
          <w:sz w:val="16"/>
        </w:rPr>
        <w:t xml:space="preserve"> </w:t>
      </w:r>
    </w:p>
    <w:p w14:paraId="73116F1F" w14:textId="7D3503AE" w:rsidR="00652EFD" w:rsidRDefault="006B78C0" w:rsidP="006B78C0">
      <w:pPr>
        <w:pStyle w:val="Odstavec1-1a"/>
        <w:numPr>
          <w:ilvl w:val="0"/>
          <w:numId w:val="23"/>
        </w:numPr>
        <w:spacing w:after="80"/>
      </w:pPr>
      <w:r w:rsidRPr="009964AD">
        <w:rPr>
          <w:b/>
        </w:rPr>
        <w:t xml:space="preserve">Výkon Dozoru projektanta </w:t>
      </w:r>
      <w:r w:rsidRPr="009964AD">
        <w:t>při zhotovení PDPS</w:t>
      </w:r>
      <w:r w:rsidR="00FA60C6">
        <w:t>.</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2C5E73" w:rsidRDefault="00652EFD" w:rsidP="00652EFD">
      <w:pPr>
        <w:pStyle w:val="Text1-1"/>
        <w:numPr>
          <w:ilvl w:val="0"/>
          <w:numId w:val="0"/>
        </w:numPr>
        <w:spacing w:after="0"/>
        <w:ind w:left="737"/>
      </w:pPr>
      <w:r w:rsidRPr="002C5E73">
        <w:t>kód CPV 71311230-2 Železniční stavitelství</w:t>
      </w:r>
    </w:p>
    <w:p w14:paraId="7062CE22" w14:textId="647A4F5E" w:rsidR="00652EFD" w:rsidRPr="002C5E73" w:rsidRDefault="00652EFD" w:rsidP="00652EFD">
      <w:pPr>
        <w:pStyle w:val="Text1-1"/>
        <w:numPr>
          <w:ilvl w:val="0"/>
          <w:numId w:val="0"/>
        </w:numPr>
        <w:spacing w:after="0"/>
        <w:ind w:left="737"/>
      </w:pPr>
      <w:r w:rsidRPr="002C5E73">
        <w:t>kód CPV 71248000-8 Dohled nad projektem a dokumentací</w:t>
      </w:r>
    </w:p>
    <w:p w14:paraId="4343C48E" w14:textId="712D11F2" w:rsidR="00873C33" w:rsidRPr="002C5E73" w:rsidRDefault="00873C33" w:rsidP="002C5E73">
      <w:pPr>
        <w:pStyle w:val="Text1-1"/>
        <w:numPr>
          <w:ilvl w:val="0"/>
          <w:numId w:val="0"/>
        </w:numPr>
        <w:ind w:left="737"/>
        <w:rPr>
          <w:rFonts w:cs="Segoe UI"/>
        </w:rPr>
      </w:pPr>
      <w:r w:rsidRPr="002C5E73">
        <w:t xml:space="preserve">kód CPV </w:t>
      </w:r>
      <w:r w:rsidRPr="002C5E73">
        <w:rPr>
          <w:rFonts w:cs="Segoe UI"/>
        </w:rPr>
        <w:t>71300000-1 Technicko-inženýrské služby</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1" w:name="_Toc205539006"/>
      <w:r>
        <w:t>ZDROJE FINANCOVÁNÍ</w:t>
      </w:r>
      <w:r w:rsidR="00845C50">
        <w:t xml:space="preserve"> a </w:t>
      </w:r>
      <w:r>
        <w:t>PŘEDPOKLÁDANÁ HODNOTA VEŘEJNÉ ZAKÁZKY</w:t>
      </w:r>
      <w:bookmarkEnd w:id="11"/>
    </w:p>
    <w:p w14:paraId="7832C094" w14:textId="59A53002"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03F41260" w:rsidR="0035531B" w:rsidRDefault="00C3343F" w:rsidP="0035531B">
      <w:pPr>
        <w:pStyle w:val="Text1-1"/>
      </w:pPr>
      <w:r>
        <w:t>Předpokládaná hodnota veřejné zakázky</w:t>
      </w:r>
      <w:r w:rsidRPr="00F66EA9">
        <w:t xml:space="preserve"> </w:t>
      </w:r>
      <w:r>
        <w:t xml:space="preserve">činí </w:t>
      </w:r>
      <w:r w:rsidR="00F526C8">
        <w:rPr>
          <w:b/>
          <w:bCs/>
        </w:rPr>
        <w:t>21 842 947,-</w:t>
      </w:r>
      <w:r>
        <w:t xml:space="preserve"> </w:t>
      </w:r>
      <w:r w:rsidRPr="00EB138E">
        <w:rPr>
          <w:b/>
        </w:rPr>
        <w:t>Kč</w:t>
      </w:r>
      <w:r>
        <w:t xml:space="preserve"> (bez DPH). </w:t>
      </w:r>
      <w:r w:rsidR="0035531B">
        <w:t xml:space="preserve">Předpokládaná hodnota veřejné zakázky </w:t>
      </w:r>
      <w:r w:rsidR="00342928" w:rsidRPr="00F66EA9">
        <w:t>po odečtení hodnoty vyhrazených změn závazků ze smlouvy (tzn. vyhrazených „víceprací“</w:t>
      </w:r>
      <w:r w:rsidR="00A26B4E">
        <w:t xml:space="preserve"> </w:t>
      </w:r>
      <w:r w:rsidR="00A26B4E" w:rsidRPr="00B07C97">
        <w:t>uvedených v čl. 3.8 Smlouvy</w:t>
      </w:r>
      <w:r w:rsidR="00342928" w:rsidRPr="00F66EA9">
        <w:t xml:space="preserve">) </w:t>
      </w:r>
      <w:r w:rsidR="0035531B">
        <w:t xml:space="preserve">činí </w:t>
      </w:r>
      <w:r w:rsidR="009559D1" w:rsidRPr="009559D1">
        <w:rPr>
          <w:b/>
          <w:bCs/>
        </w:rPr>
        <w:t>21 221 817,-</w:t>
      </w:r>
      <w:r w:rsidR="0035531B" w:rsidRPr="009559D1">
        <w:rPr>
          <w:b/>
          <w:bCs/>
        </w:rPr>
        <w:t xml:space="preserve"> </w:t>
      </w:r>
      <w:r w:rsidR="0035531B" w:rsidRPr="00EB138E">
        <w:rPr>
          <w:b/>
        </w:rPr>
        <w:t>Kč</w:t>
      </w:r>
      <w:r w:rsidR="0035531B">
        <w:t xml:space="preserve"> (bez DPH).</w:t>
      </w:r>
    </w:p>
    <w:p w14:paraId="4E32F28B" w14:textId="77777777" w:rsidR="0035531B" w:rsidRDefault="0035531B" w:rsidP="006F6B09">
      <w:pPr>
        <w:pStyle w:val="Nadpis1-1"/>
      </w:pPr>
      <w:bookmarkStart w:id="12" w:name="_Toc205539007"/>
      <w:r>
        <w:t>OBSAH ZADÁVACÍ DOKUMENTACE</w:t>
      </w:r>
      <w:bookmarkEnd w:id="12"/>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FB63F2">
      <w:pPr>
        <w:pStyle w:val="Textbezslovn"/>
        <w:tabs>
          <w:tab w:val="left" w:pos="1701"/>
        </w:tabs>
        <w:ind w:left="1701" w:hanging="964"/>
      </w:pPr>
      <w:r>
        <w:t>Část 5</w:t>
      </w:r>
      <w:r>
        <w:tab/>
        <w:t xml:space="preserve">Zvláštní technické podmínky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51CCB9AE" w:rsidR="00ED116C" w:rsidRDefault="00AB71B9" w:rsidP="00AB71B9">
      <w:pPr>
        <w:pStyle w:val="Text1-1"/>
        <w:numPr>
          <w:ilvl w:val="0"/>
          <w:numId w:val="0"/>
        </w:numPr>
        <w:tabs>
          <w:tab w:val="left" w:pos="1701"/>
        </w:tabs>
        <w:spacing w:after="0"/>
        <w:ind w:left="737"/>
      </w:pPr>
      <w:r>
        <w:t>Část 1</w:t>
      </w:r>
      <w:r>
        <w:tab/>
      </w:r>
      <w:r w:rsidRPr="009964AD">
        <w:t>Studie proveditelnosti trati Kralupy nad Vltavou – Neratovice – Dřísy</w:t>
      </w:r>
    </w:p>
    <w:p w14:paraId="79D3C6B7" w14:textId="7BA7AA83" w:rsidR="00AB71B9" w:rsidRDefault="00AB71B9" w:rsidP="00AB71B9">
      <w:pPr>
        <w:pStyle w:val="Text1-1"/>
        <w:numPr>
          <w:ilvl w:val="0"/>
          <w:numId w:val="0"/>
        </w:numPr>
        <w:tabs>
          <w:tab w:val="left" w:pos="1701"/>
        </w:tabs>
        <w:spacing w:after="0"/>
        <w:ind w:left="737"/>
      </w:pPr>
      <w:r>
        <w:t xml:space="preserve">Část 2 </w:t>
      </w:r>
      <w:r>
        <w:tab/>
      </w:r>
      <w:r w:rsidRPr="009964AD">
        <w:t>Územně-technická studie zkapacitnění úseku Neratovice – Všetaty/Dřísy</w:t>
      </w:r>
    </w:p>
    <w:p w14:paraId="6BC04F4E" w14:textId="068DB82F" w:rsidR="00AB71B9" w:rsidRDefault="00AB71B9" w:rsidP="00AB71B9">
      <w:pPr>
        <w:pStyle w:val="Text1-1"/>
        <w:numPr>
          <w:ilvl w:val="0"/>
          <w:numId w:val="0"/>
        </w:numPr>
        <w:tabs>
          <w:tab w:val="left" w:pos="1701"/>
        </w:tabs>
        <w:spacing w:after="0"/>
        <w:ind w:left="737"/>
      </w:pPr>
      <w:r>
        <w:t>Část 3</w:t>
      </w:r>
      <w:r>
        <w:tab/>
      </w:r>
      <w:r w:rsidRPr="009964AD">
        <w:t>Záměr projektu Tišická spojka</w:t>
      </w:r>
    </w:p>
    <w:p w14:paraId="640C91D8" w14:textId="56163D05" w:rsidR="00AB71B9" w:rsidRDefault="00AB71B9" w:rsidP="00AB71B9">
      <w:pPr>
        <w:pStyle w:val="Text1-1"/>
        <w:numPr>
          <w:ilvl w:val="0"/>
          <w:numId w:val="0"/>
        </w:numPr>
        <w:tabs>
          <w:tab w:val="left" w:pos="1701"/>
        </w:tabs>
        <w:ind w:left="737"/>
      </w:pPr>
      <w:r>
        <w:t>Část 4</w:t>
      </w:r>
      <w:r>
        <w:tab/>
      </w:r>
      <w:r w:rsidRPr="009964AD">
        <w:t>Inženýrsko geologický průzkum</w:t>
      </w:r>
    </w:p>
    <w:p w14:paraId="49793BFC" w14:textId="1F701021" w:rsidR="005A3D2F" w:rsidRPr="001954B0" w:rsidRDefault="0035531B" w:rsidP="00174551">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17455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00EC603E"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během lhůty pro podání nabídek</w:t>
      </w:r>
      <w:r w:rsidR="00D932D1">
        <w:t xml:space="preserve">. </w:t>
      </w:r>
    </w:p>
    <w:p w14:paraId="25CA915C" w14:textId="52DC7476" w:rsidR="001D6E71" w:rsidRDefault="00ED116C" w:rsidP="0035531B">
      <w:pPr>
        <w:pStyle w:val="Text1-1"/>
      </w:pPr>
      <w:r w:rsidRPr="00ED116C">
        <w:t xml:space="preserve">Zadavatel sděluje, že následující části zadávací dokumentace vypracovala osoba odlišná od zadavatele, a to: </w:t>
      </w:r>
    </w:p>
    <w:p w14:paraId="5C9FF11A" w14:textId="126BB24F" w:rsidR="00E722A5" w:rsidRDefault="00E722A5" w:rsidP="00E722A5">
      <w:pPr>
        <w:pStyle w:val="Text1-1"/>
        <w:numPr>
          <w:ilvl w:val="0"/>
          <w:numId w:val="0"/>
        </w:numPr>
        <w:ind w:left="737"/>
      </w:pPr>
      <w:r w:rsidRPr="009964AD">
        <w:t>Studie proveditelnosti trati Kralupy nad Vltavou – Neratovice – Dřísy, zpracovatel SUDOP PRAHA a.s.</w:t>
      </w:r>
      <w:r>
        <w:t xml:space="preserve"> se sídlem Olšanská 2643/1a, 130 00 Praha, IČO: 25793349</w:t>
      </w:r>
      <w:r w:rsidRPr="009964AD">
        <w:t xml:space="preserve">, </w:t>
      </w:r>
      <w:r>
        <w:t xml:space="preserve">datum </w:t>
      </w:r>
      <w:r w:rsidRPr="009964AD">
        <w:t>11/2021</w:t>
      </w:r>
      <w:r>
        <w:t>;</w:t>
      </w:r>
    </w:p>
    <w:p w14:paraId="623E084E" w14:textId="27C5577F" w:rsidR="00E722A5" w:rsidRDefault="00E722A5" w:rsidP="00E722A5">
      <w:pPr>
        <w:pStyle w:val="Text1-1"/>
        <w:numPr>
          <w:ilvl w:val="0"/>
          <w:numId w:val="0"/>
        </w:numPr>
        <w:ind w:left="737"/>
      </w:pPr>
      <w:r w:rsidRPr="009964AD">
        <w:t xml:space="preserve">Územně-technická studie zkapacitnění úseku Neratovice – Všetaty/Dřísy, </w:t>
      </w:r>
      <w:r>
        <w:t xml:space="preserve">zpracovatel </w:t>
      </w:r>
      <w:r w:rsidRPr="009964AD">
        <w:t>SUDOP PRAHA a.s.</w:t>
      </w:r>
      <w:r>
        <w:t xml:space="preserve"> se sídlem Olšanská 2643/1a, 130 00 Praha, IČO: 25793349</w:t>
      </w:r>
      <w:r w:rsidRPr="009964AD">
        <w:t xml:space="preserve">, </w:t>
      </w:r>
      <w:r>
        <w:t xml:space="preserve">datum </w:t>
      </w:r>
      <w:r w:rsidRPr="009964AD">
        <w:t>02/2024</w:t>
      </w:r>
      <w:r>
        <w:t>;</w:t>
      </w:r>
    </w:p>
    <w:p w14:paraId="03D26616" w14:textId="35B50FE9" w:rsidR="00E722A5" w:rsidRDefault="00E722A5" w:rsidP="00E722A5">
      <w:pPr>
        <w:pStyle w:val="Text1-1"/>
        <w:numPr>
          <w:ilvl w:val="0"/>
          <w:numId w:val="0"/>
        </w:numPr>
        <w:ind w:left="737"/>
      </w:pPr>
      <w:r w:rsidRPr="009964AD">
        <w:t xml:space="preserve">Záměr projektu Tišická spojka, </w:t>
      </w:r>
      <w:r>
        <w:t xml:space="preserve">zpracovatel </w:t>
      </w:r>
      <w:r w:rsidRPr="009964AD">
        <w:t>SUDOP PRAHA a.s.</w:t>
      </w:r>
      <w:r>
        <w:t xml:space="preserve"> se sídlem Olšanská 2643/1a, 130 00 Praha, IČO: 25793349</w:t>
      </w:r>
      <w:r w:rsidRPr="009964AD">
        <w:t xml:space="preserve">, </w:t>
      </w:r>
      <w:r>
        <w:t>datum 2025;</w:t>
      </w:r>
    </w:p>
    <w:p w14:paraId="1B3D7CAD" w14:textId="0FE2FDE1" w:rsidR="00E722A5" w:rsidRDefault="00E722A5" w:rsidP="00E722A5">
      <w:pPr>
        <w:pStyle w:val="Text1-1"/>
        <w:numPr>
          <w:ilvl w:val="0"/>
          <w:numId w:val="0"/>
        </w:numPr>
        <w:ind w:left="737"/>
      </w:pPr>
      <w:r w:rsidRPr="009964AD">
        <w:t>Inženýrsko geologický průzkum</w:t>
      </w:r>
      <w:r>
        <w:t xml:space="preserve">, zpracovatel </w:t>
      </w:r>
      <w:r w:rsidRPr="009964AD">
        <w:t>SUDOP PRAHA a.s.</w:t>
      </w:r>
      <w:r>
        <w:t xml:space="preserve"> se sídlem Olšanská 2643/1a, 130 00 Praha, IČO: 25793349</w:t>
      </w:r>
      <w:r w:rsidRPr="009964AD">
        <w:t xml:space="preserve">, </w:t>
      </w:r>
      <w:r>
        <w:t>datum 2025;</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3" w:name="_Toc205539008"/>
      <w:r>
        <w:t>VYSVĚTLENÍ, ZMĚNY</w:t>
      </w:r>
      <w:r w:rsidR="00845C50">
        <w:t xml:space="preserve"> a </w:t>
      </w:r>
      <w:r>
        <w:t>DOPLNĚNÍ ZADÁVACÍ DOKUMENTACE</w:t>
      </w:r>
      <w:bookmarkEnd w:id="13"/>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4" w:name="_Toc205539009"/>
      <w:r>
        <w:t>POŽADAVKY ZADAVATELE NA KVALIFIKACI</w:t>
      </w:r>
      <w:bookmarkEnd w:id="14"/>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22B5D6E4" w:rsidR="0035531B" w:rsidRDefault="0035531B" w:rsidP="00CC4380">
      <w:pPr>
        <w:pStyle w:val="Odrka1-2-"/>
      </w:pPr>
      <w:r>
        <w:t>výpisu</w:t>
      </w:r>
      <w:r w:rsidR="0060115D">
        <w:t xml:space="preserve"> z </w:t>
      </w:r>
      <w:r w:rsidR="00D558DB">
        <w:t>rejstříku</w:t>
      </w:r>
      <w:r>
        <w:t xml:space="preserve">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940529">
      <w:pPr>
        <w:pStyle w:val="Odrka1-2-"/>
        <w:spacing w:after="120"/>
      </w:pPr>
      <w:r w:rsidRPr="00CD1856">
        <w:t>projektovou činnost ve výstavbě</w:t>
      </w:r>
    </w:p>
    <w:p w14:paraId="49AD27E5" w14:textId="77777777" w:rsidR="0035531B" w:rsidRDefault="0035531B" w:rsidP="00092CC9">
      <w:pPr>
        <w:pStyle w:val="Odrka1-1"/>
      </w:pPr>
      <w:r>
        <w:t>Odborná způsobilost:</w:t>
      </w:r>
    </w:p>
    <w:p w14:paraId="12E053EF" w14:textId="52C78557" w:rsidR="00BD5A0E" w:rsidRPr="007201CD" w:rsidRDefault="00BD5A0E" w:rsidP="00BD5A0E">
      <w:pPr>
        <w:pStyle w:val="Odrka1-2-"/>
      </w:pPr>
      <w:r>
        <w:t xml:space="preserve">Zadavatel požaduje předložení dokladu o autorizaci v rozsahu dle § 5 odst. 3 písm. </w:t>
      </w:r>
      <w:r w:rsidRPr="00940529">
        <w:rPr>
          <w:b/>
        </w:rPr>
        <w:t>a), b), d), e)</w:t>
      </w:r>
      <w:r>
        <w:t xml:space="preserve"> zákona č. 360/1992 Sb., o výkonu povolání autorizovaných architektů a o výkonu povolání autorizovaných inženýrů a techniků činných ve výstavbě, ve znění pozdějších </w:t>
      </w:r>
      <w:r w:rsidRPr="007201CD">
        <w:t>předpisů</w:t>
      </w:r>
      <w:r w:rsidR="007201CD" w:rsidRPr="007201CD">
        <w:t xml:space="preserve"> (dále jen „autorizační zákon“)</w:t>
      </w:r>
      <w:r w:rsidRPr="007201CD">
        <w:t>.</w:t>
      </w:r>
    </w:p>
    <w:p w14:paraId="0FC06C38" w14:textId="6F76181F" w:rsidR="00BD5A0E" w:rsidRPr="00940529" w:rsidRDefault="00BD5A0E" w:rsidP="00BD5A0E">
      <w:pPr>
        <w:pStyle w:val="Odrka1-2-"/>
      </w:pPr>
      <w:r w:rsidRPr="00940529">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940529">
        <w:t>ve znění pozdějších předpisů</w:t>
      </w:r>
      <w:r w:rsidR="000E0942" w:rsidRPr="00940529">
        <w:t>, ve spojení s</w:t>
      </w:r>
      <w:r w:rsidRPr="00940529">
        <w:t xml:space="preserve"> § 6, 7 a 8 nařízení vlády č. 592/2006 Sb., o podmínkách akreditace a provádění zkoušek z odborné způsobilosti, potvrzujícího úspěšné vykonání zkoušky vydané firmou akreditovanou Minist</w:t>
      </w:r>
      <w:r w:rsidR="00CD1856" w:rsidRPr="00940529">
        <w:t>erstvem práce a sociálních věcí</w:t>
      </w:r>
      <w:r w:rsidR="008E5D9D" w:rsidRPr="00940529">
        <w:t xml:space="preserve"> (MPSV)</w:t>
      </w:r>
      <w:r w:rsidRPr="00940529">
        <w:t>.</w:t>
      </w:r>
    </w:p>
    <w:p w14:paraId="178034E6" w14:textId="77777777" w:rsidR="00BD5A0E" w:rsidRPr="00940529" w:rsidRDefault="00BD5A0E" w:rsidP="00BD5A0E">
      <w:pPr>
        <w:pStyle w:val="Odrka1-2-"/>
      </w:pPr>
      <w:r w:rsidRPr="00940529">
        <w:t>Zadavatel požaduje předložení autorizace ke zpracování dokumentace a posudku dle § 19 zák. č. 100/2001 Sb., o posuzování vlivů na životní prostředí, ve znění pozdějších předpisů.</w:t>
      </w:r>
    </w:p>
    <w:p w14:paraId="372CCA37" w14:textId="77777777" w:rsidR="00BD5A0E" w:rsidRPr="00940529" w:rsidRDefault="00BD5A0E" w:rsidP="00BD5A0E">
      <w:pPr>
        <w:pStyle w:val="Odrka1-2-"/>
      </w:pPr>
      <w:r w:rsidRPr="0094052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940529" w:rsidRDefault="00BD5A0E" w:rsidP="00BD5A0E">
      <w:pPr>
        <w:pStyle w:val="Odrka1-2-"/>
      </w:pPr>
      <w:r w:rsidRPr="00940529">
        <w:t>Zadavatel požaduje předložení pověření k hodnocení nebezpečných vlastností odpadů dle §</w:t>
      </w:r>
      <w:r w:rsidR="001D21EA" w:rsidRPr="00940529">
        <w:t xml:space="preserve"> 73, resp. § 154 odst. 3, zákona č. 541/2020 Sb., o odpadech</w:t>
      </w:r>
      <w:r w:rsidRPr="00940529">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50B7339"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6C78D043"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w:t>
      </w:r>
      <w:r w:rsidR="007D38E4" w:rsidRPr="008F5916">
        <w:t>projektové dokumentace pro vydání stavebního povolení</w:t>
      </w:r>
      <w:r w:rsidR="007A5CF0" w:rsidRPr="008F5916">
        <w:t xml:space="preserve"> </w:t>
      </w:r>
      <w:r w:rsidR="007D38E4" w:rsidRPr="008F5916">
        <w:t xml:space="preserve"> a projektové dokumentace pro provádění stavby (dále jen „DUR+DSP+PDPS“) </w:t>
      </w:r>
      <w:r w:rsidR="00B067E0" w:rsidRPr="008F5916">
        <w:t xml:space="preserve">dle </w:t>
      </w:r>
      <w:r w:rsidR="006025F3" w:rsidRPr="008F5916">
        <w:t xml:space="preserve">prováděcích </w:t>
      </w:r>
      <w:r w:rsidR="00B067E0" w:rsidRPr="008F5916">
        <w:t>právních předpisů</w:t>
      </w:r>
      <w:r w:rsidR="00DB5D9B" w:rsidRPr="008F5916">
        <w:rPr>
          <w:rStyle w:val="Znakapoznpodarou"/>
        </w:rPr>
        <w:footnoteReference w:id="1"/>
      </w:r>
      <w:r w:rsidR="00B067E0" w:rsidRPr="008F5916">
        <w:t xml:space="preserve"> </w:t>
      </w:r>
      <w:r w:rsidRPr="008F5916">
        <w:t xml:space="preserve">pro stavby železničních drah ve smyslu § 5 odst. 1 a § 3 odst. 1  zák. č. 266/1994 Sb., o dráhách, ve znění pozdějších předpisů. Za službu obdobného charakteru, resp. projektové práce spočívající ve zhotovení dokumentace ve stupni </w:t>
      </w:r>
      <w:r w:rsidR="007A0A29" w:rsidRPr="008F5916">
        <w:t xml:space="preserve">DPS nebo DPS+PDPS nebo </w:t>
      </w:r>
      <w:r w:rsidRPr="008F5916">
        <w:t>DSP nebo DSP+PDPS</w:t>
      </w:r>
      <w:r>
        <w:t xml:space="preserve">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Pro účely doložení technické kvalifikace se dokumentací ve stupni DPS rozumí dokumentace zpracovaná dle přílohy č. 1 vyhl. 227/2024 Sb., o rozsahu a obsahu projektové dokumentace staveb dopravní infrastruktury, ve znění pozdějších předpisů.</w:t>
      </w:r>
    </w:p>
    <w:p w14:paraId="2CEA948D" w14:textId="6DF28386" w:rsidR="00392730" w:rsidRDefault="00511E3C" w:rsidP="007A5CF0">
      <w:pPr>
        <w:pStyle w:val="Textbezslovn"/>
      </w:pPr>
      <w:r>
        <w:t>Pro účely doložení požadované technické kvalifikace se dokumentacemi ve stupních DSP+PDP</w:t>
      </w:r>
      <w:r w:rsidR="002C0002">
        <w:t>S</w:t>
      </w:r>
      <w:r>
        <w:t xml:space="preserve">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ve znění účinném od 1. 12. 2018</w:t>
      </w:r>
      <w:r w:rsidR="00E66AA6">
        <w:t xml:space="preserve"> nebo dle přílohy č. 3 vyh</w:t>
      </w:r>
      <w:r w:rsidR="00901E76">
        <w:t>l.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30F208FA" w:rsidR="00392730" w:rsidRPr="00C64554"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400E00">
        <w:t>. a), b</w:t>
      </w:r>
      <w:r w:rsidR="00F90F7B">
        <w:t>)</w:t>
      </w:r>
      <w:r w:rsidR="00400E00" w:rsidRPr="00400E00">
        <w:t xml:space="preserve"> </w:t>
      </w:r>
      <w:r w:rsidRPr="00400E00">
        <w:t>(dále jen „</w:t>
      </w:r>
      <w:r w:rsidRPr="00400E00">
        <w:rPr>
          <w:b/>
        </w:rPr>
        <w:t>významné</w:t>
      </w:r>
      <w:r w:rsidRPr="00392730">
        <w:rPr>
          <w:b/>
        </w:rPr>
        <w:t xml:space="preserve"> služby</w:t>
      </w:r>
      <w:r>
        <w:t xml:space="preserve">“). Dodavatel musí informacemi uvedenými </w:t>
      </w:r>
      <w:r w:rsidRPr="00C64554">
        <w:t xml:space="preserve">v předloženém seznamu významných služeb prokázat, že v uvedeném období poskytl významné služby, jejichž předmětem byly následující činnosti: </w:t>
      </w:r>
    </w:p>
    <w:p w14:paraId="51F9A522" w14:textId="7852E489" w:rsidR="00392730" w:rsidRPr="009F39FD" w:rsidRDefault="00392730" w:rsidP="00C97246">
      <w:pPr>
        <w:pStyle w:val="Odstavec1-1a"/>
        <w:numPr>
          <w:ilvl w:val="0"/>
          <w:numId w:val="14"/>
        </w:numPr>
      </w:pPr>
      <w:r w:rsidRPr="00C64554">
        <w:t xml:space="preserve">zpracování dokumentace ve stupni </w:t>
      </w:r>
      <w:r w:rsidR="00794DDD" w:rsidRPr="00C64554">
        <w:t xml:space="preserve">DPS nebo DPS+PDPS nebo </w:t>
      </w:r>
      <w:r w:rsidRPr="00C64554">
        <w:t>DSP nebo DSP+PDPS nebo DUSP</w:t>
      </w:r>
      <w:r w:rsidR="00394060" w:rsidRPr="00C64554">
        <w:t>/DUSL</w:t>
      </w:r>
      <w:r w:rsidRPr="00C64554">
        <w:t xml:space="preserve"> </w:t>
      </w:r>
      <w:r w:rsidR="00103A92" w:rsidRPr="00C64554">
        <w:t>nebo DUSP</w:t>
      </w:r>
      <w:r w:rsidR="00394060" w:rsidRPr="00C64554">
        <w:t>/DUSL</w:t>
      </w:r>
      <w:r w:rsidR="00103A92" w:rsidRPr="00C64554">
        <w:t xml:space="preserve">+PDPS </w:t>
      </w:r>
      <w:r w:rsidR="007D38E4" w:rsidRPr="00C64554">
        <w:t xml:space="preserve">nebo DUR+DSP nebo DUR+DSP+PDPS </w:t>
      </w:r>
      <w:r w:rsidRPr="00C64554">
        <w:t>pro rekonstrukci</w:t>
      </w:r>
      <w:r w:rsidR="00AD6C75">
        <w:t xml:space="preserve"> nebo</w:t>
      </w:r>
      <w:r w:rsidRPr="00C64554">
        <w:t xml:space="preserve"> novostavbu elektrifikované železniční trati včetně zabezpečovacího zařízení v</w:t>
      </w:r>
      <w:r w:rsidR="00935206" w:rsidRPr="00C64554">
        <w:t xml:space="preserve"> souhrnné </w:t>
      </w:r>
      <w:r w:rsidRPr="00C64554">
        <w:t xml:space="preserve">délce traťového úseku minimálně </w:t>
      </w:r>
      <w:r w:rsidR="00C64554" w:rsidRPr="00AD6C75">
        <w:rPr>
          <w:b/>
          <w:bCs/>
        </w:rPr>
        <w:t xml:space="preserve">0,7 </w:t>
      </w:r>
      <w:r w:rsidRPr="00AD6C75">
        <w:rPr>
          <w:b/>
          <w:bCs/>
        </w:rPr>
        <w:t>km</w:t>
      </w:r>
      <w:r w:rsidR="00C64554" w:rsidRPr="00AD6C75">
        <w:t>,</w:t>
      </w:r>
      <w:r w:rsidR="00C64554">
        <w:t xml:space="preserve"> </w:t>
      </w:r>
      <w:r w:rsidR="00C64554" w:rsidRPr="00C64554">
        <w:t>která obsahuje minimálně jednu železniční stanici</w:t>
      </w:r>
      <w:r w:rsidRPr="00C64554">
        <w:t>,</w:t>
      </w:r>
      <w:r w:rsidR="002D672E" w:rsidRPr="00C64554">
        <w:rPr>
          <w:rFonts w:cs="Arial"/>
          <w:iCs/>
        </w:rPr>
        <w:t xml:space="preserve"> </w:t>
      </w:r>
      <w:r w:rsidR="00A942CF" w:rsidRPr="00C64554">
        <w:rPr>
          <w:rFonts w:cs="Arial"/>
          <w:iCs/>
        </w:rPr>
        <w:t>(z</w:t>
      </w:r>
      <w:r w:rsidR="002D672E" w:rsidRPr="00C64554">
        <w:rPr>
          <w:rFonts w:cs="Arial"/>
          <w:iCs/>
        </w:rPr>
        <w:t xml:space="preserve">adavatel pro odstranění pochybností upřesňuje, že traťový úsek představuje konkrétní část železniční tratě mezi počátečním a cílovým dopravně významným místem nebo důležitým bodem a počítá se stejně pro jednokolejné i vícekolejné tratě (tj. vzdálenost A až B nezávisle na počtu </w:t>
      </w:r>
      <w:r w:rsidR="002D672E" w:rsidRPr="009F39FD">
        <w:rPr>
          <w:rFonts w:cs="Arial"/>
          <w:iCs/>
        </w:rPr>
        <w:t>kolejí, nikoli délka těchto jednotlivých kolejí)</w:t>
      </w:r>
      <w:r w:rsidR="00A942CF" w:rsidRPr="009F39FD">
        <w:rPr>
          <w:rFonts w:cs="Arial"/>
          <w:iCs/>
        </w:rPr>
        <w:t>,</w:t>
      </w:r>
    </w:p>
    <w:p w14:paraId="797F5665" w14:textId="543BE081" w:rsidR="00392730" w:rsidRPr="009F39FD" w:rsidRDefault="00392730" w:rsidP="00C97246">
      <w:pPr>
        <w:pStyle w:val="Odstavec1-1a"/>
        <w:numPr>
          <w:ilvl w:val="0"/>
          <w:numId w:val="14"/>
        </w:numPr>
      </w:pPr>
      <w:r w:rsidRPr="009F39FD">
        <w:t xml:space="preserve">zajištění </w:t>
      </w:r>
      <w:r w:rsidR="00D148BC" w:rsidRPr="009F39FD">
        <w:t xml:space="preserve">vydání alespoň nepravomocného </w:t>
      </w:r>
      <w:r w:rsidRPr="009F39FD">
        <w:t xml:space="preserve">stavebního povolení nebo společného povolení, kterým se stavba umisťuje a povoluje, </w:t>
      </w:r>
      <w:r w:rsidR="007278C9" w:rsidRPr="009F39FD">
        <w:t xml:space="preserve">nebo povolení </w:t>
      </w:r>
      <w:r w:rsidR="00DA5362" w:rsidRPr="009F39FD">
        <w:t xml:space="preserve">záměru (povolení </w:t>
      </w:r>
      <w:r w:rsidR="00F51311" w:rsidRPr="009F39FD">
        <w:t xml:space="preserve">stavby </w:t>
      </w:r>
      <w:r w:rsidR="007278C9" w:rsidRPr="009F39FD">
        <w:t>dle zákona č. 283/2021 Sb., stavební zákon, ve znění pozdějších předpisů</w:t>
      </w:r>
      <w:r w:rsidR="00FF2093" w:rsidRPr="009F39FD">
        <w:t>)</w:t>
      </w:r>
      <w:r w:rsidR="007278C9" w:rsidRPr="009F39FD">
        <w:t xml:space="preserve">, </w:t>
      </w:r>
      <w:r w:rsidRPr="009F39FD">
        <w:t>včetně zpracování agendy majetkoprávního vypořádání pro rekonstrukci</w:t>
      </w:r>
      <w:r w:rsidR="00CB14C7" w:rsidRPr="009F39FD">
        <w:t>,</w:t>
      </w:r>
      <w:r w:rsidRPr="009F39FD">
        <w:t xml:space="preserve"> novostavbu </w:t>
      </w:r>
      <w:r w:rsidR="00CB14C7" w:rsidRPr="009F39FD">
        <w:t xml:space="preserve">nebo opravu </w:t>
      </w:r>
      <w:r w:rsidRPr="009F39FD">
        <w:t>železniční trati nebo železniční stanice</w:t>
      </w:r>
      <w:r w:rsidR="00CA5541" w:rsidRPr="009F39FD">
        <w:t xml:space="preserve"> s hodnotou dokumentace nejméně </w:t>
      </w:r>
      <w:r w:rsidR="00CA5541" w:rsidRPr="009F39FD">
        <w:rPr>
          <w:b/>
          <w:bCs/>
        </w:rPr>
        <w:t>10 mil. Kč</w:t>
      </w:r>
      <w:r w:rsidR="00CA5541" w:rsidRPr="009F39FD">
        <w:t xml:space="preserve"> bez DPH </w:t>
      </w:r>
    </w:p>
    <w:p w14:paraId="4976F91C" w14:textId="5687B9C5" w:rsidR="00E01040" w:rsidRPr="001E0268" w:rsidRDefault="00E01040" w:rsidP="00E01040">
      <w:pPr>
        <w:pStyle w:val="Textbezslovn"/>
        <w:rPr>
          <w:b/>
        </w:rPr>
      </w:pPr>
      <w:r>
        <w:rPr>
          <w:b/>
        </w:rPr>
        <w:t>Činnost uvedená</w:t>
      </w:r>
      <w:r w:rsidRPr="0048749B">
        <w:rPr>
          <w:b/>
        </w:rPr>
        <w:t xml:space="preserve"> </w:t>
      </w:r>
      <w:r w:rsidRPr="001E0268">
        <w:rPr>
          <w:b/>
        </w:rPr>
        <w:t>pod písm. a)</w:t>
      </w:r>
      <w:r w:rsidR="001E0268" w:rsidRPr="001E0268">
        <w:rPr>
          <w:b/>
        </w:rPr>
        <w:t xml:space="preserve"> </w:t>
      </w:r>
      <w:r w:rsidRPr="001E0268">
        <w:rPr>
          <w:b/>
        </w:rPr>
        <w:t>výše</w:t>
      </w:r>
      <w:r w:rsidRPr="001E0268">
        <w:t xml:space="preserve"> </w:t>
      </w:r>
      <w:r w:rsidRPr="001E0268">
        <w:rPr>
          <w:b/>
        </w:rPr>
        <w:t>musí být doložen</w:t>
      </w:r>
      <w:r w:rsidR="00AD6C75">
        <w:rPr>
          <w:b/>
        </w:rPr>
        <w:t>a</w:t>
      </w:r>
      <w:r w:rsidRPr="001E0268">
        <w:rPr>
          <w:b/>
        </w:rPr>
        <w:t xml:space="preserve"> alespoň ve dvou referenčních zakázkách (významných službách).</w:t>
      </w:r>
    </w:p>
    <w:p w14:paraId="252247DF" w14:textId="722CE402" w:rsidR="00392730" w:rsidRDefault="00E01040" w:rsidP="00E01040">
      <w:pPr>
        <w:pStyle w:val="Textbezslovn"/>
      </w:pPr>
      <w:r w:rsidRPr="001E0268">
        <w:rPr>
          <w:b/>
        </w:rPr>
        <w:t xml:space="preserve">Činnost uvedená pod písm. </w:t>
      </w:r>
      <w:r w:rsidR="00AD6C75">
        <w:rPr>
          <w:b/>
        </w:rPr>
        <w:t>b</w:t>
      </w:r>
      <w:r w:rsidRPr="001E0268">
        <w:rPr>
          <w:b/>
        </w:rPr>
        <w:t>) výše</w:t>
      </w:r>
      <w:r w:rsidRPr="001E0268">
        <w:t xml:space="preserve"> </w:t>
      </w:r>
      <w:r w:rsidRPr="001E0268">
        <w:rPr>
          <w:b/>
        </w:rPr>
        <w:t>musí být</w:t>
      </w:r>
      <w:r w:rsidRPr="0048749B">
        <w:rPr>
          <w:b/>
        </w:rPr>
        <w:t xml:space="preserve"> doložena alespoň v jedné referenční zakázce (významné službě).</w:t>
      </w:r>
    </w:p>
    <w:p w14:paraId="435B6A10" w14:textId="3EA293F2" w:rsidR="00392730" w:rsidRDefault="00392730" w:rsidP="00E01040">
      <w:pPr>
        <w:pStyle w:val="Textbezslovn"/>
      </w:pPr>
      <w:r w:rsidRPr="0047625C">
        <w:t>Parametry, resp. požadavky na obsahovou náplň činností, uvedené výše pod písm. a), b) lze splnit všechny současně v rámci jedné referenční zakázky (významné služby), ale připouští se i splnění požadavků dle písm. 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r>
        <w:t xml:space="preserve"> </w:t>
      </w:r>
    </w:p>
    <w:p w14:paraId="2500CE3E" w14:textId="6BA1D24F"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E01040">
        <w:rPr>
          <w:b/>
          <w:bCs/>
        </w:rPr>
        <w:t xml:space="preserve">20 mil. </w:t>
      </w:r>
      <w:r w:rsidRPr="00392730">
        <w:rPr>
          <w:b/>
        </w:rPr>
        <w:t>Kč</w:t>
      </w:r>
      <w:r>
        <w:t xml:space="preserve"> bez DPH, přičemž alespoň jedna významná služba musí dosahovat </w:t>
      </w:r>
      <w:r w:rsidR="00656A03">
        <w:t xml:space="preserve">hodnoty </w:t>
      </w:r>
      <w:r>
        <w:t xml:space="preserve">nejméně </w:t>
      </w:r>
      <w:r w:rsidR="00E01040">
        <w:rPr>
          <w:b/>
          <w:bCs/>
        </w:rPr>
        <w:t>10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76173807" w14:textId="77777777" w:rsidR="00865B7A" w:rsidRDefault="001C7FA6" w:rsidP="00B34E7F">
      <w:pPr>
        <w:pStyle w:val="Textbezslovn"/>
      </w:pPr>
      <w:r w:rsidRPr="000045F9">
        <w:t xml:space="preserve">Za rekonstrukci nepovažují </w:t>
      </w:r>
      <w:r w:rsidR="00865B7A">
        <w:t xml:space="preserve">opravné ani </w:t>
      </w:r>
      <w:r w:rsidRPr="000045F9">
        <w:t xml:space="preserve">údržbové práce, jež mají pro účely </w:t>
      </w:r>
      <w:r w:rsidR="009968AD" w:rsidRPr="000045F9">
        <w:t xml:space="preserve">posouzení splnění kritérií technické kvalifikace v těchto zadávacích podmínkách následující význam: </w:t>
      </w:r>
    </w:p>
    <w:p w14:paraId="29B54F20" w14:textId="3D9419ED" w:rsidR="00865B7A" w:rsidRDefault="00865B7A" w:rsidP="00DD1B8B">
      <w:pPr>
        <w:pStyle w:val="Odrka1-2-"/>
        <w:tabs>
          <w:tab w:val="clear" w:pos="1531"/>
          <w:tab w:val="num" w:pos="709"/>
        </w:tabs>
        <w:ind w:left="993" w:hanging="284"/>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t xml:space="preserve">č. 586/1992 Sb., </w:t>
      </w:r>
      <w:r w:rsidRPr="000045F9">
        <w:t>o daních z</w:t>
      </w:r>
      <w:r>
        <w:t> </w:t>
      </w:r>
      <w:r w:rsidRPr="000045F9">
        <w:t>příjmů</w:t>
      </w:r>
      <w:r>
        <w:t>, ve znění pozdějších předpisů (dále jen „</w:t>
      </w:r>
      <w:r>
        <w:rPr>
          <w:bCs/>
        </w:rPr>
        <w:t>zákon o daních z příjmů</w:t>
      </w:r>
      <w:r>
        <w:t>“)</w:t>
      </w:r>
      <w:r w:rsidRPr="000045F9">
        <w:t xml:space="preserve">. Zároveň se nejedná o změnu dokončené stavby ve smyslu </w:t>
      </w:r>
      <w:r>
        <w:t xml:space="preserve">starého </w:t>
      </w:r>
      <w:r w:rsidRPr="000045F9">
        <w:t>stavebního zákona</w:t>
      </w:r>
      <w:r>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1DCC289" w14:textId="7EDEF994" w:rsidR="00B104FA" w:rsidRDefault="009968AD" w:rsidP="00DD1B8B">
      <w:pPr>
        <w:pStyle w:val="Odrka1-2-"/>
        <w:tabs>
          <w:tab w:val="clear" w:pos="1531"/>
          <w:tab w:val="num" w:pos="709"/>
        </w:tabs>
        <w:ind w:left="993" w:hanging="284"/>
      </w:pPr>
      <w:r w:rsidRPr="000045F9">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Pr="000045F9">
        <w:t xml:space="preserve">stavebního zákona </w:t>
      </w:r>
      <w:r w:rsidR="00CC0ADA">
        <w:t>nebo § 6 odst. 1 nového stavebního zákona</w:t>
      </w:r>
      <w:r w:rsidR="00CC0AD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4E1C55" w:rsidRPr="004E1C55">
        <w:t xml:space="preserve"> </w:t>
      </w:r>
    </w:p>
    <w:p w14:paraId="7CDFB7E4" w14:textId="7F1FE0C0" w:rsidR="009968AD" w:rsidRDefault="004E1C55" w:rsidP="00B34E7F">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17C540F1" w:rsidR="00392730" w:rsidRPr="00447D3A"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r w:rsidR="00E65BBD" w:rsidRPr="009B1ABB">
        <w:t>Tento odstavec</w:t>
      </w:r>
      <w:r w:rsidR="00BA3D9D" w:rsidRPr="009B1ABB">
        <w:t>, resp. odrážka,</w:t>
      </w:r>
      <w:r w:rsidR="00E65BBD" w:rsidRPr="009B1ABB">
        <w:t xml:space="preserve"> se nevztahuje na službu </w:t>
      </w:r>
      <w:r w:rsidR="00E65BBD" w:rsidRPr="00447D3A">
        <w:t xml:space="preserve">dle písm. </w:t>
      </w:r>
      <w:r w:rsidR="000D2254">
        <w:t>b</w:t>
      </w:r>
      <w:r w:rsidR="00E65BBD" w:rsidRPr="00447D3A">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02FFE41B" w:rsidR="009E1AEE" w:rsidRDefault="009E1AEE" w:rsidP="009E1AEE">
      <w:pPr>
        <w:pStyle w:val="Textbezslovn"/>
      </w:pPr>
      <w:r>
        <w:t>Zadavatel požaduje předložení seznamu odborného personálu dodavatele. Pro každou osobu odborného personálu v níže uvedené funkci</w:t>
      </w:r>
      <w:r w:rsidR="001541FF">
        <w:t xml:space="preserve"> </w:t>
      </w:r>
      <w:r>
        <w:t>může být za účelem splnění kvalifikace doložena pouze jedna osoba</w:t>
      </w:r>
      <w:r w:rsidR="00A1455E">
        <w:t>, která splní veškeré kvalifikační požadavky pro danou funkci</w:t>
      </w:r>
      <w:r>
        <w:t>. Jednotlivé požadavky na kvalifikační kritéria u každé jednotlivé funkce</w:t>
      </w:r>
      <w:r w:rsidR="001541FF">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441CEA" w:rsidRDefault="00817A33" w:rsidP="001B3571">
      <w:pPr>
        <w:pStyle w:val="Odstavec1-1a"/>
        <w:numPr>
          <w:ilvl w:val="0"/>
          <w:numId w:val="11"/>
        </w:numPr>
        <w:rPr>
          <w:b/>
        </w:rPr>
      </w:pPr>
      <w:r w:rsidRPr="00441CEA">
        <w:rPr>
          <w:b/>
        </w:rPr>
        <w:t>hlavní projektant</w:t>
      </w:r>
      <w:r w:rsidR="003804E2" w:rsidRPr="00441CEA">
        <w:rPr>
          <w:b/>
        </w:rPr>
        <w:t xml:space="preserve"> (HIP)</w:t>
      </w:r>
      <w:r w:rsidR="009E1AEE" w:rsidRPr="00441CEA">
        <w:rPr>
          <w:b/>
        </w:rPr>
        <w:t xml:space="preserve"> </w:t>
      </w:r>
    </w:p>
    <w:p w14:paraId="640DC132" w14:textId="2C0BB29F" w:rsidR="009E1AEE" w:rsidRPr="00441CEA" w:rsidRDefault="009E1AEE" w:rsidP="009E1AEE">
      <w:pPr>
        <w:pStyle w:val="Odrka1-2-"/>
      </w:pPr>
      <w:r w:rsidRPr="00441CEA">
        <w:t xml:space="preserve">nejméně 5 let praxe v projektování </w:t>
      </w:r>
      <w:r w:rsidR="00455731" w:rsidRPr="00441CEA">
        <w:t>staveb železničních drah</w:t>
      </w:r>
      <w:r w:rsidR="00441CEA" w:rsidRPr="00441CEA">
        <w:t>;</w:t>
      </w:r>
    </w:p>
    <w:p w14:paraId="7EB977EC" w14:textId="6E6464A0" w:rsidR="009E1AEE" w:rsidRPr="00441CEA" w:rsidRDefault="009E1AEE" w:rsidP="009E1AEE">
      <w:pPr>
        <w:pStyle w:val="Odrka1-2-"/>
      </w:pPr>
      <w:r w:rsidRPr="00441CEA">
        <w:t xml:space="preserve">autorizace v rozsahu dle § 5 odst. 3 písm. b) </w:t>
      </w:r>
      <w:r w:rsidR="007201CD" w:rsidRPr="00441CEA">
        <w:t>autorizačního zákona</w:t>
      </w:r>
      <w:r w:rsidRPr="00441CEA">
        <w:t xml:space="preserve">, tedy pro dopravní stavby; </w:t>
      </w:r>
    </w:p>
    <w:p w14:paraId="2C3A93FE" w14:textId="441D703F" w:rsidR="009E1AEE" w:rsidRPr="00441CEA" w:rsidRDefault="009E1AEE" w:rsidP="00AF5E95">
      <w:pPr>
        <w:pStyle w:val="Odrka1-2-"/>
      </w:pPr>
      <w:r w:rsidRPr="00441CEA">
        <w:t>prokázat zkušenost s plněním alespoň</w:t>
      </w:r>
      <w:r w:rsidR="00A16220" w:rsidRPr="00441CEA">
        <w:t xml:space="preserve"> </w:t>
      </w:r>
      <w:r w:rsidR="007A6474" w:rsidRPr="00441CEA">
        <w:t>jedné zakázky</w:t>
      </w:r>
      <w:r w:rsidRPr="00441CEA">
        <w:t xml:space="preserve"> na projektové práce </w:t>
      </w:r>
      <w:r w:rsidR="000E1758" w:rsidRPr="00441CEA">
        <w:t xml:space="preserve">spočívající ve zpracování dokumentace </w:t>
      </w:r>
      <w:r w:rsidRPr="00441CEA">
        <w:t xml:space="preserve">pro stavby železničních drah ve stupni </w:t>
      </w:r>
      <w:r w:rsidR="00AF5E95" w:rsidRPr="00441CEA">
        <w:t xml:space="preserve">DPS nebo DPS+PDPS nebo </w:t>
      </w:r>
      <w:r w:rsidRPr="00441CEA">
        <w:t>DSP nebo DSP+PDPS nebo DUSP</w:t>
      </w:r>
      <w:r w:rsidR="00CA41FA" w:rsidRPr="00441CEA">
        <w:t>/DUSL</w:t>
      </w:r>
      <w:r w:rsidRPr="00441CEA">
        <w:t xml:space="preserve"> </w:t>
      </w:r>
      <w:r w:rsidR="00103A92" w:rsidRPr="00441CEA">
        <w:t>nebo DUSP</w:t>
      </w:r>
      <w:r w:rsidR="00CA41FA" w:rsidRPr="00441CEA">
        <w:t>/DUSL</w:t>
      </w:r>
      <w:r w:rsidR="00103A92" w:rsidRPr="00441CEA">
        <w:t xml:space="preserve">+PDPS </w:t>
      </w:r>
      <w:r w:rsidR="000E5DB6" w:rsidRPr="00441CEA">
        <w:t xml:space="preserve">nebo DUR+DSP nebo DUR+DSP+PDPS </w:t>
      </w:r>
      <w:r w:rsidRPr="00441CEA">
        <w:t>ve funkci vedoucího týmu</w:t>
      </w:r>
      <w:r w:rsidR="00D148BC" w:rsidRPr="00441CEA">
        <w:t xml:space="preserve"> </w:t>
      </w:r>
      <w:r w:rsidR="005E49D0" w:rsidRPr="00441CEA">
        <w:t>nebo zástupce vedoucího týmu</w:t>
      </w:r>
      <w:r w:rsidRPr="00441CEA">
        <w:t xml:space="preserve">, přičemž </w:t>
      </w:r>
      <w:r w:rsidR="00332F74" w:rsidRPr="00441CEA">
        <w:t xml:space="preserve">hodnota zakázky </w:t>
      </w:r>
      <w:r w:rsidR="00332F74" w:rsidRPr="00441CEA">
        <w:rPr>
          <w:rFonts w:cs="Arial"/>
          <w:bCs/>
        </w:rPr>
        <w:t xml:space="preserve">musí činit nejméně </w:t>
      </w:r>
      <w:r w:rsidR="00F855EE">
        <w:rPr>
          <w:rFonts w:cs="Arial"/>
          <w:b/>
        </w:rPr>
        <w:t>6</w:t>
      </w:r>
      <w:r w:rsidR="00441CEA" w:rsidRPr="00441CEA">
        <w:rPr>
          <w:rFonts w:cs="Arial"/>
          <w:b/>
        </w:rPr>
        <w:t xml:space="preserve"> </w:t>
      </w:r>
      <w:r w:rsidR="00332F74" w:rsidRPr="00441CEA">
        <w:rPr>
          <w:rFonts w:cs="Arial"/>
          <w:b/>
          <w:bCs/>
        </w:rPr>
        <w:t>mil. Kč</w:t>
      </w:r>
      <w:r w:rsidR="00332F74" w:rsidRPr="00441CEA">
        <w:rPr>
          <w:rFonts w:cs="Arial"/>
          <w:bCs/>
        </w:rPr>
        <w:t xml:space="preserve"> bez DPH</w:t>
      </w:r>
      <w:r w:rsidR="00332F74" w:rsidRPr="00441CEA">
        <w:t xml:space="preserve"> a </w:t>
      </w:r>
      <w:r w:rsidRPr="00441CEA">
        <w:t xml:space="preserve">musí </w:t>
      </w:r>
      <w:r w:rsidR="00332F74" w:rsidRPr="00441CEA">
        <w:t xml:space="preserve">se </w:t>
      </w:r>
      <w:r w:rsidRPr="00441CEA">
        <w:t>jednat o zakázk</w:t>
      </w:r>
      <w:r w:rsidR="00332F74" w:rsidRPr="00441CEA">
        <w:t>u</w:t>
      </w:r>
      <w:r w:rsidRPr="00441CEA">
        <w:t xml:space="preserve"> dokončen</w:t>
      </w:r>
      <w:r w:rsidR="00332F74" w:rsidRPr="00441CEA">
        <w:t>ou</w:t>
      </w:r>
      <w:r w:rsidRPr="00441CEA">
        <w:t>, avšak zadavatel nestanoví maximální lhůtu, ve které musel</w:t>
      </w:r>
      <w:r w:rsidR="00332F74" w:rsidRPr="00441CEA">
        <w:t>a</w:t>
      </w:r>
      <w:r w:rsidRPr="00441CEA">
        <w:t xml:space="preserve"> být zakázk</w:t>
      </w:r>
      <w:r w:rsidR="00332F74" w:rsidRPr="00441CEA">
        <w:t>a</w:t>
      </w:r>
      <w:r w:rsidRPr="00441CEA">
        <w:t xml:space="preserve"> dokončen</w:t>
      </w:r>
      <w:r w:rsidR="00332F74" w:rsidRPr="00441CEA">
        <w:t>a</w:t>
      </w:r>
      <w:r w:rsidRPr="00441CEA">
        <w:t>; pokud byla referovaná činnost součástí rozsáhlejšího plnění pro objednatele služby (např. kromě zpracování projektové dokumentace měl dodavatel vykonávat i dozor</w:t>
      </w:r>
      <w:r w:rsidR="007D3F64" w:rsidRPr="00441CEA">
        <w:t xml:space="preserve"> projektanta</w:t>
      </w:r>
      <w:r w:rsidRPr="00441CEA">
        <w:t>) postačí, pokud je dokončeno plněn</w:t>
      </w:r>
      <w:r w:rsidR="00355D2A" w:rsidRPr="00441CEA">
        <w:t>í</w:t>
      </w:r>
      <w:r w:rsidR="0033063F" w:rsidRPr="00441CEA">
        <w:t xml:space="preserve"> odpovídající </w:t>
      </w:r>
      <w:r w:rsidR="00857BAC" w:rsidRPr="00441CEA">
        <w:t xml:space="preserve">zadavatelem stanovené </w:t>
      </w:r>
      <w:r w:rsidR="0033063F" w:rsidRPr="00441CEA">
        <w:t>definici požadované zkušenosti</w:t>
      </w:r>
      <w:r w:rsidR="00355D2A" w:rsidRPr="00441CEA">
        <w:t>;</w:t>
      </w:r>
      <w:r w:rsidRPr="00441CEA">
        <w:t xml:space="preserve">  </w:t>
      </w:r>
    </w:p>
    <w:p w14:paraId="0AF61FD6" w14:textId="77777777" w:rsidR="005E49D0" w:rsidRPr="007A0170" w:rsidRDefault="005E49D0" w:rsidP="001B3571">
      <w:pPr>
        <w:pStyle w:val="Odstavec1-1a"/>
        <w:numPr>
          <w:ilvl w:val="0"/>
          <w:numId w:val="11"/>
        </w:numPr>
        <w:rPr>
          <w:b/>
        </w:rPr>
      </w:pPr>
      <w:r w:rsidRPr="007A0170">
        <w:rPr>
          <w:b/>
        </w:rPr>
        <w:t xml:space="preserve">zástupce hlavního projektanta  </w:t>
      </w:r>
    </w:p>
    <w:p w14:paraId="1F2FFABC" w14:textId="14721E7D" w:rsidR="005E49D0" w:rsidRPr="007A0170" w:rsidRDefault="005E49D0" w:rsidP="005E49D0">
      <w:pPr>
        <w:pStyle w:val="Odrka1-2-"/>
      </w:pPr>
      <w:r w:rsidRPr="007A0170">
        <w:t xml:space="preserve">nejméně 5 let praxe v projektování staveb železničních drah; </w:t>
      </w:r>
    </w:p>
    <w:p w14:paraId="6B35904C" w14:textId="7D756F52" w:rsidR="005E49D0" w:rsidRPr="00483CB0" w:rsidRDefault="005E49D0" w:rsidP="005E49D0">
      <w:pPr>
        <w:pStyle w:val="Odrka1-2-"/>
        <w:rPr>
          <w:b/>
        </w:rPr>
      </w:pPr>
      <w:r w:rsidRPr="007A0170">
        <w:t xml:space="preserve">autorizace v rozsahu dle § 5 odst. 3 písm. b) </w:t>
      </w:r>
      <w:r w:rsidR="00F45B56" w:rsidRPr="007A0170">
        <w:t>autorizačního zákona</w:t>
      </w:r>
      <w:r w:rsidRPr="007A0170">
        <w:t xml:space="preserve">, tedy pro </w:t>
      </w:r>
      <w:r w:rsidRPr="00836CC0">
        <w:t>dopravní stavby;</w:t>
      </w:r>
    </w:p>
    <w:p w14:paraId="5E4C4978" w14:textId="4E7540C1" w:rsidR="009E1AEE" w:rsidRPr="00836CC0" w:rsidRDefault="009E1AEE" w:rsidP="001B3571">
      <w:pPr>
        <w:pStyle w:val="Odstavec1-1a"/>
        <w:numPr>
          <w:ilvl w:val="0"/>
          <w:numId w:val="11"/>
        </w:numPr>
        <w:rPr>
          <w:b/>
        </w:rPr>
      </w:pPr>
      <w:r w:rsidRPr="00836CC0">
        <w:rPr>
          <w:b/>
        </w:rPr>
        <w:t>specialista na železniční svršek a spodek</w:t>
      </w:r>
    </w:p>
    <w:p w14:paraId="5D3774CB" w14:textId="2D6334E4" w:rsidR="00355D2A" w:rsidRPr="00836CC0" w:rsidRDefault="009E1AEE" w:rsidP="00355D2A">
      <w:pPr>
        <w:pStyle w:val="Odrka1-2-"/>
      </w:pPr>
      <w:r w:rsidRPr="00836CC0">
        <w:t xml:space="preserve">nejméně 5 let praxe </w:t>
      </w:r>
      <w:r w:rsidR="00222BAD" w:rsidRPr="00836CC0">
        <w:t xml:space="preserve">v projektování v oboru své specializace </w:t>
      </w:r>
      <w:r w:rsidR="000E1758" w:rsidRPr="00836CC0">
        <w:t>(železniční svršek a spodek)</w:t>
      </w:r>
      <w:r w:rsidRPr="00836CC0">
        <w:t xml:space="preserve">; </w:t>
      </w:r>
    </w:p>
    <w:p w14:paraId="3388847C" w14:textId="77777777" w:rsidR="009E1AEE" w:rsidRPr="00836CC0" w:rsidRDefault="009E1AEE" w:rsidP="00355D2A">
      <w:pPr>
        <w:pStyle w:val="Odrka1-2-"/>
      </w:pPr>
      <w:r w:rsidRPr="00836CC0">
        <w:t xml:space="preserve">autorizace v rozsahu dle § 5 odst. 3 písm. b) autorizačního zákona, tedy pro dopravní stavby; </w:t>
      </w:r>
    </w:p>
    <w:p w14:paraId="174F62BD" w14:textId="77777777" w:rsidR="009E1AEE" w:rsidRPr="00836CC0" w:rsidRDefault="009E1AEE" w:rsidP="001B3571">
      <w:pPr>
        <w:pStyle w:val="Odstavec1-1a"/>
        <w:numPr>
          <w:ilvl w:val="0"/>
          <w:numId w:val="11"/>
        </w:numPr>
        <w:rPr>
          <w:b/>
        </w:rPr>
      </w:pPr>
      <w:r w:rsidRPr="00836CC0">
        <w:rPr>
          <w:b/>
        </w:rPr>
        <w:t>specialista na mostní a inženýrské konstrukce</w:t>
      </w:r>
    </w:p>
    <w:p w14:paraId="18FAF453" w14:textId="77777777" w:rsidR="00355D2A" w:rsidRPr="00836CC0" w:rsidRDefault="009E1AEE" w:rsidP="00355D2A">
      <w:pPr>
        <w:pStyle w:val="Odrka1-2-"/>
      </w:pPr>
      <w:r w:rsidRPr="00836CC0">
        <w:t>nejméně 5 let praxe v projektování v oboru své specializace</w:t>
      </w:r>
      <w:r w:rsidR="000E1758" w:rsidRPr="00836CC0">
        <w:t xml:space="preserve"> (mostní a inženýrské konstrukce)</w:t>
      </w:r>
      <w:r w:rsidRPr="00836CC0">
        <w:t xml:space="preserve">; </w:t>
      </w:r>
    </w:p>
    <w:p w14:paraId="6E7BE1A0" w14:textId="19BEB3F1" w:rsidR="009E1AEE" w:rsidRPr="00836CC0" w:rsidRDefault="009E1AEE" w:rsidP="00355D2A">
      <w:pPr>
        <w:pStyle w:val="Odrka1-2-"/>
      </w:pPr>
      <w:r w:rsidRPr="00836CC0">
        <w:t xml:space="preserve">autorizace v rozsahu dle § 5 odst. 3 písm. d) autorizačního zákona, tedy v oboru mosty a inženýrské konstrukce; </w:t>
      </w:r>
    </w:p>
    <w:p w14:paraId="218BB049" w14:textId="77777777" w:rsidR="009E1AEE" w:rsidRPr="00836CC0" w:rsidRDefault="009E1AEE" w:rsidP="001B3571">
      <w:pPr>
        <w:pStyle w:val="Odstavec1-1a"/>
        <w:numPr>
          <w:ilvl w:val="0"/>
          <w:numId w:val="11"/>
        </w:numPr>
        <w:rPr>
          <w:b/>
        </w:rPr>
      </w:pPr>
      <w:r w:rsidRPr="00836CC0">
        <w:rPr>
          <w:b/>
        </w:rPr>
        <w:t>specialista na pozemní stavby</w:t>
      </w:r>
    </w:p>
    <w:p w14:paraId="40B47FFA" w14:textId="77777777" w:rsidR="00355D2A" w:rsidRPr="00836CC0" w:rsidRDefault="009E1AEE" w:rsidP="00355D2A">
      <w:pPr>
        <w:pStyle w:val="Odrka1-2-"/>
      </w:pPr>
      <w:r w:rsidRPr="00836CC0">
        <w:t>nejméně 5 let praxe v projektování v oboru své specializace</w:t>
      </w:r>
      <w:r w:rsidR="000E1758" w:rsidRPr="00836CC0">
        <w:t xml:space="preserve"> (pozemní stavby)</w:t>
      </w:r>
      <w:r w:rsidRPr="00836CC0">
        <w:t xml:space="preserve">; </w:t>
      </w:r>
    </w:p>
    <w:p w14:paraId="679E6712" w14:textId="77777777" w:rsidR="009E1AEE" w:rsidRPr="00836CC0" w:rsidRDefault="009E1AEE" w:rsidP="00355D2A">
      <w:pPr>
        <w:pStyle w:val="Odrka1-2-"/>
      </w:pPr>
      <w:r w:rsidRPr="00836CC0">
        <w:t>autorizace v rozsahu dle § 5 odst. 3 písm. a) autorizačního zákona, tedy v oboru pozemní stavby;</w:t>
      </w:r>
    </w:p>
    <w:p w14:paraId="42E501CB" w14:textId="77777777" w:rsidR="009E1AEE" w:rsidRPr="00836CC0" w:rsidRDefault="009E1AEE" w:rsidP="001B3571">
      <w:pPr>
        <w:pStyle w:val="Odstavec1-1a"/>
        <w:numPr>
          <w:ilvl w:val="0"/>
          <w:numId w:val="11"/>
        </w:numPr>
        <w:rPr>
          <w:b/>
        </w:rPr>
      </w:pPr>
      <w:r w:rsidRPr="00836CC0">
        <w:rPr>
          <w:b/>
        </w:rPr>
        <w:t>specialista na zabezpečovací zařízení</w:t>
      </w:r>
    </w:p>
    <w:p w14:paraId="3CD7E3D6" w14:textId="5876DF79" w:rsidR="00355D2A" w:rsidRPr="00836CC0" w:rsidRDefault="009E1AEE" w:rsidP="00355D2A">
      <w:pPr>
        <w:pStyle w:val="Odrka1-2-"/>
      </w:pPr>
      <w:r w:rsidRPr="00836CC0">
        <w:t xml:space="preserve">nejméně 5 let praxe </w:t>
      </w:r>
      <w:r w:rsidR="00222BAD" w:rsidRPr="00836CC0">
        <w:t xml:space="preserve">v projektování v oboru své specializace </w:t>
      </w:r>
      <w:r w:rsidR="00503605" w:rsidRPr="00836CC0">
        <w:t>(</w:t>
      </w:r>
      <w:r w:rsidR="00547AD2" w:rsidRPr="00836CC0">
        <w:t xml:space="preserve">železniční </w:t>
      </w:r>
      <w:r w:rsidR="00503605" w:rsidRPr="00836CC0">
        <w:t>zabezpečovací zařízení)</w:t>
      </w:r>
      <w:r w:rsidRPr="00836CC0">
        <w:t>;</w:t>
      </w:r>
    </w:p>
    <w:p w14:paraId="414C64AE" w14:textId="77777777" w:rsidR="009E1AEE" w:rsidRPr="00836CC0" w:rsidRDefault="009E1AEE" w:rsidP="00355D2A">
      <w:pPr>
        <w:pStyle w:val="Odrka1-2-"/>
      </w:pPr>
      <w:r w:rsidRPr="00836CC0">
        <w:t xml:space="preserve">autorizace v rozsahu dle § 5 odst. 3 písm. e) autorizačního zákona, tedy v oboru technologická zařízení staveb; </w:t>
      </w:r>
    </w:p>
    <w:p w14:paraId="2ABF3C2E" w14:textId="77777777" w:rsidR="009E1AEE" w:rsidRPr="00836CC0" w:rsidRDefault="009E1AEE" w:rsidP="001B3571">
      <w:pPr>
        <w:pStyle w:val="Odstavec1-1a"/>
        <w:numPr>
          <w:ilvl w:val="0"/>
          <w:numId w:val="11"/>
        </w:numPr>
        <w:rPr>
          <w:b/>
        </w:rPr>
      </w:pPr>
      <w:r w:rsidRPr="00836CC0">
        <w:rPr>
          <w:b/>
        </w:rPr>
        <w:t>specialista na sdělovací zařízení</w:t>
      </w:r>
    </w:p>
    <w:p w14:paraId="62D75630" w14:textId="4C622842" w:rsidR="00355D2A" w:rsidRPr="00836CC0" w:rsidRDefault="009E1AEE" w:rsidP="00355D2A">
      <w:pPr>
        <w:pStyle w:val="Odrka1-2-"/>
      </w:pPr>
      <w:r w:rsidRPr="00836CC0">
        <w:t xml:space="preserve">nejméně 5 let praxe </w:t>
      </w:r>
      <w:r w:rsidR="00222BAD" w:rsidRPr="00836CC0">
        <w:t xml:space="preserve">v projektování v oboru své specializace </w:t>
      </w:r>
      <w:r w:rsidR="00503605" w:rsidRPr="00836CC0">
        <w:t>(sdělovací zařízení)</w:t>
      </w:r>
      <w:r w:rsidRPr="00836CC0">
        <w:t xml:space="preserve">; </w:t>
      </w:r>
    </w:p>
    <w:p w14:paraId="7A124BAC" w14:textId="77777777" w:rsidR="009E1AEE" w:rsidRPr="00836CC0" w:rsidRDefault="009E1AEE" w:rsidP="00355D2A">
      <w:pPr>
        <w:pStyle w:val="Odrka1-2-"/>
      </w:pPr>
      <w:r w:rsidRPr="00836CC0">
        <w:t xml:space="preserve">autorizace v rozsahu dle § 5 odst. 3 písm. e) autorizačního zákona, tedy v oboru technologická zařízení staveb; </w:t>
      </w:r>
    </w:p>
    <w:p w14:paraId="2AEDF654" w14:textId="77777777" w:rsidR="009E1AEE" w:rsidRPr="00836CC0" w:rsidRDefault="009E1AEE" w:rsidP="001B3571">
      <w:pPr>
        <w:pStyle w:val="Odstavec1-1a"/>
        <w:numPr>
          <w:ilvl w:val="0"/>
          <w:numId w:val="11"/>
        </w:numPr>
        <w:rPr>
          <w:b/>
        </w:rPr>
      </w:pPr>
      <w:r w:rsidRPr="00836CC0">
        <w:rPr>
          <w:b/>
        </w:rPr>
        <w:t>specialista na trakční vedení</w:t>
      </w:r>
    </w:p>
    <w:p w14:paraId="24DCE838" w14:textId="06D904A9" w:rsidR="00355D2A" w:rsidRPr="00836CC0" w:rsidRDefault="009E1AEE" w:rsidP="00355D2A">
      <w:pPr>
        <w:pStyle w:val="Odrka1-2-"/>
      </w:pPr>
      <w:r w:rsidRPr="00836CC0">
        <w:t xml:space="preserve">nejméně 5 let praxe </w:t>
      </w:r>
      <w:r w:rsidR="00222BAD" w:rsidRPr="00836CC0">
        <w:t xml:space="preserve">v projektování v oboru své specializace </w:t>
      </w:r>
      <w:r w:rsidR="00503605" w:rsidRPr="00836CC0">
        <w:t>(trakční vedení)</w:t>
      </w:r>
      <w:r w:rsidRPr="00836CC0">
        <w:t xml:space="preserve">; </w:t>
      </w:r>
    </w:p>
    <w:p w14:paraId="49C57240" w14:textId="77777777" w:rsidR="009E1AEE" w:rsidRPr="00836CC0" w:rsidRDefault="009E1AEE" w:rsidP="00355D2A">
      <w:pPr>
        <w:pStyle w:val="Odrka1-2-"/>
      </w:pPr>
      <w:r w:rsidRPr="00836CC0">
        <w:t xml:space="preserve">autorizace v rozsahu dle § 5 odst. 3 písm. e) autorizačního zákona, tedy v oboru technologická zařízení staveb; </w:t>
      </w:r>
    </w:p>
    <w:p w14:paraId="36BCED26" w14:textId="77777777" w:rsidR="009E1AEE" w:rsidRPr="00836CC0" w:rsidRDefault="009E1AEE" w:rsidP="001B3571">
      <w:pPr>
        <w:pStyle w:val="Odstavec1-1a"/>
        <w:numPr>
          <w:ilvl w:val="0"/>
          <w:numId w:val="11"/>
        </w:numPr>
        <w:rPr>
          <w:b/>
        </w:rPr>
      </w:pPr>
      <w:r w:rsidRPr="00836CC0">
        <w:rPr>
          <w:b/>
        </w:rPr>
        <w:t>specialista na silnoproudou technologii</w:t>
      </w:r>
    </w:p>
    <w:p w14:paraId="774F3C94" w14:textId="6610C3C8" w:rsidR="00355D2A" w:rsidRPr="00836CC0" w:rsidRDefault="009E1AEE" w:rsidP="00355D2A">
      <w:pPr>
        <w:pStyle w:val="Odrka1-2-"/>
      </w:pPr>
      <w:r w:rsidRPr="00836CC0">
        <w:t xml:space="preserve">nejméně 5 let praxe </w:t>
      </w:r>
      <w:r w:rsidR="00222BAD" w:rsidRPr="00836CC0">
        <w:t xml:space="preserve">v projektování v oboru své specializace </w:t>
      </w:r>
      <w:r w:rsidR="00503605" w:rsidRPr="00836CC0">
        <w:t>(silnoproudá technologie)</w:t>
      </w:r>
      <w:r w:rsidRPr="00836CC0">
        <w:t xml:space="preserve">; </w:t>
      </w:r>
    </w:p>
    <w:p w14:paraId="35D3FBEB" w14:textId="77777777" w:rsidR="009E1AEE" w:rsidRPr="00836CC0" w:rsidRDefault="009E1AEE" w:rsidP="00355D2A">
      <w:pPr>
        <w:pStyle w:val="Odrka1-2-"/>
      </w:pPr>
      <w:r w:rsidRPr="00836CC0">
        <w:t xml:space="preserve">autorizace v rozsahu dle § 5 odst. 3 písm. e) autorizačního zákona, tedy v oboru technologická zařízení staveb; </w:t>
      </w:r>
    </w:p>
    <w:p w14:paraId="1DC0228A" w14:textId="77777777" w:rsidR="009E1AEE" w:rsidRPr="00836CC0" w:rsidRDefault="009E1AEE" w:rsidP="001B3571">
      <w:pPr>
        <w:pStyle w:val="Odstavec1-1a"/>
        <w:numPr>
          <w:ilvl w:val="0"/>
          <w:numId w:val="11"/>
        </w:numPr>
        <w:rPr>
          <w:b/>
        </w:rPr>
      </w:pPr>
      <w:r w:rsidRPr="00836CC0">
        <w:rPr>
          <w:b/>
        </w:rPr>
        <w:t>specialista na životní prostředí</w:t>
      </w:r>
    </w:p>
    <w:p w14:paraId="7D2386E7" w14:textId="77777777" w:rsidR="00355D2A" w:rsidRPr="00836CC0" w:rsidRDefault="009E1AEE" w:rsidP="00355D2A">
      <w:pPr>
        <w:pStyle w:val="Odrka1-2-"/>
      </w:pPr>
      <w:r w:rsidRPr="00836CC0">
        <w:t xml:space="preserve">nejméně 5 let praxe v projektování v oboru své specializace </w:t>
      </w:r>
      <w:r w:rsidR="00503605" w:rsidRPr="00836CC0">
        <w:t xml:space="preserve">(životní prostředí) </w:t>
      </w:r>
      <w:r w:rsidRPr="00836CC0">
        <w:t xml:space="preserve">nebo v posuzování vlivů na životní prostředí; </w:t>
      </w:r>
    </w:p>
    <w:p w14:paraId="56FB3D22" w14:textId="77777777" w:rsidR="009E1AEE" w:rsidRPr="00836CC0" w:rsidRDefault="009E1AEE" w:rsidP="00355D2A">
      <w:pPr>
        <w:pStyle w:val="Odrka1-2-"/>
      </w:pPr>
      <w:r w:rsidRPr="00836CC0">
        <w:t>autorizace ke zpracování dokumentace a posudku dle § 19 zák. č. 100/2001 Sb., o posuzování vlivů na životní prostředí, ve znění pozdějších předpisů;</w:t>
      </w:r>
    </w:p>
    <w:p w14:paraId="2EA74AE5" w14:textId="77777777" w:rsidR="009E1AEE" w:rsidRPr="00836CC0" w:rsidRDefault="009E1AEE" w:rsidP="001B3571">
      <w:pPr>
        <w:pStyle w:val="Odstavec1-1a"/>
        <w:numPr>
          <w:ilvl w:val="0"/>
          <w:numId w:val="11"/>
        </w:numPr>
        <w:rPr>
          <w:b/>
        </w:rPr>
      </w:pPr>
      <w:r w:rsidRPr="00836CC0">
        <w:rPr>
          <w:b/>
        </w:rPr>
        <w:t xml:space="preserve">koordinátor BOZP </w:t>
      </w:r>
    </w:p>
    <w:p w14:paraId="534BCC10" w14:textId="77777777" w:rsidR="00355D2A" w:rsidRPr="00836CC0" w:rsidRDefault="009E1AEE" w:rsidP="00355D2A">
      <w:pPr>
        <w:pStyle w:val="Odrka1-2-"/>
      </w:pPr>
      <w:r w:rsidRPr="00836CC0">
        <w:t xml:space="preserve">nejméně 3 roky praxe ve svém oboru; </w:t>
      </w:r>
    </w:p>
    <w:p w14:paraId="1DE05C67" w14:textId="11F8053F" w:rsidR="009E1AEE" w:rsidRPr="00836CC0" w:rsidRDefault="009E1AEE" w:rsidP="00355D2A">
      <w:pPr>
        <w:pStyle w:val="Odrka1-2-"/>
      </w:pPr>
      <w:r w:rsidRPr="00836CC0">
        <w:t xml:space="preserve">osvědčení o odborné způsobilosti koordinátora BOZP na staveništi podle § 14, resp. § 10 odst. 2 zákona č. 309/2006 Sb., o zajištění dalších podmínek bezpečnosti a ochrany zdraví při práci, </w:t>
      </w:r>
      <w:r w:rsidR="00D7668B" w:rsidRPr="00836CC0">
        <w:t>ve znění pozdějších předpisů</w:t>
      </w:r>
      <w:r w:rsidR="0000503C" w:rsidRPr="00836CC0">
        <w:t>, ve spojení s</w:t>
      </w:r>
      <w:r w:rsidRPr="00836CC0">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836CC0" w:rsidRDefault="009E1AEE" w:rsidP="001B3571">
      <w:pPr>
        <w:pStyle w:val="Odstavec1-1a"/>
        <w:numPr>
          <w:ilvl w:val="0"/>
          <w:numId w:val="11"/>
        </w:numPr>
        <w:rPr>
          <w:b/>
        </w:rPr>
      </w:pPr>
      <w:r w:rsidRPr="00836CC0">
        <w:rPr>
          <w:b/>
        </w:rPr>
        <w:t>specialista na inženýrskou činnost</w:t>
      </w:r>
    </w:p>
    <w:p w14:paraId="4FE00FAD" w14:textId="33147FB8" w:rsidR="009E1AEE" w:rsidRPr="00836CC0" w:rsidRDefault="009E1AEE" w:rsidP="00355D2A">
      <w:pPr>
        <w:pStyle w:val="Odrka1-2-"/>
      </w:pPr>
      <w:r w:rsidRPr="00836CC0">
        <w:t xml:space="preserve">nejméně 5 let praxe ve výkonu inženýrské činnosti pro vydání stavebního povolení nebo společného povolení </w:t>
      </w:r>
      <w:r w:rsidR="007278C9" w:rsidRPr="00836CC0">
        <w:t xml:space="preserve">nebo povolení </w:t>
      </w:r>
      <w:r w:rsidR="00DA5362" w:rsidRPr="00836CC0">
        <w:t xml:space="preserve">záměru (povolení </w:t>
      </w:r>
      <w:r w:rsidR="00F51311" w:rsidRPr="00836CC0">
        <w:t>stavby</w:t>
      </w:r>
      <w:r w:rsidR="00DA5362" w:rsidRPr="00836CC0">
        <w:t>)</w:t>
      </w:r>
      <w:r w:rsidR="007278C9" w:rsidRPr="00836CC0">
        <w:t xml:space="preserve">, </w:t>
      </w:r>
      <w:r w:rsidRPr="00836CC0">
        <w:t>včetně majetkoprávní přípravy staveb;</w:t>
      </w:r>
    </w:p>
    <w:p w14:paraId="446AC155" w14:textId="04FE2090"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38E8A650" w:rsidR="009E1AEE" w:rsidRDefault="009E1AEE" w:rsidP="009E1AEE">
      <w:pPr>
        <w:pStyle w:val="Textbezslovn"/>
      </w:pPr>
      <w:r>
        <w:t xml:space="preserve">Zadavatel si vyhrazuje právo ověřit pravdivost údajů o </w:t>
      </w:r>
      <w:r w:rsidRPr="00325DBF">
        <w:t xml:space="preserve">zkušenostech </w:t>
      </w:r>
      <w:r w:rsidR="00817A33" w:rsidRPr="00325DBF">
        <w:t>hlavního projektanta</w:t>
      </w:r>
      <w:r w:rsidR="00AD0714" w:rsidRPr="00325DBF">
        <w:t xml:space="preserve"> (HIP)</w:t>
      </w:r>
      <w:r w:rsidRPr="00325DBF">
        <w:t xml:space="preserve">, zejména, zda se na plnění konkrétních zakázek skutečně podílel. Za tímto účelem požaduje zadavatel v profesním životopisu </w:t>
      </w:r>
      <w:r w:rsidR="00AB6F88" w:rsidRPr="00325DBF">
        <w:t>tohoto člena</w:t>
      </w:r>
      <w:r w:rsidRPr="00325DBF">
        <w:t xml:space="preserve"> odborného personálu uvést informace a spojení na kontaktní osobu objednatele, pro něhož byla</w:t>
      </w:r>
      <w:r>
        <w:t xml:space="preserve">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728354AE" w:rsidR="006C21E8" w:rsidRDefault="00CB43B0"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2F9A0601"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42E52A02"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6C470DD3"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4059B66F"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433DCB3"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5" w:name="_Toc205539010"/>
      <w:r>
        <w:t>DALŠÍ INFORMACE/DOKUMENTY PŘEDKLÁDANÉ DODAVATELEM</w:t>
      </w:r>
      <w:r w:rsidR="00092CC9">
        <w:t xml:space="preserve"> v </w:t>
      </w:r>
      <w:r>
        <w:t>NABÍDCE</w:t>
      </w:r>
      <w:bookmarkEnd w:id="15"/>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9116B89" w14:textId="5FCE5CA3" w:rsidR="00C8082F" w:rsidRPr="00A536D7" w:rsidRDefault="00C8082F" w:rsidP="00C8082F">
      <w:pPr>
        <w:pStyle w:val="Odrka1-1"/>
      </w:pPr>
      <w:bookmarkStart w:id="16" w:name="_Hlk200358087"/>
      <w:r w:rsidRPr="00A536D7">
        <w:t>Vyplněn</w:t>
      </w:r>
      <w:r w:rsidR="00056716" w:rsidRPr="00A536D7">
        <w:t>ou</w:t>
      </w:r>
      <w:r w:rsidRPr="00A536D7">
        <w:t xml:space="preserve"> Příloh</w:t>
      </w:r>
      <w:r w:rsidR="00056716" w:rsidRPr="00A536D7">
        <w:t>u</w:t>
      </w:r>
      <w:r w:rsidRPr="00A536D7">
        <w:t xml:space="preserve"> č. 6 </w:t>
      </w:r>
      <w:r w:rsidR="007C22B6">
        <w:t xml:space="preserve">závazného vzoru smlouvy </w:t>
      </w:r>
      <w:r w:rsidRPr="00A536D7">
        <w:t>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r w:rsidR="00CB6786" w:rsidRPr="00A536D7">
        <w:t>.</w:t>
      </w:r>
      <w:r w:rsidR="00434370" w:rsidRPr="00A536D7">
        <w:t xml:space="preserve"> </w:t>
      </w:r>
    </w:p>
    <w:p w14:paraId="4EC790F8" w14:textId="393DD8EE" w:rsidR="00C8082F" w:rsidRPr="00414F96" w:rsidRDefault="00C8082F" w:rsidP="00C8082F">
      <w:pPr>
        <w:pStyle w:val="Odrka1-1"/>
      </w:pPr>
      <w:r w:rsidRPr="00414F96">
        <w:t>Vyplněn</w:t>
      </w:r>
      <w:r w:rsidR="00056716" w:rsidRPr="00414F96">
        <w:t>ou</w:t>
      </w:r>
      <w:r w:rsidRPr="00414F96">
        <w:t xml:space="preserve"> Příloh</w:t>
      </w:r>
      <w:r w:rsidR="00056716" w:rsidRPr="00414F96">
        <w:t>u</w:t>
      </w:r>
      <w:r w:rsidRPr="00414F96">
        <w:t xml:space="preserve"> č. 8 </w:t>
      </w:r>
      <w:r w:rsidR="007C22B6">
        <w:t xml:space="preserve">závazného vzoru smlouvy </w:t>
      </w:r>
      <w:r w:rsidRPr="00414F96">
        <w:t>s názvem Seznam poddodavatelů, a to ve formátu umožňujícím editaci</w:t>
      </w:r>
      <w:bookmarkEnd w:id="16"/>
      <w:r w:rsidR="009D549F">
        <w:t>.</w:t>
      </w:r>
    </w:p>
    <w:p w14:paraId="3CB5F53F" w14:textId="3FD44B77"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313F8A">
        <w:t>, zároveň dodavatel uvede v příslušné tabulce v Příloze č. 9 n</w:t>
      </w:r>
      <w:r w:rsidR="00313F8A" w:rsidRPr="00C82EB0">
        <w:t xml:space="preserve">ázev dokladu vloženého v nabídce, ze kterého je </w:t>
      </w:r>
      <w:r w:rsidR="00313F8A">
        <w:t xml:space="preserve">požadovaný </w:t>
      </w:r>
      <w:r w:rsidR="00313F8A" w:rsidRPr="00C82EB0">
        <w:t>údaj zřejmý</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68159EBF"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8D4A0E">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33A6349D"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8D4A0E">
        <w:t>doručená,</w:t>
      </w:r>
      <w:r>
        <w:t xml:space="preserve"> resp. odeslaná okamžikem doručení, resp. odeslání tomuto společníkovi</w:t>
      </w:r>
      <w:r w:rsidR="0035531B">
        <w:t>.</w:t>
      </w:r>
    </w:p>
    <w:p w14:paraId="3825A898" w14:textId="77777777" w:rsidR="0035531B" w:rsidRPr="00CA526D" w:rsidRDefault="0035531B" w:rsidP="0035531B">
      <w:pPr>
        <w:pStyle w:val="Text1-1"/>
        <w:rPr>
          <w:rStyle w:val="Tun9b"/>
          <w:b w:val="0"/>
          <w:bCs/>
        </w:rPr>
      </w:pPr>
      <w:r w:rsidRPr="00CA526D">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B4A091E" w:rsidR="00465FDD" w:rsidRDefault="00465FDD" w:rsidP="00A619CA">
      <w:pPr>
        <w:pStyle w:val="Odrka1-2-"/>
      </w:pPr>
      <w:r>
        <w:t xml:space="preserve">do těla závazného vzoru smlouvy </w:t>
      </w:r>
      <w:r w:rsidR="00547AD2">
        <w:t xml:space="preserve">v </w:t>
      </w:r>
      <w:r>
        <w:t>čl. 3.3</w:t>
      </w:r>
      <w:r w:rsidR="00A619CA">
        <w:t xml:space="preserve"> </w:t>
      </w:r>
      <w:r>
        <w:t>Cenu Díla bez DPH, která představuje součet Ceny za zpracování</w:t>
      </w:r>
      <w:r w:rsidR="005B41D6">
        <w:t xml:space="preserve"> </w:t>
      </w:r>
      <w:r w:rsidR="005B41D6" w:rsidRPr="005B4B33">
        <w:t>DPS</w:t>
      </w:r>
      <w:r w:rsidR="005B41D6">
        <w:t xml:space="preserve"> a</w:t>
      </w:r>
      <w:r w:rsidR="00774789">
        <w:t xml:space="preserve"> PDPS </w:t>
      </w:r>
      <w:r>
        <w:t xml:space="preserve">bez DPH a Ceny za výkon </w:t>
      </w:r>
      <w:r w:rsidR="00A26B4E">
        <w:t>D</w:t>
      </w:r>
      <w:r>
        <w:t xml:space="preserve">ozoru </w:t>
      </w:r>
      <w:r w:rsidR="007D3F64">
        <w:t xml:space="preserve">projektanta </w:t>
      </w:r>
      <w:r>
        <w:t>bez DPH;</w:t>
      </w:r>
    </w:p>
    <w:p w14:paraId="7CD6FE8B" w14:textId="77777777" w:rsidR="00465FDD" w:rsidRDefault="00465FDD" w:rsidP="00F348C0">
      <w:pPr>
        <w:pStyle w:val="Odrka1-2-"/>
      </w:pPr>
      <w:r>
        <w:t>do Přílohy č. 4 závazného vzoru smlouvy s názvem Rozpis Ceny Díla:</w:t>
      </w:r>
    </w:p>
    <w:p w14:paraId="5EF0244A" w14:textId="259C44E5" w:rsidR="00465FDD" w:rsidRDefault="00465FDD" w:rsidP="00F348C0">
      <w:pPr>
        <w:pStyle w:val="Odrka1-3"/>
        <w:numPr>
          <w:ilvl w:val="0"/>
          <w:numId w:val="0"/>
        </w:numPr>
        <w:ind w:left="1531"/>
      </w:pPr>
      <w:r>
        <w:t xml:space="preserve">Cenu za zpracování </w:t>
      </w:r>
      <w:r w:rsidR="000863AD" w:rsidRPr="005B4B33">
        <w:t>DPS</w:t>
      </w:r>
      <w:r w:rsidR="000863AD">
        <w:t xml:space="preserve"> </w:t>
      </w:r>
      <w:r>
        <w:t xml:space="preserve">a PDPS podle členění na základní a dodatečné služby, </w:t>
      </w:r>
      <w:r w:rsidR="00A26B4E">
        <w:t>C</w:t>
      </w:r>
      <w:r>
        <w:t xml:space="preserve">enu za výkon </w:t>
      </w:r>
      <w:r w:rsidR="00A26B4E">
        <w:t>D</w:t>
      </w:r>
      <w:r>
        <w:t>ozoru</w:t>
      </w:r>
      <w:r w:rsidR="007D3F64">
        <w:t xml:space="preserve"> projektanta</w:t>
      </w:r>
      <w:r>
        <w:t xml:space="preserve">, dále Cenu Díla </w:t>
      </w:r>
      <w:r w:rsidR="0015722A">
        <w:t>včetně</w:t>
      </w:r>
      <w:r>
        <w:t xml:space="preserve"> členění na Cenu za zpracování </w:t>
      </w:r>
      <w:r w:rsidR="000863AD" w:rsidRPr="005B4B33">
        <w:t>DPS</w:t>
      </w:r>
      <w:r w:rsidR="00D6552D">
        <w:t xml:space="preserve"> </w:t>
      </w:r>
      <w:r w:rsidR="00774789">
        <w:t xml:space="preserve">a PDPS </w:t>
      </w:r>
      <w:r>
        <w:t xml:space="preserve">a Cenu za výkon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w:t>
      </w:r>
      <w:r w:rsidR="004F6224">
        <w:t>zadavatelem</w:t>
      </w:r>
      <w:r w:rsidR="00F254D7">
        <w:t xml:space="preserve"> </w:t>
      </w:r>
      <w:r>
        <w:t xml:space="preserve">stanovené pracnosti (tj. množství hodin). </w:t>
      </w:r>
    </w:p>
    <w:p w14:paraId="4F899531" w14:textId="25A6D22F" w:rsidR="000C0FF2" w:rsidRPr="00C96037" w:rsidRDefault="000C0FF2" w:rsidP="000C0FF2">
      <w:pPr>
        <w:pStyle w:val="Odrka1-2-"/>
      </w:pPr>
      <w:r w:rsidRPr="00C96037">
        <w:t xml:space="preserve">Přílohu č. 6 </w:t>
      </w:r>
      <w:r w:rsidR="00C96037" w:rsidRPr="00C96037">
        <w:t xml:space="preserve">závazného vzoru smlouvy </w:t>
      </w:r>
      <w:r w:rsidRPr="00C96037">
        <w:t>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r w:rsidR="008D0339" w:rsidRPr="008D0339">
        <w:rPr>
          <w:highlight w:val="green"/>
        </w:rPr>
        <w:t xml:space="preserve"> </w:t>
      </w:r>
    </w:p>
    <w:p w14:paraId="455E5903" w14:textId="46A67979" w:rsidR="000C0FF2" w:rsidRPr="00C96037" w:rsidRDefault="000C0FF2" w:rsidP="00C96037">
      <w:pPr>
        <w:pStyle w:val="Odrka1-2-"/>
      </w:pPr>
      <w:r w:rsidRPr="00C96037">
        <w:t xml:space="preserve">Přílohu č. 8 </w:t>
      </w:r>
      <w:r w:rsidR="00C96037" w:rsidRPr="00C96037">
        <w:t xml:space="preserve">závazného vzoru smlouvy </w:t>
      </w:r>
      <w:r w:rsidRPr="00C96037">
        <w:t>s názvem Seznam poddodavatelů, a to ve formátu umožňujícím editaci.</w:t>
      </w:r>
    </w:p>
    <w:p w14:paraId="3DAD0639" w14:textId="3C2D634B" w:rsidR="0035531B" w:rsidRDefault="00465FDD" w:rsidP="00465FDD">
      <w:pPr>
        <w:pStyle w:val="Odrka1-1"/>
      </w:pPr>
      <w:r>
        <w:t xml:space="preserve">V případě nabídky podávané </w:t>
      </w:r>
      <w:r w:rsidR="008D4A0E">
        <w:t>fyzickou,</w:t>
      </w:r>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7" w:name="_Toc205539011"/>
      <w:r>
        <w:t>JAZYK NABÍDEK</w:t>
      </w:r>
      <w:r w:rsidR="008F0019" w:rsidRPr="008F0019">
        <w:t xml:space="preserve"> </w:t>
      </w:r>
      <w:r w:rsidR="008F0019">
        <w:t>A KOMUNIKAČNÍ JAZYK</w:t>
      </w:r>
      <w:bookmarkEnd w:id="17"/>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DCF2F84"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w:t>
      </w:r>
      <w:r w:rsidR="00DB1EAB">
        <w:t xml:space="preserve">soudních </w:t>
      </w:r>
      <w:r>
        <w:t>tlumočníků</w:t>
      </w:r>
      <w:r w:rsidR="00073D6A">
        <w:t xml:space="preserve"> a soudních překladatelů </w:t>
      </w:r>
      <w:r w:rsidR="00073D6A" w:rsidRPr="00272593">
        <w:t xml:space="preserve">podle zákona č. </w:t>
      </w:r>
      <w:r w:rsidR="00073D6A">
        <w:t xml:space="preserve">354/2019 </w:t>
      </w:r>
      <w:r w:rsidR="00073D6A" w:rsidRPr="00272593">
        <w:t xml:space="preserve">Sb., </w:t>
      </w:r>
      <w:r w:rsidR="00073D6A">
        <w:t>o soudních tlumočnících a soudních překladatelích</w:t>
      </w:r>
      <w:r w:rsidR="00073D6A" w:rsidRPr="00272593">
        <w:t>, ve znění pozdějších předpisů</w:t>
      </w:r>
      <w:r>
        <w:t xml:space="preserve">.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8" w:name="_Toc205539012"/>
      <w:r>
        <w:t>OBSAH</w:t>
      </w:r>
      <w:r w:rsidR="00845C50">
        <w:t xml:space="preserve"> a </w:t>
      </w:r>
      <w:r>
        <w:t>PODÁVÁNÍ NABÍDEK</w:t>
      </w:r>
      <w:bookmarkEnd w:id="18"/>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6B28815D"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vyhl.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8D4A0E">
        <w:t>50</w:t>
      </w:r>
      <w:r w:rsidR="008D4A0E"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01C8DF59" w:rsidR="00F348C0" w:rsidRDefault="00F348C0" w:rsidP="00F348C0">
      <w:pPr>
        <w:pStyle w:val="Odrka1-1"/>
      </w:pPr>
      <w:r>
        <w:t>Návrh Smlouvy o dílo na plnění této veřejné zakázky, zpracovaný dle instrukcí obsažených v těchto Pokynech, tedy doplněný co do jeho těla a co do jeho přílohy č. 4</w:t>
      </w:r>
      <w:r w:rsidRPr="00B90C94">
        <w:t xml:space="preserve">, </w:t>
      </w:r>
      <w:r w:rsidR="00DF6545" w:rsidRPr="00B90C94">
        <w:t xml:space="preserve">6 a 8, </w:t>
      </w:r>
      <w:r w:rsidRPr="00B90C94">
        <w:t>zbylé</w:t>
      </w:r>
      <w:r>
        <w:t xml:space="preserve">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505EC02E"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04E3EABD"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rsidR="00DF6128">
        <w:t>;</w:t>
      </w:r>
      <w:r w:rsidR="008E2AB5">
        <w:t xml:space="preserve"> zároveň dodavatel uvede v příslušné tabulce v Příloze č. 9 n</w:t>
      </w:r>
      <w:r w:rsidR="008E2AB5" w:rsidRPr="00C82EB0">
        <w:t xml:space="preserve">ázev dokladu vloženého v nabídce, ze kterého je údaj </w:t>
      </w:r>
      <w:r w:rsidR="001A6605">
        <w:t xml:space="preserve">požadovaný pro hodnocení </w:t>
      </w:r>
      <w:r w:rsidR="008E2AB5" w:rsidRPr="00C82EB0">
        <w:t>zřejmý</w:t>
      </w:r>
      <w:r w:rsidR="008E2AB5">
        <w:t>.</w:t>
      </w:r>
      <w:r w:rsidR="008E2AB5" w:rsidRPr="00C60726">
        <w:rPr>
          <w:rFonts w:asciiTheme="majorHAnsi" w:hAnsiTheme="majorHAnsi"/>
        </w:rPr>
        <w:t xml:space="preserve"> </w:t>
      </w:r>
      <w:r w:rsidR="008E2AB5">
        <w:t xml:space="preserve">Přiložené </w:t>
      </w:r>
      <w:r w:rsidR="008E2AB5" w:rsidRPr="005C3FEF">
        <w:t>doklady musí být předloženy s podpisy (např. s podpisem osob, kter</w:t>
      </w:r>
      <w:r w:rsidR="00717746">
        <w:t>é</w:t>
      </w:r>
      <w:r w:rsidR="008E2AB5" w:rsidRPr="005C3FEF">
        <w:t xml:space="preserve"> podepsal</w:t>
      </w:r>
      <w:r w:rsidR="00717746">
        <w:t>y</w:t>
      </w:r>
      <w:r w:rsidR="008E2AB5" w:rsidRPr="005C3FEF">
        <w:t xml:space="preserve"> smlouvu, s podpisem osoby, která vystavila </w:t>
      </w:r>
      <w:r w:rsidR="00717746">
        <w:t xml:space="preserve">osvědčení o </w:t>
      </w:r>
      <w:r w:rsidR="008E2AB5" w:rsidRPr="005C3FEF">
        <w:t>referenci apod.)</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3B1A8BB3" w:rsidR="00F348C0" w:rsidRDefault="00F348C0" w:rsidP="00F348C0">
      <w:pPr>
        <w:pStyle w:val="Text1-1"/>
      </w:pPr>
      <w:r>
        <w:t xml:space="preserve">Nabídky podané po uplynutí lhůty pro podání nabídky nebo podané </w:t>
      </w:r>
      <w:r w:rsidR="001A3D62">
        <w:t>jiným</w:t>
      </w:r>
      <w:r>
        <w:t xml:space="preserve"> než výše uvedeným způsobem, nebudou otevřeny a v průběhu zadávacího řízení se k nim nepřihlíží. </w:t>
      </w:r>
    </w:p>
    <w:p w14:paraId="58F05AC5" w14:textId="5DFF8DC2"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w:t>
      </w:r>
      <w:r w:rsidR="00CA4574">
        <w:t xml:space="preserve">, jakož i na grafickou podobu formulářů obsažených v přílohách těchto </w:t>
      </w:r>
      <w:r w:rsidR="00F97CCC">
        <w:t>Pokynů, mají</w:t>
      </w:r>
      <w:r>
        <w:t xml:space="preserve"> doporučující charakter. Případné nedodržení uvedených formálních požadavků na členění nabídky</w:t>
      </w:r>
      <w:r w:rsidR="00FF2264">
        <w:t>, případně doložení formulářů v jiné než předepsané grafické podobě, avšak obsahující všechny požadované údaje,</w:t>
      </w:r>
      <w:r>
        <w:t xml:space="preserve">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9" w:name="_Toc205539013"/>
      <w:r>
        <w:t>POŽADAVKY NA ZPRACOVÁNÍ NABÍDKOVÉ CENY</w:t>
      </w:r>
      <w:bookmarkEnd w:id="19"/>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1AE7A0B3"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za zpracování </w:t>
      </w:r>
      <w:r w:rsidR="005B41D6" w:rsidRPr="003C0789">
        <w:t>DPS</w:t>
      </w:r>
      <w:r w:rsidR="005B41D6">
        <w:t xml:space="preserve"> a</w:t>
      </w:r>
      <w:r w:rsidR="00040961">
        <w:t xml:space="preserve"> PDPS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0" w:name="_Toc205539014"/>
      <w:r>
        <w:t>VARIANTY NABÍDKY</w:t>
      </w:r>
      <w:bookmarkEnd w:id="20"/>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1" w:name="_Toc205539015"/>
      <w:r>
        <w:t>OTEVÍRÁNÍ NABÍDEK</w:t>
      </w:r>
      <w:bookmarkEnd w:id="21"/>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2" w:name="_Toc205539016"/>
      <w:r>
        <w:t>POSOUZENÍ SPLNĚNÍ PODMÍNEK ÚČASTI</w:t>
      </w:r>
      <w:bookmarkEnd w:id="22"/>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3" w:name="_Toc205539017"/>
      <w:r>
        <w:t>HODNOCENÍ NABÍDEK</w:t>
      </w:r>
      <w:bookmarkEnd w:id="23"/>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37F2A22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zpracování </w:t>
      </w:r>
      <w:r w:rsidR="005B41D6" w:rsidRPr="00925423">
        <w:t>DPS</w:t>
      </w:r>
      <w:r w:rsidR="005B41D6">
        <w:t xml:space="preserve"> a</w:t>
      </w:r>
      <w:r w:rsidR="00040961">
        <w:t xml:space="preserve"> PDPS </w:t>
      </w:r>
      <w:r>
        <w:t xml:space="preserve">bez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hideMark/>
          </w:tcPr>
          <w:p w14:paraId="3A4ABF46" w14:textId="65C5795C"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7C68A1">
              <w:rPr>
                <w:rFonts w:cs="Arial"/>
                <w:b/>
              </w:rPr>
              <w:t>6</w:t>
            </w:r>
            <w:r w:rsidR="0005180C" w:rsidRPr="0005180C">
              <w:rPr>
                <w:rFonts w:cs="Arial"/>
                <w:b/>
              </w:rPr>
              <w:t xml:space="preserve"> mil.</w:t>
            </w:r>
            <w:r w:rsidRPr="00B77110">
              <w:rPr>
                <w:rFonts w:cs="Arial"/>
                <w:b/>
                <w:bCs/>
              </w:rPr>
              <w:t xml:space="preserve"> </w:t>
            </w:r>
            <w:r w:rsidRPr="007C68A1">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AC7742">
        <w:trPr>
          <w:trHeight w:val="510"/>
        </w:trPr>
        <w:tc>
          <w:tcPr>
            <w:tcW w:w="1843" w:type="dxa"/>
            <w:tcBorders>
              <w:top w:val="single" w:sz="4" w:space="0" w:color="auto"/>
              <w:left w:val="single" w:sz="4" w:space="0" w:color="auto"/>
              <w:bottom w:val="single" w:sz="4" w:space="0" w:color="auto"/>
              <w:right w:val="single" w:sz="4" w:space="0" w:color="auto"/>
            </w:tcBorders>
            <w:hideMark/>
          </w:tcPr>
          <w:p w14:paraId="7A91680E" w14:textId="77777777" w:rsidR="00B77110" w:rsidRPr="00AC7742" w:rsidRDefault="00B77110" w:rsidP="00631EAA">
            <w:pPr>
              <w:rPr>
                <w:rFonts w:cs="Arial"/>
                <w:bCs/>
              </w:rPr>
            </w:pPr>
            <w:r w:rsidRPr="00AC7742">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hideMark/>
          </w:tcPr>
          <w:p w14:paraId="3751E170" w14:textId="75D291E2" w:rsidR="00B77110" w:rsidRPr="00AC7742" w:rsidRDefault="00D96B3F" w:rsidP="008024CD">
            <w:pPr>
              <w:jc w:val="both"/>
              <w:rPr>
                <w:rFonts w:cs="Arial"/>
                <w:bCs/>
              </w:rPr>
            </w:pPr>
            <w:r w:rsidRPr="00AC7742">
              <w:rPr>
                <w:rFonts w:cs="Arial"/>
                <w:bCs/>
              </w:rPr>
              <w:t xml:space="preserve">zkušenost se zpracováním dokumentace pro stavby železničních drah ve stupni </w:t>
            </w:r>
            <w:r w:rsidR="00944DDB" w:rsidRPr="00AC7742">
              <w:t xml:space="preserve">DPS nebo DPS+PDPS nebo </w:t>
            </w:r>
            <w:r w:rsidRPr="00AC7742">
              <w:rPr>
                <w:rFonts w:cs="Arial"/>
                <w:bCs/>
              </w:rPr>
              <w:t xml:space="preserve">DSP nebo DSP+PDPS nebo </w:t>
            </w:r>
            <w:r w:rsidRPr="00AC7742">
              <w:rPr>
                <w:rFonts w:cs="Calibri"/>
              </w:rPr>
              <w:t>DUSP</w:t>
            </w:r>
            <w:r w:rsidR="00E10A14" w:rsidRPr="00AC7742">
              <w:rPr>
                <w:rFonts w:cs="Calibri"/>
              </w:rPr>
              <w:t>/DUSL</w:t>
            </w:r>
            <w:r w:rsidRPr="00AC7742">
              <w:rPr>
                <w:rFonts w:cs="Arial"/>
                <w:bCs/>
              </w:rPr>
              <w:t xml:space="preserve"> </w:t>
            </w:r>
            <w:r w:rsidRPr="00AC7742">
              <w:t>nebo DUSP</w:t>
            </w:r>
            <w:r w:rsidR="00E10A14" w:rsidRPr="00AC7742">
              <w:t>/DUSL</w:t>
            </w:r>
            <w:r w:rsidRPr="00AC7742">
              <w:t>+PDPS</w:t>
            </w:r>
            <w:r w:rsidRPr="00AC7742">
              <w:rPr>
                <w:rFonts w:cs="Arial"/>
                <w:bCs/>
              </w:rPr>
              <w:t xml:space="preserve"> </w:t>
            </w:r>
            <w:r w:rsidR="000E5DB6" w:rsidRPr="00AC7742">
              <w:t>nebo DUR+DSP nebo DUR+DSP+PDPS</w:t>
            </w:r>
            <w:r w:rsidR="000E5DB6" w:rsidRPr="00AC7742">
              <w:rPr>
                <w:rFonts w:cs="Arial"/>
                <w:bCs/>
              </w:rPr>
              <w:t xml:space="preserve"> </w:t>
            </w:r>
            <w:r w:rsidRPr="00AC7742">
              <w:rPr>
                <w:rFonts w:cs="Arial"/>
                <w:bCs/>
              </w:rPr>
              <w:t xml:space="preserve">ve svém oboru (železniční svršek a spodek) ve funkci specialisty nebo odpovědného projektanta v rámci zakázky na </w:t>
            </w:r>
            <w:r w:rsidRPr="00AC7742">
              <w:rPr>
                <w:rFonts w:cs="Calibri"/>
              </w:rPr>
              <w:t xml:space="preserve">projektové </w:t>
            </w:r>
            <w:r w:rsidRPr="00AC7742">
              <w:rPr>
                <w:rFonts w:cs="Arial"/>
                <w:bCs/>
              </w:rPr>
              <w:t xml:space="preserve">práce spočívající ve zpracování dokumentace s hodnotou zakázky ve výši nejméně </w:t>
            </w:r>
            <w:r w:rsidR="007C68A1" w:rsidRPr="00AC7742">
              <w:rPr>
                <w:rFonts w:cs="Arial"/>
                <w:b/>
              </w:rPr>
              <w:t>6</w:t>
            </w:r>
            <w:r w:rsidR="00FC0CD3" w:rsidRPr="00AC7742">
              <w:rPr>
                <w:rFonts w:cs="Arial"/>
                <w:b/>
              </w:rPr>
              <w:t xml:space="preserve"> mil.</w:t>
            </w:r>
            <w:r w:rsidR="00FC0CD3" w:rsidRPr="00AC7742">
              <w:rPr>
                <w:rFonts w:cs="Arial"/>
                <w:b/>
                <w:bCs/>
              </w:rPr>
              <w:t xml:space="preserve"> </w:t>
            </w:r>
            <w:r w:rsidRPr="00AC7742">
              <w:rPr>
                <w:rFonts w:cs="Arial"/>
                <w:bCs/>
              </w:rPr>
              <w:t xml:space="preserve"> </w:t>
            </w:r>
            <w:r w:rsidRPr="00AC7742">
              <w:rPr>
                <w:rFonts w:cs="Arial"/>
                <w:b/>
              </w:rPr>
              <w:t>Kč</w:t>
            </w:r>
            <w:r w:rsidRPr="00AC7742">
              <w:rPr>
                <w:rFonts w:cs="Arial"/>
                <w:bCs/>
              </w:rPr>
              <w:t xml:space="preserve">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A91BB1" w14:textId="77777777" w:rsidR="00E0557D" w:rsidRDefault="00E0557D" w:rsidP="00631EAA">
            <w:pPr>
              <w:rPr>
                <w:rFonts w:cs="Arial"/>
                <w:bCs/>
              </w:rPr>
            </w:pPr>
          </w:p>
          <w:p w14:paraId="5B42655F" w14:textId="5E1E9E3B"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0587F62C" w:rsidR="00B77110" w:rsidRDefault="00B77110" w:rsidP="00B77110">
      <w:pPr>
        <w:pStyle w:val="Text1-1"/>
        <w:numPr>
          <w:ilvl w:val="0"/>
          <w:numId w:val="0"/>
        </w:numPr>
        <w:ind w:left="737"/>
      </w:pPr>
      <w:r>
        <w:t>Dodavatel může u každé funkce člena odborného personálu dodavatele</w:t>
      </w:r>
      <w:r w:rsidR="00E13E22">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C7D12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1BD5D223"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0153137" w:rsidR="00B77110" w:rsidRDefault="003E611F" w:rsidP="00B77110">
      <w:pPr>
        <w:pStyle w:val="Text1-1"/>
        <w:numPr>
          <w:ilvl w:val="0"/>
          <w:numId w:val="0"/>
        </w:numPr>
        <w:ind w:left="737"/>
      </w:pPr>
      <w:r w:rsidRPr="00F6418B">
        <w:rPr>
          <w:b/>
          <w:bCs/>
        </w:rPr>
        <w:t xml:space="preserve">Dodavatel je povinen připojit k Příloze č. 9 těchto Pokynů s názvem </w:t>
      </w:r>
      <w:r w:rsidR="00E56CBF" w:rsidRPr="00F6418B">
        <w:rPr>
          <w:b/>
          <w:bCs/>
        </w:rPr>
        <w:t xml:space="preserve">Seznam </w:t>
      </w:r>
      <w:r w:rsidRPr="00F6418B">
        <w:rPr>
          <w:b/>
          <w:bCs/>
        </w:rPr>
        <w:t xml:space="preserve">zkušeností hodnocených členů odborného personálu doklady (postačují v kopii), kterými dodavatel </w:t>
      </w:r>
      <w:r w:rsidR="00472ED5" w:rsidRPr="00F6418B">
        <w:rPr>
          <w:b/>
          <w:bCs/>
        </w:rPr>
        <w:t>do</w:t>
      </w:r>
      <w:r w:rsidRPr="00F6418B">
        <w:rPr>
          <w:b/>
          <w:bCs/>
        </w:rPr>
        <w:t>lož</w:t>
      </w:r>
      <w:r w:rsidR="00D84201" w:rsidRPr="00F6418B">
        <w:rPr>
          <w:b/>
          <w:bCs/>
        </w:rPr>
        <w:t>í</w:t>
      </w:r>
      <w:r w:rsidRPr="00F6418B">
        <w:rPr>
          <w:b/>
          <w:bCs/>
        </w:rPr>
        <w:t xml:space="preserve"> zkušenosti </w:t>
      </w:r>
      <w:r w:rsidR="008E3AB5" w:rsidRPr="00F6418B">
        <w:rPr>
          <w:b/>
          <w:bCs/>
        </w:rPr>
        <w:t xml:space="preserve">hodnocených členů odborného personálu </w:t>
      </w:r>
      <w:r w:rsidRPr="00F6418B">
        <w:rPr>
          <w:b/>
          <w:bCs/>
        </w:rPr>
        <w:t>s plněním zakázek, jež jsou v </w:t>
      </w:r>
      <w:r w:rsidR="00472ED5" w:rsidRPr="00F6418B">
        <w:rPr>
          <w:b/>
          <w:bCs/>
        </w:rPr>
        <w:t>seznamu</w:t>
      </w:r>
      <w:r w:rsidRPr="00F6418B">
        <w:rPr>
          <w:b/>
          <w:bCs/>
        </w:rPr>
        <w:t xml:space="preserve"> uvedeny pro účely hodnocení</w:t>
      </w:r>
      <w:r w:rsidR="005037A9" w:rsidRPr="00F6418B">
        <w:rPr>
          <w:b/>
          <w:bCs/>
        </w:rPr>
        <w:t xml:space="preserve">, </w:t>
      </w:r>
      <w:r w:rsidR="00406084" w:rsidRPr="00F6418B">
        <w:rPr>
          <w:b/>
          <w:bCs/>
        </w:rPr>
        <w:t>přičemž z dokladů musí</w:t>
      </w:r>
      <w:r w:rsidR="005037A9" w:rsidRPr="00F6418B">
        <w:rPr>
          <w:b/>
          <w:bCs/>
        </w:rPr>
        <w:t xml:space="preserve"> vyplývat naplnění </w:t>
      </w:r>
      <w:r w:rsidR="00843FEF" w:rsidRPr="00F6418B">
        <w:rPr>
          <w:b/>
          <w:bCs/>
        </w:rPr>
        <w:t xml:space="preserve">všech jednotlivých </w:t>
      </w:r>
      <w:r w:rsidR="005037A9" w:rsidRPr="00F6418B">
        <w:rPr>
          <w:b/>
          <w:bCs/>
        </w:rPr>
        <w:t xml:space="preserve">parametrů </w:t>
      </w:r>
      <w:r w:rsidR="00843FEF" w:rsidRPr="00F6418B">
        <w:rPr>
          <w:b/>
          <w:bCs/>
        </w:rPr>
        <w:t xml:space="preserve">požadovaných pro hodnocení, tj. </w:t>
      </w:r>
      <w:r w:rsidR="00F7701A" w:rsidRPr="00F6418B">
        <w:rPr>
          <w:b/>
          <w:bCs/>
        </w:rPr>
        <w:t xml:space="preserve">stupeň dokumentace, vykonávaná funkce, doba dokončení, hodnota zakázky příp. jiné požadované parametry </w:t>
      </w:r>
      <w:r w:rsidRPr="00F6418B">
        <w:rPr>
          <w:b/>
          <w:bCs/>
        </w:rPr>
        <w:t>(</w:t>
      </w:r>
      <w:r w:rsidR="00F7701A" w:rsidRPr="00F6418B">
        <w:rPr>
          <w:b/>
          <w:bCs/>
        </w:rPr>
        <w:t xml:space="preserve">dokladem je </w:t>
      </w:r>
      <w:r w:rsidRPr="00F6418B">
        <w:rPr>
          <w:b/>
          <w:bCs/>
        </w:rPr>
        <w:t>například smlouva</w:t>
      </w:r>
      <w:r w:rsidR="008E3AB5" w:rsidRPr="00F6418B">
        <w:rPr>
          <w:b/>
          <w:bCs/>
        </w:rPr>
        <w:t xml:space="preserve"> na plnění zakázky</w:t>
      </w:r>
      <w:r w:rsidRPr="00F6418B">
        <w:rPr>
          <w:b/>
          <w:bCs/>
        </w:rPr>
        <w:t xml:space="preserve">, osvědčení objednatele, </w:t>
      </w:r>
      <w:r w:rsidR="000D1296" w:rsidRPr="00F6418B">
        <w:rPr>
          <w:b/>
          <w:bCs/>
        </w:rPr>
        <w:t xml:space="preserve">úvodní strana dokumentace s </w:t>
      </w:r>
      <w:r w:rsidRPr="00F6418B">
        <w:rPr>
          <w:b/>
          <w:bCs/>
        </w:rPr>
        <w:t>popisov</w:t>
      </w:r>
      <w:r w:rsidR="000D1296" w:rsidRPr="00F6418B">
        <w:rPr>
          <w:b/>
          <w:bCs/>
        </w:rPr>
        <w:t>ým</w:t>
      </w:r>
      <w:r w:rsidRPr="00F6418B">
        <w:rPr>
          <w:b/>
          <w:bCs/>
        </w:rPr>
        <w:t xml:space="preserve"> pole</w:t>
      </w:r>
      <w:r w:rsidR="000D1296" w:rsidRPr="00F6418B">
        <w:rPr>
          <w:b/>
          <w:bCs/>
        </w:rPr>
        <w:t>m</w:t>
      </w:r>
      <w:r w:rsidR="00FE5726" w:rsidRPr="00F6418B">
        <w:rPr>
          <w:b/>
          <w:bCs/>
        </w:rPr>
        <w:t>,</w:t>
      </w:r>
      <w:r w:rsidRPr="00F6418B">
        <w:rPr>
          <w:b/>
          <w:bCs/>
        </w:rPr>
        <w:t xml:space="preserve"> </w:t>
      </w:r>
      <w:r w:rsidR="00FE5726" w:rsidRPr="00F6418B">
        <w:rPr>
          <w:b/>
          <w:bCs/>
        </w:rPr>
        <w:t>protokol o provedení díla</w:t>
      </w:r>
      <w:r w:rsidR="000D1296" w:rsidRPr="00F6418B">
        <w:rPr>
          <w:b/>
          <w:bCs/>
        </w:rPr>
        <w:t>, deník autorizované osoby, ve smyslu autorizačního zákona, ve kterém je každá autorizovaná osoba povinna vést chronologický seznam dokumentů opatřených autorizačním razítkem</w:t>
      </w:r>
      <w:r w:rsidR="00FE5726" w:rsidRPr="00F6418B">
        <w:rPr>
          <w:b/>
          <w:bCs/>
        </w:rPr>
        <w:t xml:space="preserve"> či jiný alternativní doklad</w:t>
      </w:r>
      <w:r w:rsidRPr="00F6418B">
        <w:rPr>
          <w:b/>
          <w:bCs/>
        </w:rPr>
        <w:t xml:space="preserve">). </w:t>
      </w:r>
      <w:r w:rsidR="00F55F8A" w:rsidRPr="00F6418B">
        <w:rPr>
          <w:b/>
          <w:bCs/>
        </w:rPr>
        <w:t xml:space="preserve">Pokud z některého dokladu vyplývá naplnění jen některých parametrů požadovaných pro hodnocení (např. úvodní strana dokumentace s popisovým polem nedokládá cenu zakázky), zadavatel upozorňuje, že takový doklad postačovat sám o sobě nebude a je třeba již v nabídce předložit i další doklad, ze kterého bude vyplývat i naplnění zbývajících parametrů požadovaných pro hodnocení. </w:t>
      </w:r>
      <w:r w:rsidR="00C93590" w:rsidRPr="00F6418B">
        <w:rPr>
          <w:rFonts w:asciiTheme="majorHAnsi" w:hAnsiTheme="majorHAnsi"/>
          <w:b/>
          <w:bCs/>
        </w:rPr>
        <w:t>Z</w:t>
      </w:r>
      <w:r w:rsidR="00C93590" w:rsidRPr="00F6418B">
        <w:rPr>
          <w:b/>
          <w:bCs/>
        </w:rPr>
        <w:t xml:space="preserve">ároveň dodavatel uvede v příslušné tabulce v Příloze č. 9 název dokladu vloženého v nabídce, ze kterého je </w:t>
      </w:r>
      <w:r w:rsidR="009B562E" w:rsidRPr="00F6418B">
        <w:rPr>
          <w:b/>
          <w:bCs/>
        </w:rPr>
        <w:t xml:space="preserve">předmětný údaj pro účely hodnocení </w:t>
      </w:r>
      <w:r w:rsidR="00C93590" w:rsidRPr="00F6418B">
        <w:rPr>
          <w:b/>
          <w:bCs/>
        </w:rPr>
        <w:t>zřejmý.</w:t>
      </w:r>
      <w:r w:rsidR="00C93590" w:rsidRPr="00F6418B">
        <w:rPr>
          <w:rFonts w:asciiTheme="majorHAnsi" w:hAnsiTheme="majorHAnsi"/>
          <w:b/>
          <w:bCs/>
        </w:rPr>
        <w:t xml:space="preserve"> Přiložené doklady musí být předloženy s podpisy (např. s podpis</w:t>
      </w:r>
      <w:r w:rsidR="009B562E" w:rsidRPr="00F6418B">
        <w:rPr>
          <w:rFonts w:asciiTheme="majorHAnsi" w:hAnsiTheme="majorHAnsi"/>
          <w:b/>
          <w:bCs/>
        </w:rPr>
        <w:t>y</w:t>
      </w:r>
      <w:r w:rsidR="00C93590" w:rsidRPr="00F6418B">
        <w:rPr>
          <w:rFonts w:asciiTheme="majorHAnsi" w:hAnsiTheme="majorHAnsi"/>
          <w:b/>
          <w:bCs/>
        </w:rPr>
        <w:t xml:space="preserve"> osob, kter</w:t>
      </w:r>
      <w:r w:rsidR="009B562E" w:rsidRPr="00F6418B">
        <w:rPr>
          <w:rFonts w:asciiTheme="majorHAnsi" w:hAnsiTheme="majorHAnsi"/>
          <w:b/>
          <w:bCs/>
        </w:rPr>
        <w:t>é</w:t>
      </w:r>
      <w:r w:rsidR="00C93590" w:rsidRPr="00F6418B">
        <w:rPr>
          <w:rFonts w:asciiTheme="majorHAnsi" w:hAnsiTheme="majorHAnsi"/>
          <w:b/>
          <w:bCs/>
        </w:rPr>
        <w:t xml:space="preserve"> podepsal</w:t>
      </w:r>
      <w:r w:rsidR="009B562E" w:rsidRPr="00F6418B">
        <w:rPr>
          <w:rFonts w:asciiTheme="majorHAnsi" w:hAnsiTheme="majorHAnsi"/>
          <w:b/>
          <w:bCs/>
        </w:rPr>
        <w:t>y</w:t>
      </w:r>
      <w:r w:rsidR="00C93590" w:rsidRPr="00F6418B">
        <w:rPr>
          <w:rFonts w:asciiTheme="majorHAnsi" w:hAnsiTheme="majorHAnsi"/>
          <w:b/>
          <w:bCs/>
        </w:rPr>
        <w:t xml:space="preserve"> smlouvu, s podpisem osoby, která vystavila </w:t>
      </w:r>
      <w:r w:rsidR="009B562E" w:rsidRPr="00F6418B">
        <w:rPr>
          <w:rFonts w:asciiTheme="majorHAnsi" w:hAnsiTheme="majorHAnsi"/>
          <w:b/>
          <w:bCs/>
        </w:rPr>
        <w:t xml:space="preserve">osvědčení o </w:t>
      </w:r>
      <w:r w:rsidR="00C93590" w:rsidRPr="00F6418B">
        <w:rPr>
          <w:rFonts w:asciiTheme="majorHAnsi" w:hAnsiTheme="majorHAnsi"/>
          <w:b/>
          <w:bCs/>
        </w:rPr>
        <w:t>referenci apod.).</w:t>
      </w:r>
      <w:r w:rsidR="00C60DEA" w:rsidRPr="00A2248E">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r w:rsidR="005C1D66">
        <w:t>dodavatel předložil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4" w:name="_Toc205539018"/>
      <w:r>
        <w:t>ZRUŠENÍ ZADÁVACÍHO ŘÍZENÍ</w:t>
      </w:r>
      <w:bookmarkEnd w:id="24"/>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5" w:name="_Toc205539019"/>
      <w:r>
        <w:t>UZAVŘENÍ SMLOUVY</w:t>
      </w:r>
      <w:bookmarkEnd w:id="25"/>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80DE379" w:rsidR="0035531B" w:rsidRDefault="00572F04" w:rsidP="00572F04">
      <w:pPr>
        <w:pStyle w:val="Text1-1"/>
      </w:pPr>
      <w:r w:rsidRPr="00572F04">
        <w:t xml:space="preserve">Zadavatel u vybraného dodavatele ověří naplnění důvodu pro vyloučení podle § 48 odst. 7 ZZVZ. Vybraný dodavatel, </w:t>
      </w:r>
      <w:r w:rsidR="005C1D66">
        <w:t xml:space="preserve">který je zahraniční </w:t>
      </w:r>
      <w:r w:rsidR="00A11591">
        <w:t xml:space="preserve">právnickou osobou a </w:t>
      </w:r>
      <w:r w:rsidRPr="00572F04">
        <w:t>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41295EDF"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0B22F5">
        <w:t>. 8.9</w:t>
      </w:r>
      <w:r w:rsidR="00BF6E6C" w:rsidRPr="000B22F5">
        <w:t xml:space="preserve"> </w:t>
      </w:r>
      <w:r w:rsidRPr="000B22F5">
        <w:t>těchto</w:t>
      </w:r>
      <w:r>
        <w:t xml:space="preserve"> Pokynů ve vztahu k této jiné osobě.</w:t>
      </w:r>
    </w:p>
    <w:p w14:paraId="187B794F" w14:textId="77777777" w:rsidR="0035531B" w:rsidRDefault="0035531B" w:rsidP="00B77C6D">
      <w:pPr>
        <w:pStyle w:val="Nadpis1-1"/>
      </w:pPr>
      <w:bookmarkStart w:id="26" w:name="_Toc205539020"/>
      <w:r>
        <w:t>OCHRANA INFORMACÍ</w:t>
      </w:r>
      <w:bookmarkEnd w:id="26"/>
    </w:p>
    <w:p w14:paraId="53E99C8C" w14:textId="006CF662"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w:t>
      </w:r>
      <w:r w:rsidR="00BD0B57">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7" w:name="_Toc205539021"/>
      <w:r>
        <w:t>ZADÁVACÍ LHŮTA</w:t>
      </w:r>
      <w:r w:rsidR="00845C50">
        <w:t xml:space="preserve"> </w:t>
      </w:r>
      <w:r w:rsidR="00092CC9">
        <w:t>A</w:t>
      </w:r>
      <w:r w:rsidR="00845C50">
        <w:t> </w:t>
      </w:r>
      <w:r>
        <w:t>JISTOTA ZA NABÍDKU</w:t>
      </w:r>
      <w:bookmarkEnd w:id="27"/>
    </w:p>
    <w:p w14:paraId="6E8A0614" w14:textId="37DC604A" w:rsidR="0035531B" w:rsidRDefault="00A965D3"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401830FD" w14:textId="41100C3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06477">
        <w:rPr>
          <w:b/>
          <w:bCs/>
        </w:rPr>
        <w:t>300 000,-</w:t>
      </w:r>
      <w:r>
        <w:t xml:space="preserve"> </w:t>
      </w:r>
      <w:r w:rsidRPr="00B035B6">
        <w:rPr>
          <w:b/>
        </w:rPr>
        <w:t xml:space="preserve">Kč </w:t>
      </w:r>
      <w:r>
        <w:t xml:space="preserve">(slovy: </w:t>
      </w:r>
      <w:r w:rsidR="00906477">
        <w:t>Tři sta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2725187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9D7855" w:rsidRPr="00E66226">
        <w:t>30007-22307011/0710, Česká národní banka se sídlem Na Příkopě 28, 115 03 Praha 1</w:t>
      </w:r>
      <w:r w:rsidR="009D7855">
        <w:t>, variabilní symbol 5003520286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8" w:name="_Toc59538672"/>
      <w:bookmarkStart w:id="29" w:name="_Toc61510465"/>
      <w:bookmarkStart w:id="30" w:name="_Toc205539022"/>
      <w:r>
        <w:t>SOCIÁLNĚ A ENVIRO</w:t>
      </w:r>
      <w:r w:rsidR="007C1CD8">
        <w:t>N</w:t>
      </w:r>
      <w:r>
        <w:t>MENTÁLNĚ ODPOVĚDNÉ ZADÁVÁNÍ, INOVACE</w:t>
      </w:r>
      <w:bookmarkEnd w:id="28"/>
      <w:bookmarkEnd w:id="29"/>
      <w:bookmarkEnd w:id="30"/>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37D70DE3" w:rsidR="00423AD4" w:rsidRDefault="008217CE" w:rsidP="00423AD4">
      <w:pPr>
        <w:pStyle w:val="Odrka1-1"/>
      </w:pPr>
      <w:r>
        <w:t>studentské exkurze</w:t>
      </w:r>
    </w:p>
    <w:p w14:paraId="2626617D" w14:textId="503C858C" w:rsidR="00BA197A" w:rsidRDefault="00423AD4" w:rsidP="00136BBF">
      <w:pPr>
        <w:pStyle w:val="Odrka1-1"/>
      </w:pPr>
      <w:r w:rsidRPr="0060254E">
        <w:t>recyklaci kameniva vyzískávaného z kolejového lože</w:t>
      </w:r>
      <w:r w:rsidR="009F46C7" w:rsidRPr="009F46C7">
        <w:t xml:space="preserve"> </w:t>
      </w:r>
    </w:p>
    <w:p w14:paraId="23D25BD6" w14:textId="6A7EBFF4"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447D3A">
        <w:t>článku 4</w:t>
      </w:r>
      <w:r w:rsidR="00980909" w:rsidRPr="00447D3A">
        <w:t>.7</w:t>
      </w:r>
      <w:r w:rsidRPr="00447D3A">
        <w:t xml:space="preserve"> záv</w:t>
      </w:r>
      <w:r>
        <w:t>azného vzoru smlouvy, který je dílem 2 zadávací dokumentace</w:t>
      </w:r>
      <w:r w:rsidR="00980909">
        <w:t>.</w:t>
      </w:r>
    </w:p>
    <w:p w14:paraId="7FD7782A" w14:textId="6A8C2FA1" w:rsidR="004D33A0" w:rsidRDefault="004D33A0" w:rsidP="004D33A0">
      <w:pPr>
        <w:pStyle w:val="Nadpis1-1"/>
        <w:jc w:val="both"/>
      </w:pPr>
      <w:bookmarkStart w:id="31" w:name="_Toc102380477"/>
      <w:bookmarkStart w:id="32" w:name="_Toc103683200"/>
      <w:bookmarkStart w:id="33" w:name="_Toc103932243"/>
      <w:bookmarkStart w:id="34" w:name="_Toc205539023"/>
      <w:r>
        <w:t xml:space="preserve">Další zadávací podmínky v návaznosti na </w:t>
      </w:r>
      <w:bookmarkEnd w:id="31"/>
      <w:bookmarkEnd w:id="32"/>
      <w:bookmarkEnd w:id="33"/>
      <w:r w:rsidR="00CC7F60">
        <w:t>MEZINÁRODNÍ sankce, zákaz zadání veřejné zakázky</w:t>
      </w:r>
      <w:bookmarkEnd w:id="34"/>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076D6E5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w:t>
      </w:r>
      <w:r w:rsidR="00DF52CE">
        <w:t xml:space="preserve">, </w:t>
      </w:r>
      <w:r w:rsidR="00DF52CE" w:rsidRPr="00CB4927">
        <w:t>které spadají do oblasti působnosti právních předpisů nebo jiných aktů uvedených v článku 5k Nařízení č. 833/2014</w:t>
      </w:r>
      <w:r w:rsidR="00CA2DE0">
        <w:t xml:space="preserve">, </w:t>
      </w:r>
      <w:r w:rsidRPr="00CD701B">
        <w:t xml:space="preserve"> </w:t>
      </w:r>
      <w:r w:rsidR="00CC7F60" w:rsidRPr="004A650A">
        <w:t>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9D598D9" w14:textId="2104707D" w:rsidR="008D47EA" w:rsidRDefault="00A82DD2" w:rsidP="00564DDD">
      <w:pPr>
        <w:pStyle w:val="Nadpis1-1"/>
      </w:pPr>
      <w:bookmarkStart w:id="35" w:name="_Toc192689509"/>
      <w:bookmarkStart w:id="36" w:name="_Toc205539024"/>
      <w:r w:rsidRPr="009F4B9E">
        <w:t>Účast subjektů ze států nezaručujících hospodářskou soutěž</w:t>
      </w:r>
      <w:bookmarkEnd w:id="35"/>
      <w:bookmarkEnd w:id="36"/>
    </w:p>
    <w:p w14:paraId="6ECFE733" w14:textId="7FFFAF4F" w:rsidR="00F040F3" w:rsidRPr="00974FCF" w:rsidRDefault="00F040F3" w:rsidP="00F040F3">
      <w:pPr>
        <w:pStyle w:val="Text1-1"/>
      </w:pPr>
      <w:r w:rsidRPr="4E8F187C">
        <w:t xml:space="preserve">V souladu s § 6 odst. 3 ZZVZ </w:t>
      </w:r>
      <w:r>
        <w:t>z</w:t>
      </w:r>
      <w:r w:rsidRPr="4E8F187C">
        <w:t xml:space="preserve">adavatel </w:t>
      </w:r>
      <w:r w:rsidR="006574B9">
        <w:t xml:space="preserve">stanovuje, že </w:t>
      </w:r>
      <w:r w:rsidR="00B71A32">
        <w:t>účast v tomto zadávacím řízení je umožněna pouze dodavatelům</w:t>
      </w:r>
      <w:r w:rsidR="00700FBB">
        <w:t xml:space="preserve">, </w:t>
      </w:r>
      <w:r w:rsidR="00700FBB" w:rsidRPr="00700FBB">
        <w:t>kteří mají sídlo ve státech uvedených v § 6 odst. 3 ZZVZ</w:t>
      </w:r>
      <w:r w:rsidR="00700FBB">
        <w:t>. Zadavatel</w:t>
      </w:r>
      <w:r w:rsidR="00B71A32">
        <w:t xml:space="preserve"> </w:t>
      </w:r>
      <w:r w:rsidRPr="4E8F187C">
        <w:t xml:space="preserve">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2B3741AB" w14:textId="38E575BB" w:rsidR="00A82DD2" w:rsidRPr="00A82DD2" w:rsidRDefault="00F040F3" w:rsidP="00F040F3">
      <w:pPr>
        <w:pStyle w:val="Text1-1"/>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r>
        <w:t xml:space="preserve">ust. </w:t>
      </w:r>
      <w:r w:rsidRPr="00974FCF">
        <w:t>§ 6 odst. 3 ZZVZ.</w:t>
      </w:r>
    </w:p>
    <w:p w14:paraId="5751B585" w14:textId="65110ABB" w:rsidR="0035531B" w:rsidRDefault="0035531B" w:rsidP="00564DDD">
      <w:pPr>
        <w:pStyle w:val="Nadpis1-1"/>
      </w:pPr>
      <w:bookmarkStart w:id="37" w:name="_Toc205539025"/>
      <w:r>
        <w:t>PŘÍLOHY TĚCHTO POKYNŮ</w:t>
      </w:r>
      <w:bookmarkEnd w:id="37"/>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6E8768C7" w14:textId="77777777" w:rsidR="00B84162" w:rsidRDefault="00B84162" w:rsidP="00564DDD">
      <w:pPr>
        <w:pStyle w:val="Textbezslovn"/>
        <w:spacing w:after="0"/>
      </w:pPr>
    </w:p>
    <w:p w14:paraId="290A78E4" w14:textId="77777777" w:rsidR="00B84162" w:rsidRDefault="00B84162"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6AD49867" w14:textId="77777777" w:rsidR="00797D66" w:rsidRDefault="00797D66" w:rsidP="00797D66">
      <w:pPr>
        <w:pStyle w:val="Textbezslovn"/>
        <w:spacing w:after="0"/>
        <w:ind w:left="0" w:firstLine="709"/>
      </w:pPr>
      <w:r>
        <w:t>Ing. Petr Hofhanzl</w:t>
      </w:r>
    </w:p>
    <w:p w14:paraId="78E7A8AB" w14:textId="77777777" w:rsidR="00797D66" w:rsidRDefault="00797D66" w:rsidP="00797D66">
      <w:pPr>
        <w:pStyle w:val="Textbezslovn"/>
        <w:spacing w:after="0"/>
        <w:ind w:left="0" w:firstLine="709"/>
      </w:pPr>
      <w:r>
        <w:t>ředitel Stavební správy západ</w:t>
      </w:r>
    </w:p>
    <w:p w14:paraId="12B786BB" w14:textId="5E89B3C5" w:rsidR="000751BA" w:rsidRDefault="00797D66" w:rsidP="00797D66">
      <w:pPr>
        <w:pStyle w:val="Textbezslovn"/>
        <w:spacing w:after="0"/>
        <w:rPr>
          <w:rFonts w:asciiTheme="majorHAnsi" w:hAnsiTheme="majorHAnsi"/>
          <w:b/>
          <w:caps/>
          <w:sz w:val="22"/>
        </w:rPr>
      </w:pPr>
      <w:r>
        <w:t xml:space="preserve">Správa železnic, státní organizace </w:t>
      </w:r>
      <w:r w:rsidR="000751BA">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12C98F64" w:rsidR="006A540D" w:rsidRDefault="006A540D" w:rsidP="006A540D">
      <w:pPr>
        <w:pStyle w:val="Textbezslovn"/>
        <w:ind w:left="0"/>
      </w:pPr>
      <w:r w:rsidRPr="006A6AF2">
        <w:t xml:space="preserve">Řádně jsme se seznámili se zněním zadávacích podmínek veřejné zakázky s názvem </w:t>
      </w:r>
      <w:r w:rsidR="006F6287">
        <w:rPr>
          <w:b/>
          <w:bCs/>
        </w:rPr>
        <w:t>„Tišická spojka“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0688D779" w:rsidR="0035531B" w:rsidRDefault="00D854A4"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24A32AF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r w:rsidR="00795A02" w:rsidRPr="002D5F95">
              <w:rPr>
                <w:b/>
              </w:rPr>
              <w:t>rozsahu – v</w:t>
            </w:r>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6EB15958"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441E45">
              <w:rPr>
                <w:sz w:val="16"/>
                <w:szCs w:val="16"/>
              </w:rPr>
              <w:t xml:space="preserve">při vykonávání činnosti či </w:t>
            </w:r>
            <w:r w:rsidR="00762F71" w:rsidRPr="00762F71">
              <w:rPr>
                <w:sz w:val="16"/>
                <w:szCs w:val="16"/>
              </w:rPr>
              <w:t>v</w:t>
            </w:r>
            <w:r w:rsidR="00441E45">
              <w:rPr>
                <w:sz w:val="16"/>
                <w:szCs w:val="16"/>
              </w:rPr>
              <w:t> </w:t>
            </w:r>
            <w:r w:rsidR="00762F71" w:rsidRPr="00762F71">
              <w:rPr>
                <w:sz w:val="16"/>
                <w:szCs w:val="16"/>
              </w:rPr>
              <w:t>oboru</w:t>
            </w:r>
            <w:r w:rsidR="00441E45">
              <w:rPr>
                <w:sz w:val="16"/>
                <w:szCs w:val="16"/>
              </w:rPr>
              <w:t>, jež jsou požadovány</w:t>
            </w:r>
            <w:r w:rsidR="00762F71" w:rsidRPr="00762F71">
              <w:rPr>
                <w:sz w:val="16"/>
                <w:szCs w:val="16"/>
              </w:rPr>
              <w:t xml:space="preserve"> pro</w:t>
            </w:r>
            <w:r w:rsidR="00762F71">
              <w:rPr>
                <w:sz w:val="16"/>
                <w:szCs w:val="16"/>
              </w:rPr>
              <w:t xml:space="preserve"> </w:t>
            </w:r>
            <w:r w:rsidR="00762F71" w:rsidRPr="00762F71">
              <w:rPr>
                <w:sz w:val="16"/>
                <w:szCs w:val="16"/>
              </w:rPr>
              <w:t>splnění kvalifikace</w:t>
            </w:r>
            <w:r w:rsidR="00780C41">
              <w:rPr>
                <w:sz w:val="16"/>
                <w:szCs w:val="16"/>
              </w:rPr>
              <w:t xml:space="preserve"> (uveďte zde výslovně i </w:t>
            </w:r>
            <w:r w:rsidR="00780C41" w:rsidRPr="00C34E4B">
              <w:rPr>
                <w:bCs/>
                <w:sz w:val="16"/>
                <w:szCs w:val="16"/>
              </w:rPr>
              <w:t>činnost či obor</w:t>
            </w:r>
            <w:r w:rsidR="00780C41">
              <w:rPr>
                <w:bCs/>
                <w:sz w:val="16"/>
                <w:szCs w:val="16"/>
              </w:rPr>
              <w:t xml:space="preserve"> specializace</w:t>
            </w:r>
            <w:r w:rsidR="00780C41" w:rsidRPr="00C34E4B">
              <w:rPr>
                <w:bCs/>
                <w:sz w:val="16"/>
                <w:szCs w:val="16"/>
              </w:rPr>
              <w:t>, jež j</w:t>
            </w:r>
            <w:r w:rsidR="00780C41">
              <w:rPr>
                <w:bCs/>
                <w:sz w:val="16"/>
                <w:szCs w:val="16"/>
              </w:rPr>
              <w:t>e</w:t>
            </w:r>
            <w:r w:rsidR="00780C41" w:rsidRPr="00C34E4B">
              <w:rPr>
                <w:bCs/>
                <w:sz w:val="16"/>
                <w:szCs w:val="16"/>
              </w:rPr>
              <w:t xml:space="preserve"> požadován pro 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037DDC2"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E1A2C">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B2E4A94" w14:textId="7F13FB98" w:rsidR="00EF5751" w:rsidRDefault="00EF5751" w:rsidP="00EF5751">
      <w:pPr>
        <w:pStyle w:val="Odstavec1-1a"/>
        <w:ind w:left="1077"/>
      </w:pPr>
      <w:r>
        <w:rPr>
          <w:b/>
        </w:rPr>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4584AED6" w:rsidR="00452F69" w:rsidRPr="00833899" w:rsidRDefault="00543F07" w:rsidP="00307641">
            <w:pPr>
              <w:rPr>
                <w:sz w:val="16"/>
                <w:szCs w:val="16"/>
              </w:rPr>
            </w:pPr>
            <w:r w:rsidRPr="00543F07">
              <w:rPr>
                <w:sz w:val="16"/>
                <w:szCs w:val="16"/>
              </w:rPr>
              <w:t xml:space="preserve">Popis předmětu plnění </w:t>
            </w:r>
            <w:r w:rsidR="0004540F" w:rsidRPr="00543F07">
              <w:rPr>
                <w:sz w:val="16"/>
                <w:szCs w:val="16"/>
              </w:rPr>
              <w:t>zakázky – v</w:t>
            </w:r>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02A7DB00" w:rsidR="00C6339C" w:rsidRPr="00543F07" w:rsidRDefault="00C6339C" w:rsidP="009E1958">
            <w:pPr>
              <w:rPr>
                <w:sz w:val="16"/>
                <w:szCs w:val="16"/>
              </w:rPr>
            </w:pPr>
            <w:r w:rsidRPr="0042061D">
              <w:rPr>
                <w:sz w:val="16"/>
                <w:szCs w:val="16"/>
              </w:rPr>
              <w:t>Cena zakázky v Kč</w:t>
            </w:r>
            <w:r w:rsidR="00EC0EB1" w:rsidRPr="002D5F95">
              <w:rPr>
                <w:b/>
              </w:rPr>
              <w:t>*</w:t>
            </w:r>
            <w:r w:rsidRPr="0042061D">
              <w:rPr>
                <w:sz w:val="16"/>
                <w:szCs w:val="16"/>
              </w:rPr>
              <w:t xml:space="preserve">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14418D6" w:rsidR="00452F69" w:rsidRPr="00833899" w:rsidRDefault="00543F07" w:rsidP="00307641">
            <w:pPr>
              <w:rPr>
                <w:sz w:val="16"/>
                <w:szCs w:val="16"/>
              </w:rPr>
            </w:pPr>
            <w:r w:rsidRPr="00543F07">
              <w:rPr>
                <w:sz w:val="16"/>
                <w:szCs w:val="16"/>
              </w:rPr>
              <w:t xml:space="preserve">Objednatel zakázky (obch. firma/název a sídlo a kontaktní osoba </w:t>
            </w:r>
            <w:r w:rsidR="0004540F" w:rsidRPr="00543F07">
              <w:rPr>
                <w:sz w:val="16"/>
                <w:szCs w:val="16"/>
              </w:rPr>
              <w:t>objednatele – jméno</w:t>
            </w:r>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A43182A"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21213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008EC797" w:rsidR="00452F69" w:rsidRPr="00212137" w:rsidRDefault="0079069D" w:rsidP="00E33B76">
            <w:pPr>
              <w:rPr>
                <w:b w:val="0"/>
                <w:bCs/>
                <w:sz w:val="16"/>
                <w:szCs w:val="16"/>
              </w:rPr>
            </w:pPr>
            <w:r w:rsidRPr="00212137">
              <w:rPr>
                <w:b w:val="0"/>
                <w:bCs/>
                <w:sz w:val="16"/>
                <w:szCs w:val="16"/>
              </w:rPr>
              <w:t>Vykonávaná funkce/pozice a p</w:t>
            </w:r>
            <w:r w:rsidR="00543F07" w:rsidRPr="00212137">
              <w:rPr>
                <w:b w:val="0"/>
                <w:bCs/>
                <w:sz w:val="16"/>
                <w:szCs w:val="16"/>
              </w:rPr>
              <w:t>opis pracovních činností vykonávaných členem odb</w:t>
            </w:r>
            <w:r w:rsidR="00E33B76" w:rsidRPr="00212137">
              <w:rPr>
                <w:b w:val="0"/>
                <w:bCs/>
                <w:sz w:val="16"/>
                <w:szCs w:val="16"/>
              </w:rPr>
              <w:t>orného</w:t>
            </w:r>
            <w:r w:rsidR="00543F07" w:rsidRPr="00212137">
              <w:rPr>
                <w:b w:val="0"/>
                <w:bCs/>
                <w:sz w:val="16"/>
                <w:szCs w:val="16"/>
              </w:rPr>
              <w:t xml:space="preserve"> </w:t>
            </w:r>
            <w:r w:rsidR="0004540F" w:rsidRPr="00212137">
              <w:rPr>
                <w:b w:val="0"/>
                <w:bCs/>
                <w:sz w:val="16"/>
                <w:szCs w:val="16"/>
              </w:rPr>
              <w:t>personálu – v</w:t>
            </w:r>
            <w:r w:rsidR="00543F07" w:rsidRPr="00212137">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212137"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212137">
              <w:rPr>
                <w:b w:val="0"/>
                <w:bCs/>
                <w:sz w:val="16"/>
                <w:szCs w:val="16"/>
                <w:highlight w:val="yellow"/>
              </w:rPr>
              <w:t>[DOPLNÍ DODAVATEL]</w:t>
            </w:r>
          </w:p>
        </w:tc>
      </w:tr>
    </w:tbl>
    <w:p w14:paraId="1A7FDA82" w14:textId="77777777" w:rsidR="003B0BAD" w:rsidRDefault="003B0BAD" w:rsidP="003B0BAD">
      <w:pPr>
        <w:pStyle w:val="Odstavec1-1a"/>
        <w:ind w:left="1077"/>
        <w:rPr>
          <w:b/>
        </w:rPr>
      </w:pPr>
    </w:p>
    <w:p w14:paraId="5A98B236" w14:textId="73DDAE97" w:rsidR="003B0BAD" w:rsidRDefault="003B0BAD" w:rsidP="003B0BAD">
      <w:pPr>
        <w:pStyle w:val="Odstavec1-1a"/>
        <w:ind w:left="1077"/>
        <w:rPr>
          <w:sz w:val="16"/>
          <w:szCs w:val="16"/>
        </w:rPr>
      </w:pPr>
      <w:r w:rsidRPr="00B000C0">
        <w:rPr>
          <w:b/>
          <w:sz w:val="16"/>
          <w:szCs w:val="16"/>
        </w:rPr>
        <w:t>*</w:t>
      </w:r>
      <w:r w:rsidRPr="00B000C0">
        <w:rPr>
          <w:sz w:val="16"/>
          <w:szCs w:val="16"/>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1E567558" w14:textId="0C872127"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00746A3A" w:rsidP="00746A3A">
      <w:pPr>
        <w:pStyle w:val="Odstavec1-1a"/>
        <w:spacing w:after="0"/>
      </w:pPr>
      <w:r w:rsidRPr="0042061D">
        <w:rPr>
          <w:b/>
        </w:rPr>
        <w:t>Zkušenosti</w:t>
      </w:r>
      <w:r>
        <w:t xml:space="preserve"> </w:t>
      </w:r>
      <w:r w:rsidRPr="00E402B5">
        <w:rPr>
          <w:b/>
          <w:bCs/>
        </w:rPr>
        <w:t>s plněním zakázek</w:t>
      </w:r>
      <w:r>
        <w:t xml:space="preserve">,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05" w:type="dxa"/>
        <w:tblInd w:w="142" w:type="dxa"/>
        <w:tblLayout w:type="fixed"/>
        <w:tblLook w:val="04E0" w:firstRow="1" w:lastRow="1" w:firstColumn="1" w:lastColumn="0" w:noHBand="0" w:noVBand="1"/>
      </w:tblPr>
      <w:tblGrid>
        <w:gridCol w:w="3827"/>
        <w:gridCol w:w="1985"/>
        <w:gridCol w:w="2693"/>
      </w:tblGrid>
      <w:tr w:rsidR="00BD5E52" w:rsidRPr="00833899" w14:paraId="4577C0F3" w14:textId="77777777" w:rsidTr="00BD5E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Borders>
              <w:bottom w:val="single" w:sz="2" w:space="0" w:color="auto"/>
            </w:tcBorders>
            <w:shd w:val="clear" w:color="auto" w:fill="D9D9D9" w:themeFill="background1" w:themeFillShade="D9"/>
          </w:tcPr>
          <w:p w14:paraId="06356A53" w14:textId="77777777" w:rsidR="00BD5E52" w:rsidRPr="00833899" w:rsidRDefault="00BD5E52" w:rsidP="00294DE2">
            <w:pPr>
              <w:rPr>
                <w:sz w:val="16"/>
                <w:szCs w:val="16"/>
              </w:rPr>
            </w:pPr>
          </w:p>
        </w:tc>
        <w:tc>
          <w:tcPr>
            <w:tcW w:w="1985" w:type="dxa"/>
            <w:tcBorders>
              <w:bottom w:val="single" w:sz="2" w:space="0" w:color="auto"/>
            </w:tcBorders>
            <w:shd w:val="clear" w:color="auto" w:fill="D9D9D9" w:themeFill="background1" w:themeFillShade="D9"/>
          </w:tcPr>
          <w:p w14:paraId="4A3C9C43" w14:textId="6982A6A7" w:rsidR="00BD5E52" w:rsidRPr="00833899" w:rsidRDefault="00FB1269"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Údaje pro hodnocení, které uvádí dodavatel</w:t>
            </w:r>
          </w:p>
        </w:tc>
        <w:tc>
          <w:tcPr>
            <w:tcW w:w="2693" w:type="dxa"/>
            <w:tcBorders>
              <w:bottom w:val="single" w:sz="2" w:space="0" w:color="auto"/>
            </w:tcBorders>
            <w:shd w:val="clear" w:color="auto" w:fill="D9D9D9" w:themeFill="background1" w:themeFillShade="D9"/>
          </w:tcPr>
          <w:p w14:paraId="12439354" w14:textId="137F5F25" w:rsidR="00BD5E52" w:rsidRPr="00833899" w:rsidRDefault="00A57089"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 xml:space="preserve">Název dokladu vloženého v nabídce, ze kterého je údaj </w:t>
            </w:r>
            <w:r>
              <w:rPr>
                <w:sz w:val="16"/>
                <w:szCs w:val="16"/>
              </w:rPr>
              <w:t xml:space="preserve">pro hodnocení </w:t>
            </w:r>
            <w:r w:rsidRPr="00A93FC6">
              <w:rPr>
                <w:sz w:val="16"/>
                <w:szCs w:val="16"/>
              </w:rPr>
              <w:t>zřejmý</w:t>
            </w:r>
          </w:p>
        </w:tc>
      </w:tr>
      <w:tr w:rsidR="00BD5E52" w:rsidRPr="00833899" w14:paraId="059DA0F0" w14:textId="2B0078A2" w:rsidTr="00BD5E52">
        <w:tc>
          <w:tcPr>
            <w:cnfStyle w:val="001000000000" w:firstRow="0" w:lastRow="0" w:firstColumn="1" w:lastColumn="0" w:oddVBand="0" w:evenVBand="0" w:oddHBand="0" w:evenHBand="0" w:firstRowFirstColumn="0" w:firstRowLastColumn="0" w:lastRowFirstColumn="0" w:lastRowLastColumn="0"/>
            <w:tcW w:w="3827" w:type="dxa"/>
            <w:tcBorders>
              <w:bottom w:val="single" w:sz="2" w:space="0" w:color="auto"/>
            </w:tcBorders>
          </w:tcPr>
          <w:p w14:paraId="367EDE74" w14:textId="77777777" w:rsidR="00BD5E52" w:rsidRPr="00833899" w:rsidRDefault="00BD5E52" w:rsidP="00294DE2">
            <w:pPr>
              <w:rPr>
                <w:sz w:val="16"/>
                <w:szCs w:val="16"/>
              </w:rPr>
            </w:pPr>
            <w:r w:rsidRPr="00833899">
              <w:rPr>
                <w:sz w:val="16"/>
                <w:szCs w:val="16"/>
              </w:rPr>
              <w:t xml:space="preserve">Název zakázky </w:t>
            </w:r>
          </w:p>
        </w:tc>
        <w:tc>
          <w:tcPr>
            <w:tcW w:w="1985" w:type="dxa"/>
            <w:tcBorders>
              <w:bottom w:val="single" w:sz="2" w:space="0" w:color="auto"/>
            </w:tcBorders>
          </w:tcPr>
          <w:p w14:paraId="3C28D5C4"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693" w:type="dxa"/>
            <w:tcBorders>
              <w:bottom w:val="single" w:sz="2" w:space="0" w:color="auto"/>
            </w:tcBorders>
          </w:tcPr>
          <w:p w14:paraId="4C2096F9" w14:textId="034DD11F"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3D17A878" w14:textId="1CD923D1"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0B33DDC6" w14:textId="0735B403" w:rsidR="00BD5E52" w:rsidRPr="00833899" w:rsidRDefault="00BD5E52"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1985" w:type="dxa"/>
            <w:tcBorders>
              <w:top w:val="single" w:sz="2" w:space="0" w:color="auto"/>
            </w:tcBorders>
          </w:tcPr>
          <w:p w14:paraId="5FCFAC73"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693" w:type="dxa"/>
            <w:tcBorders>
              <w:top w:val="single" w:sz="2" w:space="0" w:color="auto"/>
            </w:tcBorders>
          </w:tcPr>
          <w:p w14:paraId="513FBA27" w14:textId="259AB319"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4C8C1188" w14:textId="718FFB87"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4FA6E4A0" w14:textId="5BBA8EC0" w:rsidR="00BD5E52" w:rsidRPr="00543F07" w:rsidRDefault="00BD5E52" w:rsidP="009E1958">
            <w:pPr>
              <w:rPr>
                <w:sz w:val="16"/>
                <w:szCs w:val="16"/>
              </w:rPr>
            </w:pPr>
            <w:r w:rsidRPr="0042061D">
              <w:rPr>
                <w:sz w:val="16"/>
                <w:szCs w:val="16"/>
              </w:rPr>
              <w:t>Cena zakázky v Kč</w:t>
            </w:r>
            <w:r w:rsidRPr="00B000C0">
              <w:rPr>
                <w:b/>
                <w:sz w:val="16"/>
                <w:szCs w:val="16"/>
              </w:rPr>
              <w:t>*</w:t>
            </w:r>
            <w:r w:rsidRPr="0042061D">
              <w:rPr>
                <w:sz w:val="16"/>
                <w:szCs w:val="16"/>
              </w:rPr>
              <w:t xml:space="preserve">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 projektanta</w:t>
            </w:r>
          </w:p>
        </w:tc>
        <w:tc>
          <w:tcPr>
            <w:tcW w:w="1985" w:type="dxa"/>
            <w:tcBorders>
              <w:top w:val="single" w:sz="2" w:space="0" w:color="auto"/>
            </w:tcBorders>
          </w:tcPr>
          <w:p w14:paraId="509DB095"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693" w:type="dxa"/>
            <w:tcBorders>
              <w:top w:val="single" w:sz="2" w:space="0" w:color="auto"/>
            </w:tcBorders>
          </w:tcPr>
          <w:p w14:paraId="3BB152B8" w14:textId="5BF64C9E"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7C3F8FC8" w14:textId="043E910E"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34895A3C" w14:textId="7F7FF18F" w:rsidR="00BD5E52" w:rsidRPr="00833899" w:rsidRDefault="00BD5E52"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1985" w:type="dxa"/>
            <w:tcBorders>
              <w:top w:val="single" w:sz="2" w:space="0" w:color="auto"/>
            </w:tcBorders>
          </w:tcPr>
          <w:p w14:paraId="145782BF"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693" w:type="dxa"/>
            <w:tcBorders>
              <w:top w:val="single" w:sz="2" w:space="0" w:color="auto"/>
            </w:tcBorders>
          </w:tcPr>
          <w:p w14:paraId="6F4F8B8B" w14:textId="63F5E38D"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6041BBB2" w14:textId="22F40BD2"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2D7BE6EA" w14:textId="77777777" w:rsidR="00BD5E52" w:rsidRPr="00543F07" w:rsidRDefault="00BD5E52" w:rsidP="00294DE2">
            <w:pPr>
              <w:rPr>
                <w:sz w:val="16"/>
                <w:szCs w:val="16"/>
              </w:rPr>
            </w:pPr>
            <w:r>
              <w:rPr>
                <w:sz w:val="16"/>
                <w:szCs w:val="16"/>
              </w:rPr>
              <w:t>Zhotovitel zakázky (obch. firma/název, sídlo, IČO)</w:t>
            </w:r>
          </w:p>
        </w:tc>
        <w:tc>
          <w:tcPr>
            <w:tcW w:w="1985" w:type="dxa"/>
            <w:tcBorders>
              <w:top w:val="single" w:sz="2" w:space="0" w:color="auto"/>
            </w:tcBorders>
          </w:tcPr>
          <w:p w14:paraId="05567135" w14:textId="4BC549BD"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693" w:type="dxa"/>
            <w:tcBorders>
              <w:top w:val="single" w:sz="2" w:space="0" w:color="auto"/>
            </w:tcBorders>
          </w:tcPr>
          <w:p w14:paraId="0776399B" w14:textId="67371FBE"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02167739" w14:textId="49773993"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bottom w:val="single" w:sz="2" w:space="0" w:color="auto"/>
            </w:tcBorders>
          </w:tcPr>
          <w:p w14:paraId="54CA7367" w14:textId="1EE676C4" w:rsidR="00BD5E52" w:rsidRPr="00833899" w:rsidRDefault="00BD5E52" w:rsidP="009E1958">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 projektanta</w:t>
            </w:r>
            <w:r w:rsidRPr="0042061D">
              <w:rPr>
                <w:sz w:val="16"/>
                <w:szCs w:val="16"/>
              </w:rPr>
              <w:t xml:space="preserve"> </w:t>
            </w:r>
          </w:p>
        </w:tc>
        <w:tc>
          <w:tcPr>
            <w:tcW w:w="1985" w:type="dxa"/>
            <w:tcBorders>
              <w:top w:val="single" w:sz="2" w:space="0" w:color="auto"/>
              <w:bottom w:val="single" w:sz="2" w:space="0" w:color="auto"/>
            </w:tcBorders>
          </w:tcPr>
          <w:p w14:paraId="75BA2B27"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693" w:type="dxa"/>
            <w:tcBorders>
              <w:top w:val="single" w:sz="2" w:space="0" w:color="auto"/>
              <w:bottom w:val="single" w:sz="2" w:space="0" w:color="auto"/>
            </w:tcBorders>
          </w:tcPr>
          <w:p w14:paraId="7DE8A7EC" w14:textId="7ABEA8D8"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2CDAA8F2" w14:textId="48924A68" w:rsidTr="00A570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shd w:val="clear" w:color="auto" w:fill="auto"/>
          </w:tcPr>
          <w:p w14:paraId="32E88985" w14:textId="531CD608" w:rsidR="00BD5E52" w:rsidRPr="0042061D" w:rsidRDefault="00BD5E52"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sz w:val="16"/>
                <w:szCs w:val="16"/>
              </w:rPr>
              <w:t xml:space="preserve">– </w:t>
            </w:r>
            <w:r w:rsidRPr="00A57089">
              <w:rPr>
                <w:b w:val="0"/>
                <w:bCs/>
                <w:sz w:val="16"/>
                <w:szCs w:val="16"/>
              </w:rPr>
              <w:t>v</w:t>
            </w:r>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1985" w:type="dxa"/>
            <w:tcBorders>
              <w:top w:val="single" w:sz="2" w:space="0" w:color="auto"/>
            </w:tcBorders>
            <w:shd w:val="clear" w:color="auto" w:fill="auto"/>
          </w:tcPr>
          <w:p w14:paraId="1DF0758F" w14:textId="77777777" w:rsidR="00BD5E52" w:rsidRPr="0042061D" w:rsidRDefault="00BD5E52"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c>
          <w:tcPr>
            <w:tcW w:w="2693" w:type="dxa"/>
            <w:tcBorders>
              <w:top w:val="single" w:sz="2" w:space="0" w:color="auto"/>
            </w:tcBorders>
            <w:shd w:val="clear" w:color="auto" w:fill="auto"/>
          </w:tcPr>
          <w:p w14:paraId="2F3D482E" w14:textId="7F213E2D" w:rsidR="00BD5E52" w:rsidRPr="00A57089" w:rsidRDefault="00A57089" w:rsidP="00294DE2">
            <w:pPr>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A57089">
              <w:rPr>
                <w:b w:val="0"/>
                <w:bCs/>
                <w:sz w:val="16"/>
                <w:szCs w:val="16"/>
                <w:highlight w:val="yellow"/>
              </w:rPr>
              <w:t>[DOPLNÍ DODAVATEL]</w:t>
            </w:r>
          </w:p>
        </w:tc>
      </w:tr>
    </w:tbl>
    <w:p w14:paraId="5B901604" w14:textId="77777777" w:rsidR="00746A3A" w:rsidRDefault="00746A3A" w:rsidP="00746A3A">
      <w:pPr>
        <w:pStyle w:val="Textbezslovn"/>
        <w:ind w:left="0"/>
      </w:pPr>
    </w:p>
    <w:p w14:paraId="6FB15D83" w14:textId="77777777" w:rsidR="00572904" w:rsidRDefault="00572904" w:rsidP="00A94F01">
      <w:pPr>
        <w:pStyle w:val="Odstavec1-1a"/>
        <w:rPr>
          <w:sz w:val="16"/>
          <w:szCs w:val="16"/>
        </w:rPr>
      </w:pPr>
      <w:r w:rsidRPr="00B000C0">
        <w:rPr>
          <w:b/>
          <w:sz w:val="16"/>
          <w:szCs w:val="16"/>
        </w:rPr>
        <w:t>*</w:t>
      </w:r>
      <w:r w:rsidRPr="00B000C0">
        <w:rPr>
          <w:sz w:val="16"/>
          <w:szCs w:val="16"/>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617C1152" w14:textId="77777777" w:rsidR="00572904" w:rsidRPr="00833899" w:rsidRDefault="00572904"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2FC7CA9E" w14:textId="77777777" w:rsidR="0066150A" w:rsidRDefault="0066150A" w:rsidP="0066150A">
      <w:pPr>
        <w:pStyle w:val="Textbezslovn"/>
        <w:numPr>
          <w:ilvl w:val="0"/>
          <w:numId w:val="21"/>
        </w:numPr>
      </w:pPr>
      <w:r w:rsidRPr="008115D6">
        <w:rPr>
          <w:b/>
          <w:bCs/>
        </w:rPr>
        <w:t xml:space="preserve">doklady potvrzující zkušenosti s plněním zakázek, </w:t>
      </w:r>
      <w:r>
        <w:rPr>
          <w:b/>
          <w:bCs/>
        </w:rPr>
        <w:t>jež jsou v tabulce výše uvedeny pro účely hodnocení;</w:t>
      </w:r>
      <w:r w:rsidRPr="008115D6">
        <w:rPr>
          <w:b/>
          <w:bCs/>
        </w:rPr>
        <w:t xml:space="preserve"> zároveň dodavatel uvede v tabulce název dokladu vloženého v nabídce, ze kterého je </w:t>
      </w:r>
      <w:r>
        <w:rPr>
          <w:b/>
          <w:bCs/>
        </w:rPr>
        <w:t xml:space="preserve">předmětný </w:t>
      </w:r>
      <w:r w:rsidRPr="008115D6">
        <w:rPr>
          <w:b/>
          <w:bCs/>
        </w:rPr>
        <w:t>údaj zřejmý</w:t>
      </w:r>
    </w:p>
    <w:p w14:paraId="27C611DC" w14:textId="77777777" w:rsidR="00D41B2D" w:rsidRDefault="00D41B2D" w:rsidP="0066150A">
      <w:pPr>
        <w:pStyle w:val="Text1-1"/>
        <w:numPr>
          <w:ilvl w:val="0"/>
          <w:numId w:val="0"/>
        </w:numPr>
        <w:tabs>
          <w:tab w:val="left" w:pos="6663"/>
        </w:tabs>
        <w:rPr>
          <w:b/>
          <w:i/>
        </w:rPr>
      </w:pPr>
    </w:p>
    <w:p w14:paraId="1EB4EEA2" w14:textId="3A213A4B" w:rsidR="0066150A" w:rsidRPr="00D41B2D" w:rsidRDefault="0066150A" w:rsidP="0066150A">
      <w:pPr>
        <w:pStyle w:val="Text1-1"/>
        <w:numPr>
          <w:ilvl w:val="0"/>
          <w:numId w:val="0"/>
        </w:numPr>
        <w:tabs>
          <w:tab w:val="left" w:pos="6663"/>
        </w:tabs>
        <w:rPr>
          <w:b/>
          <w:i/>
        </w:rPr>
      </w:pPr>
      <w:r w:rsidRPr="00D41B2D">
        <w:rPr>
          <w:b/>
          <w:i/>
        </w:rPr>
        <w:t xml:space="preserve">Pro odstranění pochybností zadavatel uvádí, jakým způsobem je nutno doložit údaje či doklady pro hodnocení v Příloze č. 9 těchto Pokynů </w:t>
      </w:r>
      <w:r w:rsidRPr="00D41B2D">
        <w:rPr>
          <w:i/>
        </w:rPr>
        <w:t>(každá osoba dokládá pouze ty údaje či doklady, které jsou u příslušné funkce v tabulce v čl. 16.3 uvedeny ve sloupci „Bodovaná kritéria“)</w:t>
      </w:r>
      <w:r w:rsidRPr="00D41B2D">
        <w:rPr>
          <w:bCs/>
          <w:i/>
        </w:rPr>
        <w:t>:</w:t>
      </w:r>
    </w:p>
    <w:p w14:paraId="2CBA4449" w14:textId="5A12335B" w:rsidR="0066150A" w:rsidRDefault="0066150A" w:rsidP="0066150A">
      <w:pPr>
        <w:pStyle w:val="Textbezslovn"/>
        <w:ind w:left="0"/>
      </w:pPr>
      <w:r w:rsidRPr="00D41B2D">
        <w:rPr>
          <w:i/>
        </w:rPr>
        <w:t xml:space="preserve">Dodavatel uvede v Příloze č. 9 těchto Pokynů s názvem Seznam zkušeností hodnocených členů odborného personálu dodavatele kompletní údaje v části „Zkušenosti s plněním zakázek“ a </w:t>
      </w:r>
      <w:r w:rsidRPr="00D41B2D">
        <w:rPr>
          <w:b/>
          <w:i/>
        </w:rPr>
        <w:t>dále je dodavatel povinen připojit k Příloze č. 9 těchto Pokynů doklady</w:t>
      </w:r>
      <w:r w:rsidRPr="00D41B2D">
        <w:rPr>
          <w:i/>
        </w:rPr>
        <w:t xml:space="preserve"> (postačují v kopii), kterými dodavatel doloží zkušenosti hodnocených členů odborného personálu s plněním zakázek, jež jsou v tabulce výše  uvedeny pro účely hodnocení, přičemž z dokladů musí vyplývat naplnění všech jednotlivých parametrů požadovaných pro hodnocení, tj. např. stupeň dokumentace, vykonávaná funkce, doba dokončení, hodnota zakázky, ocenění architekta příp. jiné požadované parametry (dokladem je například smlouva na plnění zakázky, osvědčení objednatele, úvodní strana dokumentace s popisovým polem, protokol o provedení díla, deník autorizované osoby, ve smyslu autorizačního zákona, ve kterém je každá autorizovaná osoba povinna vést chronologický seznam dokumentů opatřených autorizačním razítkem či jiný alternativní doklad). Pokud z některého dokladu vyplývá naplnění jen některých parametrů požadovaných pro hodnocení (např. úvodní strana dokumentace s popisovým polem nedokládá cenu zakázky), zadavatel upozorňuje, že takový doklad postačovat sám o sobě nebude a je třeba již v nabídce předložit i další doklad, ze kterého bude vyplývat i naplnění zbývajících parametrů požadovaných pro hodnocení. Zároveň dodavatel uvede v tabulce název dokladu vloženého v nabídce, ze kterého je předmětný údaj pro účely hodnocení zřejmý. Přiložené doklady musí být předloženy s podpisy (např. s podpis</w:t>
      </w:r>
      <w:r w:rsidR="00D41B2D" w:rsidRPr="00D41B2D">
        <w:rPr>
          <w:i/>
        </w:rPr>
        <w:t>y</w:t>
      </w:r>
      <w:r w:rsidRPr="00D41B2D">
        <w:rPr>
          <w:i/>
        </w:rPr>
        <w:t xml:space="preserve"> osob, kter</w:t>
      </w:r>
      <w:r w:rsidR="00D41B2D" w:rsidRPr="00D41B2D">
        <w:rPr>
          <w:i/>
        </w:rPr>
        <w:t>é</w:t>
      </w:r>
      <w:r w:rsidRPr="00D41B2D">
        <w:rPr>
          <w:i/>
        </w:rPr>
        <w:t xml:space="preserve"> podepsal</w:t>
      </w:r>
      <w:r w:rsidR="00D41B2D" w:rsidRPr="00D41B2D">
        <w:rPr>
          <w:i/>
        </w:rPr>
        <w:t>y</w:t>
      </w:r>
      <w:r w:rsidRPr="00D41B2D">
        <w:rPr>
          <w:i/>
        </w:rPr>
        <w:t xml:space="preserve"> smlouvu, s podpisem osoby, která vystavila </w:t>
      </w:r>
      <w:r w:rsidR="00D41B2D" w:rsidRPr="00D41B2D">
        <w:rPr>
          <w:i/>
        </w:rPr>
        <w:t xml:space="preserve">osvědčení o </w:t>
      </w:r>
      <w:r w:rsidRPr="00D41B2D">
        <w:rPr>
          <w:i/>
        </w:rPr>
        <w:t>referenci apod.).</w:t>
      </w:r>
      <w:r w:rsidRPr="00077407">
        <w:rPr>
          <w:iCs/>
        </w:rPr>
        <w:t xml:space="preserve"> </w:t>
      </w:r>
    </w:p>
    <w:bookmarkEnd w:id="1"/>
    <w:bookmarkEnd w:id="2"/>
    <w:bookmarkEnd w:id="3"/>
    <w:bookmarkEnd w:id="4"/>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4ED10BD"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F6287">
        <w:rPr>
          <w:b/>
          <w:bCs/>
        </w:rPr>
        <w:t>„Tišická spojka“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92902" w14:textId="77777777" w:rsidR="00032772" w:rsidRDefault="00032772" w:rsidP="00962258">
      <w:pPr>
        <w:spacing w:after="0" w:line="240" w:lineRule="auto"/>
      </w:pPr>
      <w:r>
        <w:separator/>
      </w:r>
    </w:p>
  </w:endnote>
  <w:endnote w:type="continuationSeparator" w:id="0">
    <w:p w14:paraId="0DC25074" w14:textId="77777777" w:rsidR="00032772" w:rsidRDefault="000327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rsidRPr="00425CA4"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tcMar>
            <w:left w:w="0" w:type="dxa"/>
            <w:right w:w="0" w:type="dxa"/>
          </w:tcMar>
        </w:tcPr>
        <w:p w14:paraId="240F2DFD" w14:textId="77777777" w:rsidR="00B104FA" w:rsidRDefault="00B104FA" w:rsidP="00B8518B">
          <w:pPr>
            <w:pStyle w:val="Zpat"/>
          </w:pPr>
        </w:p>
      </w:tc>
      <w:tc>
        <w:tcPr>
          <w:tcW w:w="425" w:type="dxa"/>
          <w:tcMar>
            <w:left w:w="0" w:type="dxa"/>
            <w:right w:w="0" w:type="dxa"/>
          </w:tcMar>
        </w:tcPr>
        <w:p w14:paraId="7564134E" w14:textId="77777777" w:rsidR="00B104FA" w:rsidRDefault="00B104FA" w:rsidP="00B8518B">
          <w:pPr>
            <w:pStyle w:val="Zpat"/>
          </w:pPr>
        </w:p>
      </w:tc>
      <w:tc>
        <w:tcPr>
          <w:tcW w:w="8505" w:type="dxa"/>
        </w:tcPr>
        <w:p w14:paraId="1B4593B8" w14:textId="7659C6B0" w:rsidR="00B104FA" w:rsidRPr="00425CA4" w:rsidRDefault="00B104FA" w:rsidP="00EB46E5">
          <w:pPr>
            <w:pStyle w:val="Zpat0"/>
          </w:pPr>
          <w:r w:rsidRPr="00425CA4">
            <w:t>„</w:t>
          </w:r>
          <w:r w:rsidR="00425CA4" w:rsidRPr="00425CA4">
            <w:t>Tišická spojka</w:t>
          </w:r>
          <w:r w:rsidRPr="00425CA4">
            <w:t>“</w:t>
          </w:r>
        </w:p>
        <w:p w14:paraId="5740C166" w14:textId="77777777" w:rsidR="00B104FA" w:rsidRPr="00425CA4" w:rsidRDefault="00B104FA" w:rsidP="00EB46E5">
          <w:pPr>
            <w:pStyle w:val="Zpat0"/>
          </w:pPr>
          <w:r w:rsidRPr="00425CA4">
            <w:t xml:space="preserve">Díl 1 – </w:t>
          </w:r>
          <w:r w:rsidRPr="00425CA4">
            <w:rPr>
              <w:caps/>
            </w:rPr>
            <w:t>Požadavky a podmínky pro zpracování nabídky</w:t>
          </w:r>
        </w:p>
        <w:p w14:paraId="6A4851CD" w14:textId="77777777" w:rsidR="00B104FA" w:rsidRPr="00425CA4" w:rsidRDefault="00B104FA" w:rsidP="00392730">
          <w:pPr>
            <w:pStyle w:val="Zpat0"/>
          </w:pPr>
          <w:r w:rsidRPr="00425CA4">
            <w:t xml:space="preserve">Část 2 – </w:t>
          </w:r>
          <w:r w:rsidRPr="00425CA4">
            <w:rPr>
              <w:caps/>
            </w:rPr>
            <w:t>Pokyny pro dodavatele</w:t>
          </w:r>
        </w:p>
        <w:p w14:paraId="737706F4" w14:textId="77777777" w:rsidR="00B104FA" w:rsidRPr="00425CA4"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2E39C" w14:textId="77777777" w:rsidR="00032772" w:rsidRDefault="00032772" w:rsidP="00962258">
      <w:pPr>
        <w:spacing w:after="0" w:line="240" w:lineRule="auto"/>
      </w:pPr>
      <w:r>
        <w:separator/>
      </w:r>
    </w:p>
  </w:footnote>
  <w:footnote w:type="continuationSeparator" w:id="0">
    <w:p w14:paraId="347BC544" w14:textId="77777777" w:rsidR="00032772" w:rsidRDefault="00032772"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08299A14" w:rsidR="00B104FA" w:rsidRPr="00B8518B" w:rsidRDefault="00B104FA" w:rsidP="00523EA7">
          <w:pPr>
            <w:pStyle w:val="Zpat"/>
            <w:rPr>
              <w:rStyle w:val="slostrnky"/>
            </w:rPr>
          </w:pPr>
        </w:p>
      </w:tc>
      <w:tc>
        <w:tcPr>
          <w:tcW w:w="3458" w:type="dxa"/>
          <w:tcMar>
            <w:top w:w="57" w:type="dxa"/>
            <w:left w:w="0" w:type="dxa"/>
            <w:right w:w="0" w:type="dxa"/>
          </w:tcMar>
        </w:tcPr>
        <w:p w14:paraId="0BFEA660" w14:textId="77777777" w:rsidR="00B104FA" w:rsidRDefault="00B104FA" w:rsidP="00523EA7">
          <w:pPr>
            <w:pStyle w:val="Zpat"/>
          </w:pPr>
        </w:p>
      </w:tc>
      <w:tc>
        <w:tcPr>
          <w:tcW w:w="5698" w:type="dxa"/>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17613B38" w:rsidR="00B104FA" w:rsidRPr="00B8518B" w:rsidRDefault="00B104FA" w:rsidP="00FC6389">
          <w:pPr>
            <w:pStyle w:val="Zpat"/>
            <w:rPr>
              <w:rStyle w:val="slostrnky"/>
            </w:rPr>
          </w:pPr>
        </w:p>
      </w:tc>
      <w:tc>
        <w:tcPr>
          <w:tcW w:w="3458" w:type="dxa"/>
          <w:tcMar>
            <w:left w:w="0" w:type="dxa"/>
            <w:right w:w="0" w:type="dxa"/>
          </w:tcMar>
        </w:tcPr>
        <w:p w14:paraId="5723BA86" w14:textId="77777777" w:rsidR="00B104FA" w:rsidRDefault="00B104FA" w:rsidP="00FC6389">
          <w:pPr>
            <w:pStyle w:val="Zpat"/>
          </w:pPr>
        </w:p>
      </w:tc>
      <w:tc>
        <w:tcPr>
          <w:tcW w:w="5756" w:type="dxa"/>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tcMar>
            <w:left w:w="0" w:type="dxa"/>
            <w:right w:w="0" w:type="dxa"/>
          </w:tcMar>
        </w:tcPr>
        <w:p w14:paraId="44D3F74E" w14:textId="77777777" w:rsidR="00B104FA" w:rsidRDefault="00B104FA" w:rsidP="00FC6389">
          <w:pPr>
            <w:pStyle w:val="Zpat"/>
          </w:pPr>
        </w:p>
      </w:tc>
      <w:tc>
        <w:tcPr>
          <w:tcW w:w="5756" w:type="dxa"/>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E84CA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4357653"/>
    <w:multiLevelType w:val="hybridMultilevel"/>
    <w:tmpl w:val="7F600D22"/>
    <w:lvl w:ilvl="0" w:tplc="1EA27274">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31557A"/>
    <w:multiLevelType w:val="hybridMultilevel"/>
    <w:tmpl w:val="C734A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0250CF"/>
    <w:multiLevelType w:val="hybridMultilevel"/>
    <w:tmpl w:val="A1000F90"/>
    <w:lvl w:ilvl="0" w:tplc="E4A064CA">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67825439">
    <w:abstractNumId w:val="7"/>
  </w:num>
  <w:num w:numId="2" w16cid:durableId="1781102885">
    <w:abstractNumId w:val="1"/>
  </w:num>
  <w:num w:numId="3" w16cid:durableId="1331254231">
    <w:abstractNumId w:val="18"/>
  </w:num>
  <w:num w:numId="4" w16cid:durableId="184909224">
    <w:abstractNumId w:val="5"/>
  </w:num>
  <w:num w:numId="5" w16cid:durableId="105540574">
    <w:abstractNumId w:val="0"/>
  </w:num>
  <w:num w:numId="6" w16cid:durableId="1560627653">
    <w:abstractNumId w:val="9"/>
  </w:num>
  <w:num w:numId="7" w16cid:durableId="987594378">
    <w:abstractNumId w:val="10"/>
  </w:num>
  <w:num w:numId="8" w16cid:durableId="429085892">
    <w:abstractNumId w:val="20"/>
  </w:num>
  <w:num w:numId="9" w16cid:durableId="921910142">
    <w:abstractNumId w:val="16"/>
  </w:num>
  <w:num w:numId="10" w16cid:durableId="7865847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9576806">
    <w:abstractNumId w:val="11"/>
  </w:num>
  <w:num w:numId="12" w16cid:durableId="107548045">
    <w:abstractNumId w:val="13"/>
  </w:num>
  <w:num w:numId="13" w16cid:durableId="1560170245">
    <w:abstractNumId w:val="2"/>
  </w:num>
  <w:num w:numId="14" w16cid:durableId="13388514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168496">
    <w:abstractNumId w:val="12"/>
  </w:num>
  <w:num w:numId="16" w16cid:durableId="474421178">
    <w:abstractNumId w:val="15"/>
  </w:num>
  <w:num w:numId="17" w16cid:durableId="1657294402">
    <w:abstractNumId w:val="3"/>
  </w:num>
  <w:num w:numId="18" w16cid:durableId="79064408">
    <w:abstractNumId w:val="19"/>
  </w:num>
  <w:num w:numId="19" w16cid:durableId="2023624309">
    <w:abstractNumId w:val="8"/>
  </w:num>
  <w:num w:numId="20" w16cid:durableId="555549942">
    <w:abstractNumId w:val="10"/>
  </w:num>
  <w:num w:numId="21" w16cid:durableId="1942368936">
    <w:abstractNumId w:val="6"/>
  </w:num>
  <w:num w:numId="22" w16cid:durableId="1130901987">
    <w:abstractNumId w:val="4"/>
  </w:num>
  <w:num w:numId="23" w16cid:durableId="412629225">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3344"/>
    <w:rsid w:val="0000503C"/>
    <w:rsid w:val="00005CDA"/>
    <w:rsid w:val="000060E4"/>
    <w:rsid w:val="00007478"/>
    <w:rsid w:val="00007859"/>
    <w:rsid w:val="0001060D"/>
    <w:rsid w:val="00012EE5"/>
    <w:rsid w:val="000156A7"/>
    <w:rsid w:val="000174E8"/>
    <w:rsid w:val="00017F3C"/>
    <w:rsid w:val="0002092B"/>
    <w:rsid w:val="00020AF4"/>
    <w:rsid w:val="00024660"/>
    <w:rsid w:val="00026001"/>
    <w:rsid w:val="0002621B"/>
    <w:rsid w:val="00026D0B"/>
    <w:rsid w:val="00027375"/>
    <w:rsid w:val="00032772"/>
    <w:rsid w:val="000338E9"/>
    <w:rsid w:val="00035828"/>
    <w:rsid w:val="000359B9"/>
    <w:rsid w:val="00040961"/>
    <w:rsid w:val="00041387"/>
    <w:rsid w:val="00041EC8"/>
    <w:rsid w:val="00043B79"/>
    <w:rsid w:val="00043EF5"/>
    <w:rsid w:val="0004540F"/>
    <w:rsid w:val="000466BC"/>
    <w:rsid w:val="00046F76"/>
    <w:rsid w:val="00047AB6"/>
    <w:rsid w:val="000513F4"/>
    <w:rsid w:val="0005180C"/>
    <w:rsid w:val="00053304"/>
    <w:rsid w:val="00056716"/>
    <w:rsid w:val="0006499F"/>
    <w:rsid w:val="0006588D"/>
    <w:rsid w:val="00067936"/>
    <w:rsid w:val="00067A5E"/>
    <w:rsid w:val="00067EE3"/>
    <w:rsid w:val="000719BB"/>
    <w:rsid w:val="00072A65"/>
    <w:rsid w:val="00072C1E"/>
    <w:rsid w:val="00073D6A"/>
    <w:rsid w:val="000751BA"/>
    <w:rsid w:val="00075902"/>
    <w:rsid w:val="00075E50"/>
    <w:rsid w:val="00081B7E"/>
    <w:rsid w:val="0008290B"/>
    <w:rsid w:val="000837C7"/>
    <w:rsid w:val="000839DD"/>
    <w:rsid w:val="000843C3"/>
    <w:rsid w:val="000863AD"/>
    <w:rsid w:val="000869AE"/>
    <w:rsid w:val="00086A6E"/>
    <w:rsid w:val="00087825"/>
    <w:rsid w:val="000929B6"/>
    <w:rsid w:val="00092CC9"/>
    <w:rsid w:val="0009417D"/>
    <w:rsid w:val="00097DD8"/>
    <w:rsid w:val="000A087A"/>
    <w:rsid w:val="000A3870"/>
    <w:rsid w:val="000A5F00"/>
    <w:rsid w:val="000A7644"/>
    <w:rsid w:val="000A7D7C"/>
    <w:rsid w:val="000B22F5"/>
    <w:rsid w:val="000B29BD"/>
    <w:rsid w:val="000B46AF"/>
    <w:rsid w:val="000B4EB8"/>
    <w:rsid w:val="000B5EBA"/>
    <w:rsid w:val="000B676B"/>
    <w:rsid w:val="000C0FF2"/>
    <w:rsid w:val="000C1EC7"/>
    <w:rsid w:val="000C3DEC"/>
    <w:rsid w:val="000C3EC1"/>
    <w:rsid w:val="000C41F2"/>
    <w:rsid w:val="000C5234"/>
    <w:rsid w:val="000C68F8"/>
    <w:rsid w:val="000D1296"/>
    <w:rsid w:val="000D2254"/>
    <w:rsid w:val="000D22C4"/>
    <w:rsid w:val="000D27D1"/>
    <w:rsid w:val="000D3580"/>
    <w:rsid w:val="000D4352"/>
    <w:rsid w:val="000D493F"/>
    <w:rsid w:val="000D5E72"/>
    <w:rsid w:val="000D60A6"/>
    <w:rsid w:val="000D6C82"/>
    <w:rsid w:val="000E05A5"/>
    <w:rsid w:val="000E0942"/>
    <w:rsid w:val="000E09FE"/>
    <w:rsid w:val="000E125F"/>
    <w:rsid w:val="000E1758"/>
    <w:rsid w:val="000E1A7F"/>
    <w:rsid w:val="000E48A0"/>
    <w:rsid w:val="000E5DB6"/>
    <w:rsid w:val="000E6B02"/>
    <w:rsid w:val="000F02FB"/>
    <w:rsid w:val="000F0B35"/>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59D6"/>
    <w:rsid w:val="001165C4"/>
    <w:rsid w:val="0011680E"/>
    <w:rsid w:val="0011747F"/>
    <w:rsid w:val="0012178F"/>
    <w:rsid w:val="00122BBD"/>
    <w:rsid w:val="00125559"/>
    <w:rsid w:val="0012723F"/>
    <w:rsid w:val="00132BB4"/>
    <w:rsid w:val="00133B67"/>
    <w:rsid w:val="00133E10"/>
    <w:rsid w:val="0013457F"/>
    <w:rsid w:val="00136583"/>
    <w:rsid w:val="00136BBF"/>
    <w:rsid w:val="00142B91"/>
    <w:rsid w:val="0014410E"/>
    <w:rsid w:val="00146BCB"/>
    <w:rsid w:val="001541FF"/>
    <w:rsid w:val="0015722A"/>
    <w:rsid w:val="001575A1"/>
    <w:rsid w:val="001652EE"/>
    <w:rsid w:val="001656A2"/>
    <w:rsid w:val="00166880"/>
    <w:rsid w:val="001675E3"/>
    <w:rsid w:val="00167D12"/>
    <w:rsid w:val="00170EC5"/>
    <w:rsid w:val="001728E7"/>
    <w:rsid w:val="00173375"/>
    <w:rsid w:val="001744FD"/>
    <w:rsid w:val="00174551"/>
    <w:rsid w:val="001747C1"/>
    <w:rsid w:val="00177D6B"/>
    <w:rsid w:val="00191F90"/>
    <w:rsid w:val="00192605"/>
    <w:rsid w:val="00193D8F"/>
    <w:rsid w:val="00194E9F"/>
    <w:rsid w:val="001950C2"/>
    <w:rsid w:val="001954B0"/>
    <w:rsid w:val="00195AA2"/>
    <w:rsid w:val="001A34A3"/>
    <w:rsid w:val="001A37F8"/>
    <w:rsid w:val="001A3D62"/>
    <w:rsid w:val="001A3F53"/>
    <w:rsid w:val="001A6605"/>
    <w:rsid w:val="001A72D0"/>
    <w:rsid w:val="001A7901"/>
    <w:rsid w:val="001A7DB5"/>
    <w:rsid w:val="001B1D07"/>
    <w:rsid w:val="001B23A1"/>
    <w:rsid w:val="001B26EE"/>
    <w:rsid w:val="001B30D8"/>
    <w:rsid w:val="001B3571"/>
    <w:rsid w:val="001B4680"/>
    <w:rsid w:val="001B4E74"/>
    <w:rsid w:val="001B56E0"/>
    <w:rsid w:val="001B62D7"/>
    <w:rsid w:val="001B6474"/>
    <w:rsid w:val="001B66B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48EE"/>
    <w:rsid w:val="001D4EEC"/>
    <w:rsid w:val="001D5514"/>
    <w:rsid w:val="001D6E71"/>
    <w:rsid w:val="001E0268"/>
    <w:rsid w:val="001E25DD"/>
    <w:rsid w:val="001E651D"/>
    <w:rsid w:val="001E678E"/>
    <w:rsid w:val="001F15F6"/>
    <w:rsid w:val="001F20CE"/>
    <w:rsid w:val="001F27A7"/>
    <w:rsid w:val="00202824"/>
    <w:rsid w:val="002036F6"/>
    <w:rsid w:val="002071BB"/>
    <w:rsid w:val="00207C38"/>
    <w:rsid w:val="00207DF5"/>
    <w:rsid w:val="00210AB8"/>
    <w:rsid w:val="0021109A"/>
    <w:rsid w:val="002112C7"/>
    <w:rsid w:val="00212137"/>
    <w:rsid w:val="00220CC5"/>
    <w:rsid w:val="00222BAD"/>
    <w:rsid w:val="00225AD3"/>
    <w:rsid w:val="0023105F"/>
    <w:rsid w:val="00232412"/>
    <w:rsid w:val="00233A53"/>
    <w:rsid w:val="00234F7A"/>
    <w:rsid w:val="00235CC6"/>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6E19"/>
    <w:rsid w:val="00257877"/>
    <w:rsid w:val="00261A5B"/>
    <w:rsid w:val="00262E5B"/>
    <w:rsid w:val="00263134"/>
    <w:rsid w:val="0026385B"/>
    <w:rsid w:val="0027053F"/>
    <w:rsid w:val="00270A2C"/>
    <w:rsid w:val="00271C11"/>
    <w:rsid w:val="00273D87"/>
    <w:rsid w:val="002743DF"/>
    <w:rsid w:val="00276AFE"/>
    <w:rsid w:val="00277D88"/>
    <w:rsid w:val="00280ACC"/>
    <w:rsid w:val="00283197"/>
    <w:rsid w:val="0028564C"/>
    <w:rsid w:val="0028572B"/>
    <w:rsid w:val="00285A6A"/>
    <w:rsid w:val="00285F49"/>
    <w:rsid w:val="002912D6"/>
    <w:rsid w:val="002924B8"/>
    <w:rsid w:val="00293DBB"/>
    <w:rsid w:val="00294CF7"/>
    <w:rsid w:val="00294DE2"/>
    <w:rsid w:val="00297E73"/>
    <w:rsid w:val="002A1FA9"/>
    <w:rsid w:val="002A3B57"/>
    <w:rsid w:val="002A5418"/>
    <w:rsid w:val="002A7B33"/>
    <w:rsid w:val="002B2044"/>
    <w:rsid w:val="002B3BB4"/>
    <w:rsid w:val="002C0002"/>
    <w:rsid w:val="002C04EE"/>
    <w:rsid w:val="002C31BF"/>
    <w:rsid w:val="002C5A83"/>
    <w:rsid w:val="002C5E73"/>
    <w:rsid w:val="002C5E8E"/>
    <w:rsid w:val="002C5F8A"/>
    <w:rsid w:val="002D122E"/>
    <w:rsid w:val="002D4B0B"/>
    <w:rsid w:val="002D53B2"/>
    <w:rsid w:val="002D5B85"/>
    <w:rsid w:val="002D5CDA"/>
    <w:rsid w:val="002D5F95"/>
    <w:rsid w:val="002D672E"/>
    <w:rsid w:val="002D6887"/>
    <w:rsid w:val="002D7FD6"/>
    <w:rsid w:val="002E0CD7"/>
    <w:rsid w:val="002E0CFB"/>
    <w:rsid w:val="002E5C7B"/>
    <w:rsid w:val="002F3508"/>
    <w:rsid w:val="002F4333"/>
    <w:rsid w:val="002F6610"/>
    <w:rsid w:val="002F6636"/>
    <w:rsid w:val="003002C1"/>
    <w:rsid w:val="003005D0"/>
    <w:rsid w:val="003014A0"/>
    <w:rsid w:val="003020B9"/>
    <w:rsid w:val="00302811"/>
    <w:rsid w:val="003038E0"/>
    <w:rsid w:val="00305D0E"/>
    <w:rsid w:val="00306B20"/>
    <w:rsid w:val="00307641"/>
    <w:rsid w:val="00311F11"/>
    <w:rsid w:val="00312518"/>
    <w:rsid w:val="00313F8A"/>
    <w:rsid w:val="0031435A"/>
    <w:rsid w:val="00316901"/>
    <w:rsid w:val="0031758D"/>
    <w:rsid w:val="00320B33"/>
    <w:rsid w:val="00321AB3"/>
    <w:rsid w:val="00325DBF"/>
    <w:rsid w:val="00326BC8"/>
    <w:rsid w:val="00327047"/>
    <w:rsid w:val="00327EEF"/>
    <w:rsid w:val="0033063F"/>
    <w:rsid w:val="0033239F"/>
    <w:rsid w:val="00332F74"/>
    <w:rsid w:val="00333C1C"/>
    <w:rsid w:val="00337B72"/>
    <w:rsid w:val="0034068D"/>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1BAC"/>
    <w:rsid w:val="003830C8"/>
    <w:rsid w:val="003831C7"/>
    <w:rsid w:val="00386FF1"/>
    <w:rsid w:val="00387B39"/>
    <w:rsid w:val="00390C81"/>
    <w:rsid w:val="00392730"/>
    <w:rsid w:val="00392EB6"/>
    <w:rsid w:val="00394060"/>
    <w:rsid w:val="00394D03"/>
    <w:rsid w:val="00395312"/>
    <w:rsid w:val="003956C6"/>
    <w:rsid w:val="00396665"/>
    <w:rsid w:val="00396977"/>
    <w:rsid w:val="003A1EB2"/>
    <w:rsid w:val="003A2C23"/>
    <w:rsid w:val="003A3E88"/>
    <w:rsid w:val="003A4513"/>
    <w:rsid w:val="003A52AD"/>
    <w:rsid w:val="003A5AF4"/>
    <w:rsid w:val="003A6F3E"/>
    <w:rsid w:val="003A7B4D"/>
    <w:rsid w:val="003B0675"/>
    <w:rsid w:val="003B0BAD"/>
    <w:rsid w:val="003B412F"/>
    <w:rsid w:val="003B6C4D"/>
    <w:rsid w:val="003C0789"/>
    <w:rsid w:val="003C1739"/>
    <w:rsid w:val="003C33F2"/>
    <w:rsid w:val="003C344E"/>
    <w:rsid w:val="003D03F8"/>
    <w:rsid w:val="003D0C4F"/>
    <w:rsid w:val="003D54C1"/>
    <w:rsid w:val="003D756E"/>
    <w:rsid w:val="003D7882"/>
    <w:rsid w:val="003E2A31"/>
    <w:rsid w:val="003E3CE3"/>
    <w:rsid w:val="003E420D"/>
    <w:rsid w:val="003E4C13"/>
    <w:rsid w:val="003E611F"/>
    <w:rsid w:val="003E7071"/>
    <w:rsid w:val="003E79F5"/>
    <w:rsid w:val="003F6F2A"/>
    <w:rsid w:val="00400E00"/>
    <w:rsid w:val="00404BA2"/>
    <w:rsid w:val="00406084"/>
    <w:rsid w:val="00406313"/>
    <w:rsid w:val="004065AC"/>
    <w:rsid w:val="004078F3"/>
    <w:rsid w:val="00411FB2"/>
    <w:rsid w:val="0041345F"/>
    <w:rsid w:val="004137A8"/>
    <w:rsid w:val="00413B05"/>
    <w:rsid w:val="00414173"/>
    <w:rsid w:val="0041422A"/>
    <w:rsid w:val="004142DA"/>
    <w:rsid w:val="00414F96"/>
    <w:rsid w:val="00415042"/>
    <w:rsid w:val="0042061D"/>
    <w:rsid w:val="0042196E"/>
    <w:rsid w:val="004222F5"/>
    <w:rsid w:val="00423AD4"/>
    <w:rsid w:val="00425CA4"/>
    <w:rsid w:val="00426778"/>
    <w:rsid w:val="00427794"/>
    <w:rsid w:val="00434370"/>
    <w:rsid w:val="00437EC7"/>
    <w:rsid w:val="00440E20"/>
    <w:rsid w:val="00441CEA"/>
    <w:rsid w:val="00441E45"/>
    <w:rsid w:val="00442C47"/>
    <w:rsid w:val="00443EE7"/>
    <w:rsid w:val="00447D3A"/>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7625C"/>
    <w:rsid w:val="004802DD"/>
    <w:rsid w:val="004820F9"/>
    <w:rsid w:val="00483969"/>
    <w:rsid w:val="00483B35"/>
    <w:rsid w:val="00483CB0"/>
    <w:rsid w:val="00483ED7"/>
    <w:rsid w:val="00485575"/>
    <w:rsid w:val="00486107"/>
    <w:rsid w:val="004871D1"/>
    <w:rsid w:val="00491827"/>
    <w:rsid w:val="0049240D"/>
    <w:rsid w:val="004928D2"/>
    <w:rsid w:val="00496921"/>
    <w:rsid w:val="004A6336"/>
    <w:rsid w:val="004A6E7E"/>
    <w:rsid w:val="004B0805"/>
    <w:rsid w:val="004B34E9"/>
    <w:rsid w:val="004B456B"/>
    <w:rsid w:val="004B595B"/>
    <w:rsid w:val="004B5BCD"/>
    <w:rsid w:val="004B62B9"/>
    <w:rsid w:val="004B6506"/>
    <w:rsid w:val="004B7885"/>
    <w:rsid w:val="004C0D5E"/>
    <w:rsid w:val="004C18C8"/>
    <w:rsid w:val="004C4399"/>
    <w:rsid w:val="004C787C"/>
    <w:rsid w:val="004C7CFB"/>
    <w:rsid w:val="004D010F"/>
    <w:rsid w:val="004D12F4"/>
    <w:rsid w:val="004D33A0"/>
    <w:rsid w:val="004D5285"/>
    <w:rsid w:val="004D7AE0"/>
    <w:rsid w:val="004D7D32"/>
    <w:rsid w:val="004E1C55"/>
    <w:rsid w:val="004E7A1F"/>
    <w:rsid w:val="004F1D17"/>
    <w:rsid w:val="004F1F1E"/>
    <w:rsid w:val="004F21A1"/>
    <w:rsid w:val="004F4597"/>
    <w:rsid w:val="004F4B9B"/>
    <w:rsid w:val="004F5411"/>
    <w:rsid w:val="004F6224"/>
    <w:rsid w:val="004F7E61"/>
    <w:rsid w:val="00500A44"/>
    <w:rsid w:val="00501B32"/>
    <w:rsid w:val="005022E0"/>
    <w:rsid w:val="00503605"/>
    <w:rsid w:val="005037A9"/>
    <w:rsid w:val="0050666E"/>
    <w:rsid w:val="00507B89"/>
    <w:rsid w:val="00511AB9"/>
    <w:rsid w:val="00511BE0"/>
    <w:rsid w:val="00511E3C"/>
    <w:rsid w:val="00512128"/>
    <w:rsid w:val="00513B9D"/>
    <w:rsid w:val="00515265"/>
    <w:rsid w:val="005210B3"/>
    <w:rsid w:val="005225B2"/>
    <w:rsid w:val="00523096"/>
    <w:rsid w:val="00523BB5"/>
    <w:rsid w:val="00523EA7"/>
    <w:rsid w:val="00525050"/>
    <w:rsid w:val="00525770"/>
    <w:rsid w:val="00526554"/>
    <w:rsid w:val="00527A99"/>
    <w:rsid w:val="005300B4"/>
    <w:rsid w:val="005304CE"/>
    <w:rsid w:val="00533ECD"/>
    <w:rsid w:val="005357FE"/>
    <w:rsid w:val="00540479"/>
    <w:rsid w:val="005406EB"/>
    <w:rsid w:val="0054076A"/>
    <w:rsid w:val="00540C01"/>
    <w:rsid w:val="005434A6"/>
    <w:rsid w:val="00543F07"/>
    <w:rsid w:val="005446A9"/>
    <w:rsid w:val="0054491F"/>
    <w:rsid w:val="00547AD2"/>
    <w:rsid w:val="0055111D"/>
    <w:rsid w:val="00553102"/>
    <w:rsid w:val="00553375"/>
    <w:rsid w:val="005534E7"/>
    <w:rsid w:val="005540AF"/>
    <w:rsid w:val="005543C6"/>
    <w:rsid w:val="00554C2D"/>
    <w:rsid w:val="00555884"/>
    <w:rsid w:val="00557E99"/>
    <w:rsid w:val="00561A0E"/>
    <w:rsid w:val="00564BCA"/>
    <w:rsid w:val="00564DDD"/>
    <w:rsid w:val="00565026"/>
    <w:rsid w:val="0056689E"/>
    <w:rsid w:val="00566FB4"/>
    <w:rsid w:val="005671DF"/>
    <w:rsid w:val="00570157"/>
    <w:rsid w:val="005717C5"/>
    <w:rsid w:val="00572904"/>
    <w:rsid w:val="00572B6C"/>
    <w:rsid w:val="00572F04"/>
    <w:rsid w:val="00573182"/>
    <w:rsid w:val="00573536"/>
    <w:rsid w:val="005736B7"/>
    <w:rsid w:val="00574967"/>
    <w:rsid w:val="00575E5A"/>
    <w:rsid w:val="00577A3C"/>
    <w:rsid w:val="00580245"/>
    <w:rsid w:val="00580BF5"/>
    <w:rsid w:val="00581A96"/>
    <w:rsid w:val="00583E07"/>
    <w:rsid w:val="00584A29"/>
    <w:rsid w:val="0058680D"/>
    <w:rsid w:val="00587F74"/>
    <w:rsid w:val="00591185"/>
    <w:rsid w:val="00593FAE"/>
    <w:rsid w:val="005A1F44"/>
    <w:rsid w:val="005A3D2F"/>
    <w:rsid w:val="005A4694"/>
    <w:rsid w:val="005A647C"/>
    <w:rsid w:val="005B06A0"/>
    <w:rsid w:val="005B1496"/>
    <w:rsid w:val="005B3E86"/>
    <w:rsid w:val="005B41D6"/>
    <w:rsid w:val="005B43BE"/>
    <w:rsid w:val="005B4B33"/>
    <w:rsid w:val="005C13BC"/>
    <w:rsid w:val="005C1B52"/>
    <w:rsid w:val="005C1D66"/>
    <w:rsid w:val="005C2BB6"/>
    <w:rsid w:val="005C36B9"/>
    <w:rsid w:val="005C3A12"/>
    <w:rsid w:val="005C490C"/>
    <w:rsid w:val="005C49ED"/>
    <w:rsid w:val="005D0BC1"/>
    <w:rsid w:val="005D3C39"/>
    <w:rsid w:val="005D5689"/>
    <w:rsid w:val="005E24CB"/>
    <w:rsid w:val="005E367E"/>
    <w:rsid w:val="005E49D0"/>
    <w:rsid w:val="005E6218"/>
    <w:rsid w:val="005E7183"/>
    <w:rsid w:val="005E7ADE"/>
    <w:rsid w:val="005E7AF9"/>
    <w:rsid w:val="005E7E6E"/>
    <w:rsid w:val="005F298D"/>
    <w:rsid w:val="005F3C49"/>
    <w:rsid w:val="005F6CCC"/>
    <w:rsid w:val="0060115D"/>
    <w:rsid w:val="00601178"/>
    <w:rsid w:val="0060125D"/>
    <w:rsid w:val="00601A8C"/>
    <w:rsid w:val="006025F3"/>
    <w:rsid w:val="006073CA"/>
    <w:rsid w:val="0061068E"/>
    <w:rsid w:val="006115D3"/>
    <w:rsid w:val="00612E3D"/>
    <w:rsid w:val="00614CDE"/>
    <w:rsid w:val="006170B2"/>
    <w:rsid w:val="0061758E"/>
    <w:rsid w:val="0062045C"/>
    <w:rsid w:val="0062069D"/>
    <w:rsid w:val="00625906"/>
    <w:rsid w:val="00626829"/>
    <w:rsid w:val="00631EAA"/>
    <w:rsid w:val="00631F69"/>
    <w:rsid w:val="00632254"/>
    <w:rsid w:val="00633ED3"/>
    <w:rsid w:val="00640B30"/>
    <w:rsid w:val="00641094"/>
    <w:rsid w:val="0064109F"/>
    <w:rsid w:val="006434F4"/>
    <w:rsid w:val="0064569C"/>
    <w:rsid w:val="0065255A"/>
    <w:rsid w:val="00652EFD"/>
    <w:rsid w:val="0065396D"/>
    <w:rsid w:val="00653E0A"/>
    <w:rsid w:val="00654648"/>
    <w:rsid w:val="006555D7"/>
    <w:rsid w:val="00655976"/>
    <w:rsid w:val="0065610E"/>
    <w:rsid w:val="00656A03"/>
    <w:rsid w:val="006574B9"/>
    <w:rsid w:val="00660587"/>
    <w:rsid w:val="00660AD3"/>
    <w:rsid w:val="0066150A"/>
    <w:rsid w:val="006638F8"/>
    <w:rsid w:val="00665962"/>
    <w:rsid w:val="006667E6"/>
    <w:rsid w:val="00666CC3"/>
    <w:rsid w:val="00666F2D"/>
    <w:rsid w:val="00670EDB"/>
    <w:rsid w:val="006715C1"/>
    <w:rsid w:val="00672DAE"/>
    <w:rsid w:val="00673188"/>
    <w:rsid w:val="00673F7D"/>
    <w:rsid w:val="00674099"/>
    <w:rsid w:val="00674785"/>
    <w:rsid w:val="00675F0B"/>
    <w:rsid w:val="0067719D"/>
    <w:rsid w:val="006776B6"/>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22D1"/>
    <w:rsid w:val="006B3D79"/>
    <w:rsid w:val="006B6554"/>
    <w:rsid w:val="006B6FE4"/>
    <w:rsid w:val="006B73A9"/>
    <w:rsid w:val="006B78C0"/>
    <w:rsid w:val="006B78C6"/>
    <w:rsid w:val="006C19F7"/>
    <w:rsid w:val="006C21E8"/>
    <w:rsid w:val="006C2343"/>
    <w:rsid w:val="006C442A"/>
    <w:rsid w:val="006C4639"/>
    <w:rsid w:val="006C4864"/>
    <w:rsid w:val="006C533D"/>
    <w:rsid w:val="006C56D8"/>
    <w:rsid w:val="006D03B3"/>
    <w:rsid w:val="006D0FD1"/>
    <w:rsid w:val="006D3B4B"/>
    <w:rsid w:val="006D7C81"/>
    <w:rsid w:val="006D7CD8"/>
    <w:rsid w:val="006E0578"/>
    <w:rsid w:val="006E0CBF"/>
    <w:rsid w:val="006E100C"/>
    <w:rsid w:val="006E314D"/>
    <w:rsid w:val="006E6545"/>
    <w:rsid w:val="006F2240"/>
    <w:rsid w:val="006F29D2"/>
    <w:rsid w:val="006F439C"/>
    <w:rsid w:val="006F6287"/>
    <w:rsid w:val="006F6B09"/>
    <w:rsid w:val="00700FBB"/>
    <w:rsid w:val="0070255F"/>
    <w:rsid w:val="00702A6E"/>
    <w:rsid w:val="00703549"/>
    <w:rsid w:val="007038DC"/>
    <w:rsid w:val="007042F9"/>
    <w:rsid w:val="007055DB"/>
    <w:rsid w:val="007061E6"/>
    <w:rsid w:val="00706EE9"/>
    <w:rsid w:val="00706F4C"/>
    <w:rsid w:val="0070752A"/>
    <w:rsid w:val="00710723"/>
    <w:rsid w:val="00711119"/>
    <w:rsid w:val="0071250A"/>
    <w:rsid w:val="00712C6B"/>
    <w:rsid w:val="007132A5"/>
    <w:rsid w:val="007134F3"/>
    <w:rsid w:val="007146EC"/>
    <w:rsid w:val="00717746"/>
    <w:rsid w:val="007178CF"/>
    <w:rsid w:val="0072018C"/>
    <w:rsid w:val="007201CD"/>
    <w:rsid w:val="00720F4A"/>
    <w:rsid w:val="00723ED1"/>
    <w:rsid w:val="00726B16"/>
    <w:rsid w:val="007278C9"/>
    <w:rsid w:val="007309F6"/>
    <w:rsid w:val="007330EF"/>
    <w:rsid w:val="007334CD"/>
    <w:rsid w:val="0073461B"/>
    <w:rsid w:val="00734E41"/>
    <w:rsid w:val="007356BD"/>
    <w:rsid w:val="00735875"/>
    <w:rsid w:val="0073659D"/>
    <w:rsid w:val="007372AC"/>
    <w:rsid w:val="00737F95"/>
    <w:rsid w:val="00740AF5"/>
    <w:rsid w:val="00741294"/>
    <w:rsid w:val="0074192E"/>
    <w:rsid w:val="0074204C"/>
    <w:rsid w:val="00743525"/>
    <w:rsid w:val="00744F6A"/>
    <w:rsid w:val="00745555"/>
    <w:rsid w:val="00746A3A"/>
    <w:rsid w:val="0074727B"/>
    <w:rsid w:val="0075376C"/>
    <w:rsid w:val="007541A2"/>
    <w:rsid w:val="00755818"/>
    <w:rsid w:val="0076286B"/>
    <w:rsid w:val="00762F71"/>
    <w:rsid w:val="007654A5"/>
    <w:rsid w:val="00766846"/>
    <w:rsid w:val="00766C2B"/>
    <w:rsid w:val="00766F4A"/>
    <w:rsid w:val="0076790E"/>
    <w:rsid w:val="00771B61"/>
    <w:rsid w:val="00771C62"/>
    <w:rsid w:val="0077382B"/>
    <w:rsid w:val="00773C60"/>
    <w:rsid w:val="00773DC0"/>
    <w:rsid w:val="00774789"/>
    <w:rsid w:val="0077673A"/>
    <w:rsid w:val="00777E1F"/>
    <w:rsid w:val="00780C41"/>
    <w:rsid w:val="00781DE3"/>
    <w:rsid w:val="00782707"/>
    <w:rsid w:val="00782C37"/>
    <w:rsid w:val="00783087"/>
    <w:rsid w:val="007846E1"/>
    <w:rsid w:val="007847D6"/>
    <w:rsid w:val="007858F0"/>
    <w:rsid w:val="00786496"/>
    <w:rsid w:val="007872FC"/>
    <w:rsid w:val="00787555"/>
    <w:rsid w:val="0079069D"/>
    <w:rsid w:val="00794DDD"/>
    <w:rsid w:val="00795A02"/>
    <w:rsid w:val="00796DC1"/>
    <w:rsid w:val="00797D66"/>
    <w:rsid w:val="007A0170"/>
    <w:rsid w:val="007A0A29"/>
    <w:rsid w:val="007A1862"/>
    <w:rsid w:val="007A2107"/>
    <w:rsid w:val="007A4A74"/>
    <w:rsid w:val="007A5172"/>
    <w:rsid w:val="007A5CF0"/>
    <w:rsid w:val="007A6474"/>
    <w:rsid w:val="007A67A0"/>
    <w:rsid w:val="007B050C"/>
    <w:rsid w:val="007B4D21"/>
    <w:rsid w:val="007B570C"/>
    <w:rsid w:val="007B592C"/>
    <w:rsid w:val="007C1338"/>
    <w:rsid w:val="007C154D"/>
    <w:rsid w:val="007C1CD8"/>
    <w:rsid w:val="007C1F79"/>
    <w:rsid w:val="007C22B6"/>
    <w:rsid w:val="007C2AA1"/>
    <w:rsid w:val="007C2DC8"/>
    <w:rsid w:val="007C4ABB"/>
    <w:rsid w:val="007C4FE0"/>
    <w:rsid w:val="007C68A1"/>
    <w:rsid w:val="007D2241"/>
    <w:rsid w:val="007D38E4"/>
    <w:rsid w:val="007D3F64"/>
    <w:rsid w:val="007D4618"/>
    <w:rsid w:val="007D5A8D"/>
    <w:rsid w:val="007E2234"/>
    <w:rsid w:val="007E22C0"/>
    <w:rsid w:val="007E4A6E"/>
    <w:rsid w:val="007E6155"/>
    <w:rsid w:val="007E6B85"/>
    <w:rsid w:val="007F15CE"/>
    <w:rsid w:val="007F3581"/>
    <w:rsid w:val="007F3E64"/>
    <w:rsid w:val="007F4AEF"/>
    <w:rsid w:val="007F4F8F"/>
    <w:rsid w:val="007F5367"/>
    <w:rsid w:val="007F56A7"/>
    <w:rsid w:val="007F7053"/>
    <w:rsid w:val="00800851"/>
    <w:rsid w:val="00800C7F"/>
    <w:rsid w:val="008024CD"/>
    <w:rsid w:val="00802525"/>
    <w:rsid w:val="00803601"/>
    <w:rsid w:val="00804D39"/>
    <w:rsid w:val="00805C52"/>
    <w:rsid w:val="00807DD0"/>
    <w:rsid w:val="00810368"/>
    <w:rsid w:val="008113FE"/>
    <w:rsid w:val="008119DB"/>
    <w:rsid w:val="00815C1B"/>
    <w:rsid w:val="00816248"/>
    <w:rsid w:val="00817A33"/>
    <w:rsid w:val="00820470"/>
    <w:rsid w:val="008217CE"/>
    <w:rsid w:val="008217F2"/>
    <w:rsid w:val="00821D01"/>
    <w:rsid w:val="00822B88"/>
    <w:rsid w:val="00826B7B"/>
    <w:rsid w:val="00831DE9"/>
    <w:rsid w:val="00831E2B"/>
    <w:rsid w:val="00833899"/>
    <w:rsid w:val="00836CC0"/>
    <w:rsid w:val="00840E14"/>
    <w:rsid w:val="00841FCB"/>
    <w:rsid w:val="00843FEF"/>
    <w:rsid w:val="00845C50"/>
    <w:rsid w:val="00845D74"/>
    <w:rsid w:val="00846789"/>
    <w:rsid w:val="0084787D"/>
    <w:rsid w:val="00851519"/>
    <w:rsid w:val="008516D0"/>
    <w:rsid w:val="008543D8"/>
    <w:rsid w:val="00854990"/>
    <w:rsid w:val="00857BAC"/>
    <w:rsid w:val="00860D8A"/>
    <w:rsid w:val="008638C9"/>
    <w:rsid w:val="00865B7A"/>
    <w:rsid w:val="00866974"/>
    <w:rsid w:val="00867F78"/>
    <w:rsid w:val="008703CB"/>
    <w:rsid w:val="0087190F"/>
    <w:rsid w:val="00872044"/>
    <w:rsid w:val="0087262B"/>
    <w:rsid w:val="00873C33"/>
    <w:rsid w:val="00873D02"/>
    <w:rsid w:val="00876C45"/>
    <w:rsid w:val="00876D73"/>
    <w:rsid w:val="00880C36"/>
    <w:rsid w:val="0088280B"/>
    <w:rsid w:val="00885737"/>
    <w:rsid w:val="00887F36"/>
    <w:rsid w:val="00892E93"/>
    <w:rsid w:val="00892ECD"/>
    <w:rsid w:val="00893C46"/>
    <w:rsid w:val="00894AB7"/>
    <w:rsid w:val="00896CC4"/>
    <w:rsid w:val="00897B96"/>
    <w:rsid w:val="008A3568"/>
    <w:rsid w:val="008A5E06"/>
    <w:rsid w:val="008B0ED8"/>
    <w:rsid w:val="008B10F6"/>
    <w:rsid w:val="008B2021"/>
    <w:rsid w:val="008B251E"/>
    <w:rsid w:val="008B3257"/>
    <w:rsid w:val="008B3D12"/>
    <w:rsid w:val="008B4CEC"/>
    <w:rsid w:val="008B60F5"/>
    <w:rsid w:val="008B722A"/>
    <w:rsid w:val="008B7AFE"/>
    <w:rsid w:val="008C0335"/>
    <w:rsid w:val="008C2620"/>
    <w:rsid w:val="008C27CC"/>
    <w:rsid w:val="008C3044"/>
    <w:rsid w:val="008C4075"/>
    <w:rsid w:val="008C50F3"/>
    <w:rsid w:val="008C51DA"/>
    <w:rsid w:val="008C5FF0"/>
    <w:rsid w:val="008C65BC"/>
    <w:rsid w:val="008C6C63"/>
    <w:rsid w:val="008C7EFE"/>
    <w:rsid w:val="008D0339"/>
    <w:rsid w:val="008D03B9"/>
    <w:rsid w:val="008D2DDA"/>
    <w:rsid w:val="008D30C7"/>
    <w:rsid w:val="008D47EA"/>
    <w:rsid w:val="008D4A0E"/>
    <w:rsid w:val="008D552B"/>
    <w:rsid w:val="008D6520"/>
    <w:rsid w:val="008D7D26"/>
    <w:rsid w:val="008E1138"/>
    <w:rsid w:val="008E12E4"/>
    <w:rsid w:val="008E21E1"/>
    <w:rsid w:val="008E2AB5"/>
    <w:rsid w:val="008E3AB5"/>
    <w:rsid w:val="008E52BE"/>
    <w:rsid w:val="008E5D9D"/>
    <w:rsid w:val="008E78A5"/>
    <w:rsid w:val="008F0019"/>
    <w:rsid w:val="008F18D6"/>
    <w:rsid w:val="008F2C9B"/>
    <w:rsid w:val="008F5916"/>
    <w:rsid w:val="008F6BE8"/>
    <w:rsid w:val="008F797B"/>
    <w:rsid w:val="00901E76"/>
    <w:rsid w:val="0090228E"/>
    <w:rsid w:val="009032C3"/>
    <w:rsid w:val="0090370B"/>
    <w:rsid w:val="00903C55"/>
    <w:rsid w:val="00904780"/>
    <w:rsid w:val="0090635B"/>
    <w:rsid w:val="00906477"/>
    <w:rsid w:val="009068F6"/>
    <w:rsid w:val="00907814"/>
    <w:rsid w:val="00916A2E"/>
    <w:rsid w:val="00916D47"/>
    <w:rsid w:val="00920DEB"/>
    <w:rsid w:val="0092226C"/>
    <w:rsid w:val="00922385"/>
    <w:rsid w:val="009223DF"/>
    <w:rsid w:val="00925423"/>
    <w:rsid w:val="00925F7A"/>
    <w:rsid w:val="00930B79"/>
    <w:rsid w:val="00935206"/>
    <w:rsid w:val="00936091"/>
    <w:rsid w:val="0094019C"/>
    <w:rsid w:val="00940529"/>
    <w:rsid w:val="00940D8A"/>
    <w:rsid w:val="00941491"/>
    <w:rsid w:val="0094325D"/>
    <w:rsid w:val="0094424B"/>
    <w:rsid w:val="00944DDB"/>
    <w:rsid w:val="00945828"/>
    <w:rsid w:val="009505DD"/>
    <w:rsid w:val="00951F56"/>
    <w:rsid w:val="009559D1"/>
    <w:rsid w:val="00962258"/>
    <w:rsid w:val="009627EA"/>
    <w:rsid w:val="00962869"/>
    <w:rsid w:val="00963461"/>
    <w:rsid w:val="00964860"/>
    <w:rsid w:val="0096543C"/>
    <w:rsid w:val="009660AD"/>
    <w:rsid w:val="009678B7"/>
    <w:rsid w:val="00971C1A"/>
    <w:rsid w:val="00972870"/>
    <w:rsid w:val="00976122"/>
    <w:rsid w:val="00976973"/>
    <w:rsid w:val="00976FCB"/>
    <w:rsid w:val="009771B6"/>
    <w:rsid w:val="00980909"/>
    <w:rsid w:val="0098350D"/>
    <w:rsid w:val="00984CDB"/>
    <w:rsid w:val="009854FD"/>
    <w:rsid w:val="00986BA3"/>
    <w:rsid w:val="00991104"/>
    <w:rsid w:val="00992D9C"/>
    <w:rsid w:val="009968AD"/>
    <w:rsid w:val="00996CB8"/>
    <w:rsid w:val="009A1915"/>
    <w:rsid w:val="009A27BB"/>
    <w:rsid w:val="009A52BE"/>
    <w:rsid w:val="009A5ECE"/>
    <w:rsid w:val="009A634D"/>
    <w:rsid w:val="009B0DB1"/>
    <w:rsid w:val="009B0F80"/>
    <w:rsid w:val="009B1ABB"/>
    <w:rsid w:val="009B2E45"/>
    <w:rsid w:val="009B2E97"/>
    <w:rsid w:val="009B3A21"/>
    <w:rsid w:val="009B3CB0"/>
    <w:rsid w:val="009B5146"/>
    <w:rsid w:val="009B51D7"/>
    <w:rsid w:val="009B562E"/>
    <w:rsid w:val="009B7E95"/>
    <w:rsid w:val="009C0F4D"/>
    <w:rsid w:val="009C418E"/>
    <w:rsid w:val="009C442C"/>
    <w:rsid w:val="009D10A1"/>
    <w:rsid w:val="009D20A1"/>
    <w:rsid w:val="009D2CBF"/>
    <w:rsid w:val="009D2D3E"/>
    <w:rsid w:val="009D3396"/>
    <w:rsid w:val="009D3B8A"/>
    <w:rsid w:val="009D549F"/>
    <w:rsid w:val="009D5DFD"/>
    <w:rsid w:val="009D64A5"/>
    <w:rsid w:val="009D7855"/>
    <w:rsid w:val="009E07F4"/>
    <w:rsid w:val="009E1958"/>
    <w:rsid w:val="009E1AEE"/>
    <w:rsid w:val="009E241A"/>
    <w:rsid w:val="009E3C1B"/>
    <w:rsid w:val="009E540A"/>
    <w:rsid w:val="009E6A1F"/>
    <w:rsid w:val="009F309B"/>
    <w:rsid w:val="009F392E"/>
    <w:rsid w:val="009F39FD"/>
    <w:rsid w:val="009F3B3B"/>
    <w:rsid w:val="009F3D43"/>
    <w:rsid w:val="009F435C"/>
    <w:rsid w:val="009F46C7"/>
    <w:rsid w:val="009F4CC5"/>
    <w:rsid w:val="009F53C5"/>
    <w:rsid w:val="00A01CB4"/>
    <w:rsid w:val="00A034B5"/>
    <w:rsid w:val="00A03E79"/>
    <w:rsid w:val="00A066DE"/>
    <w:rsid w:val="00A0740E"/>
    <w:rsid w:val="00A103F9"/>
    <w:rsid w:val="00A11591"/>
    <w:rsid w:val="00A11A90"/>
    <w:rsid w:val="00A12463"/>
    <w:rsid w:val="00A12DFA"/>
    <w:rsid w:val="00A1455E"/>
    <w:rsid w:val="00A15641"/>
    <w:rsid w:val="00A16220"/>
    <w:rsid w:val="00A26214"/>
    <w:rsid w:val="00A26B4E"/>
    <w:rsid w:val="00A34A7E"/>
    <w:rsid w:val="00A35009"/>
    <w:rsid w:val="00A37F52"/>
    <w:rsid w:val="00A40426"/>
    <w:rsid w:val="00A4043B"/>
    <w:rsid w:val="00A4050F"/>
    <w:rsid w:val="00A40C1B"/>
    <w:rsid w:val="00A432EF"/>
    <w:rsid w:val="00A43668"/>
    <w:rsid w:val="00A446BE"/>
    <w:rsid w:val="00A450F4"/>
    <w:rsid w:val="00A46E35"/>
    <w:rsid w:val="00A47DE5"/>
    <w:rsid w:val="00A50641"/>
    <w:rsid w:val="00A51C91"/>
    <w:rsid w:val="00A530BF"/>
    <w:rsid w:val="00A536D7"/>
    <w:rsid w:val="00A55C4E"/>
    <w:rsid w:val="00A55C9A"/>
    <w:rsid w:val="00A55DC5"/>
    <w:rsid w:val="00A56621"/>
    <w:rsid w:val="00A57089"/>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2DD2"/>
    <w:rsid w:val="00A84500"/>
    <w:rsid w:val="00A85121"/>
    <w:rsid w:val="00A87F59"/>
    <w:rsid w:val="00A90B86"/>
    <w:rsid w:val="00A919A4"/>
    <w:rsid w:val="00A942CF"/>
    <w:rsid w:val="00A94C2F"/>
    <w:rsid w:val="00A94F01"/>
    <w:rsid w:val="00A95C0A"/>
    <w:rsid w:val="00A965D3"/>
    <w:rsid w:val="00AA3E17"/>
    <w:rsid w:val="00AA4CBB"/>
    <w:rsid w:val="00AA5C98"/>
    <w:rsid w:val="00AA5C9B"/>
    <w:rsid w:val="00AA65FA"/>
    <w:rsid w:val="00AA7351"/>
    <w:rsid w:val="00AA7A82"/>
    <w:rsid w:val="00AB1063"/>
    <w:rsid w:val="00AB13D8"/>
    <w:rsid w:val="00AB28D0"/>
    <w:rsid w:val="00AB2D3E"/>
    <w:rsid w:val="00AB6916"/>
    <w:rsid w:val="00AB6F88"/>
    <w:rsid w:val="00AB7090"/>
    <w:rsid w:val="00AB71B9"/>
    <w:rsid w:val="00AC3EA9"/>
    <w:rsid w:val="00AC6613"/>
    <w:rsid w:val="00AC6FB1"/>
    <w:rsid w:val="00AC7742"/>
    <w:rsid w:val="00AD056F"/>
    <w:rsid w:val="00AD0714"/>
    <w:rsid w:val="00AD0C7B"/>
    <w:rsid w:val="00AD0CC3"/>
    <w:rsid w:val="00AD1771"/>
    <w:rsid w:val="00AD1786"/>
    <w:rsid w:val="00AD3565"/>
    <w:rsid w:val="00AD3B77"/>
    <w:rsid w:val="00AD4CCC"/>
    <w:rsid w:val="00AD5F1A"/>
    <w:rsid w:val="00AD6731"/>
    <w:rsid w:val="00AD6C75"/>
    <w:rsid w:val="00AD792A"/>
    <w:rsid w:val="00AE10D0"/>
    <w:rsid w:val="00AE1D4A"/>
    <w:rsid w:val="00AE3BB4"/>
    <w:rsid w:val="00AE627C"/>
    <w:rsid w:val="00AF06C8"/>
    <w:rsid w:val="00AF1E5C"/>
    <w:rsid w:val="00AF2AEB"/>
    <w:rsid w:val="00AF4D76"/>
    <w:rsid w:val="00AF5E95"/>
    <w:rsid w:val="00AF7036"/>
    <w:rsid w:val="00AF7A68"/>
    <w:rsid w:val="00B000C0"/>
    <w:rsid w:val="00B008D5"/>
    <w:rsid w:val="00B00C0B"/>
    <w:rsid w:val="00B02F73"/>
    <w:rsid w:val="00B035B6"/>
    <w:rsid w:val="00B03776"/>
    <w:rsid w:val="00B0415F"/>
    <w:rsid w:val="00B0619F"/>
    <w:rsid w:val="00B067E0"/>
    <w:rsid w:val="00B0765B"/>
    <w:rsid w:val="00B07B89"/>
    <w:rsid w:val="00B07C97"/>
    <w:rsid w:val="00B104FA"/>
    <w:rsid w:val="00B13A26"/>
    <w:rsid w:val="00B15D0D"/>
    <w:rsid w:val="00B15F78"/>
    <w:rsid w:val="00B22106"/>
    <w:rsid w:val="00B222F7"/>
    <w:rsid w:val="00B22976"/>
    <w:rsid w:val="00B2309B"/>
    <w:rsid w:val="00B27466"/>
    <w:rsid w:val="00B30078"/>
    <w:rsid w:val="00B34E7F"/>
    <w:rsid w:val="00B36D02"/>
    <w:rsid w:val="00B429CF"/>
    <w:rsid w:val="00B42A5E"/>
    <w:rsid w:val="00B448FF"/>
    <w:rsid w:val="00B52A86"/>
    <w:rsid w:val="00B5431A"/>
    <w:rsid w:val="00B556D7"/>
    <w:rsid w:val="00B55826"/>
    <w:rsid w:val="00B57F90"/>
    <w:rsid w:val="00B60046"/>
    <w:rsid w:val="00B61530"/>
    <w:rsid w:val="00B61C55"/>
    <w:rsid w:val="00B645BC"/>
    <w:rsid w:val="00B649D5"/>
    <w:rsid w:val="00B65A41"/>
    <w:rsid w:val="00B67FDB"/>
    <w:rsid w:val="00B70267"/>
    <w:rsid w:val="00B71674"/>
    <w:rsid w:val="00B71A32"/>
    <w:rsid w:val="00B73124"/>
    <w:rsid w:val="00B73BEB"/>
    <w:rsid w:val="00B75EE1"/>
    <w:rsid w:val="00B76293"/>
    <w:rsid w:val="00B770D2"/>
    <w:rsid w:val="00B77110"/>
    <w:rsid w:val="00B77481"/>
    <w:rsid w:val="00B77C6D"/>
    <w:rsid w:val="00B80502"/>
    <w:rsid w:val="00B80E53"/>
    <w:rsid w:val="00B81671"/>
    <w:rsid w:val="00B8265A"/>
    <w:rsid w:val="00B82741"/>
    <w:rsid w:val="00B82A36"/>
    <w:rsid w:val="00B84162"/>
    <w:rsid w:val="00B8518B"/>
    <w:rsid w:val="00B85BF4"/>
    <w:rsid w:val="00B86190"/>
    <w:rsid w:val="00B90C94"/>
    <w:rsid w:val="00B94AB5"/>
    <w:rsid w:val="00B97268"/>
    <w:rsid w:val="00B97CC3"/>
    <w:rsid w:val="00BA197A"/>
    <w:rsid w:val="00BA1CFD"/>
    <w:rsid w:val="00BA3D9D"/>
    <w:rsid w:val="00BB1A18"/>
    <w:rsid w:val="00BB4AF2"/>
    <w:rsid w:val="00BB4CE0"/>
    <w:rsid w:val="00BB72FA"/>
    <w:rsid w:val="00BC06C4"/>
    <w:rsid w:val="00BC1044"/>
    <w:rsid w:val="00BC491D"/>
    <w:rsid w:val="00BC49C0"/>
    <w:rsid w:val="00BC5693"/>
    <w:rsid w:val="00BC663E"/>
    <w:rsid w:val="00BC6D2B"/>
    <w:rsid w:val="00BC6FC4"/>
    <w:rsid w:val="00BC7269"/>
    <w:rsid w:val="00BC7C86"/>
    <w:rsid w:val="00BD0273"/>
    <w:rsid w:val="00BD032B"/>
    <w:rsid w:val="00BD04FA"/>
    <w:rsid w:val="00BD07D8"/>
    <w:rsid w:val="00BD0B57"/>
    <w:rsid w:val="00BD4E9E"/>
    <w:rsid w:val="00BD5561"/>
    <w:rsid w:val="00BD5A0E"/>
    <w:rsid w:val="00BD5E52"/>
    <w:rsid w:val="00BD6850"/>
    <w:rsid w:val="00BD7438"/>
    <w:rsid w:val="00BD7E91"/>
    <w:rsid w:val="00BD7F0D"/>
    <w:rsid w:val="00BE0913"/>
    <w:rsid w:val="00BE1A2C"/>
    <w:rsid w:val="00BE22EE"/>
    <w:rsid w:val="00BE49F4"/>
    <w:rsid w:val="00BE7CD3"/>
    <w:rsid w:val="00BF2A76"/>
    <w:rsid w:val="00BF30A4"/>
    <w:rsid w:val="00BF3817"/>
    <w:rsid w:val="00BF393A"/>
    <w:rsid w:val="00BF6E6C"/>
    <w:rsid w:val="00C00B28"/>
    <w:rsid w:val="00C02436"/>
    <w:rsid w:val="00C02D0A"/>
    <w:rsid w:val="00C03A6E"/>
    <w:rsid w:val="00C05F38"/>
    <w:rsid w:val="00C06F8A"/>
    <w:rsid w:val="00C07508"/>
    <w:rsid w:val="00C203FF"/>
    <w:rsid w:val="00C212F4"/>
    <w:rsid w:val="00C220BC"/>
    <w:rsid w:val="00C226C0"/>
    <w:rsid w:val="00C23C5F"/>
    <w:rsid w:val="00C24723"/>
    <w:rsid w:val="00C26B03"/>
    <w:rsid w:val="00C30347"/>
    <w:rsid w:val="00C312C0"/>
    <w:rsid w:val="00C31ADD"/>
    <w:rsid w:val="00C3343F"/>
    <w:rsid w:val="00C34047"/>
    <w:rsid w:val="00C34793"/>
    <w:rsid w:val="00C37B25"/>
    <w:rsid w:val="00C42FE6"/>
    <w:rsid w:val="00C44F6A"/>
    <w:rsid w:val="00C51B58"/>
    <w:rsid w:val="00C52720"/>
    <w:rsid w:val="00C52C0B"/>
    <w:rsid w:val="00C54CAE"/>
    <w:rsid w:val="00C55CEB"/>
    <w:rsid w:val="00C56B64"/>
    <w:rsid w:val="00C56C11"/>
    <w:rsid w:val="00C57268"/>
    <w:rsid w:val="00C60DEA"/>
    <w:rsid w:val="00C60FCF"/>
    <w:rsid w:val="00C6198E"/>
    <w:rsid w:val="00C6339C"/>
    <w:rsid w:val="00C639AD"/>
    <w:rsid w:val="00C64554"/>
    <w:rsid w:val="00C70748"/>
    <w:rsid w:val="00C7077F"/>
    <w:rsid w:val="00C708EA"/>
    <w:rsid w:val="00C7216F"/>
    <w:rsid w:val="00C75BC2"/>
    <w:rsid w:val="00C776E5"/>
    <w:rsid w:val="00C778A5"/>
    <w:rsid w:val="00C8082F"/>
    <w:rsid w:val="00C809C1"/>
    <w:rsid w:val="00C84C01"/>
    <w:rsid w:val="00C84F86"/>
    <w:rsid w:val="00C923FE"/>
    <w:rsid w:val="00C93590"/>
    <w:rsid w:val="00C95162"/>
    <w:rsid w:val="00C96037"/>
    <w:rsid w:val="00C97246"/>
    <w:rsid w:val="00C97DB2"/>
    <w:rsid w:val="00CA0053"/>
    <w:rsid w:val="00CA08FB"/>
    <w:rsid w:val="00CA1FE2"/>
    <w:rsid w:val="00CA2B1E"/>
    <w:rsid w:val="00CA2DE0"/>
    <w:rsid w:val="00CA41FA"/>
    <w:rsid w:val="00CA4574"/>
    <w:rsid w:val="00CA466B"/>
    <w:rsid w:val="00CA4A2C"/>
    <w:rsid w:val="00CA5133"/>
    <w:rsid w:val="00CA526D"/>
    <w:rsid w:val="00CA5541"/>
    <w:rsid w:val="00CB14C4"/>
    <w:rsid w:val="00CB14C7"/>
    <w:rsid w:val="00CB2B9A"/>
    <w:rsid w:val="00CB3151"/>
    <w:rsid w:val="00CB419B"/>
    <w:rsid w:val="00CB43B0"/>
    <w:rsid w:val="00CB51FD"/>
    <w:rsid w:val="00CB6786"/>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8D1"/>
    <w:rsid w:val="00CD7B3F"/>
    <w:rsid w:val="00CE2274"/>
    <w:rsid w:val="00CE22D6"/>
    <w:rsid w:val="00CE6C22"/>
    <w:rsid w:val="00CF06BF"/>
    <w:rsid w:val="00CF0DBE"/>
    <w:rsid w:val="00CF1799"/>
    <w:rsid w:val="00CF363F"/>
    <w:rsid w:val="00CF4237"/>
    <w:rsid w:val="00CF42AD"/>
    <w:rsid w:val="00CF4AAE"/>
    <w:rsid w:val="00CF5185"/>
    <w:rsid w:val="00CF7B47"/>
    <w:rsid w:val="00D00256"/>
    <w:rsid w:val="00D006F4"/>
    <w:rsid w:val="00D013F7"/>
    <w:rsid w:val="00D034A0"/>
    <w:rsid w:val="00D07B20"/>
    <w:rsid w:val="00D1099C"/>
    <w:rsid w:val="00D10A2D"/>
    <w:rsid w:val="00D122E5"/>
    <w:rsid w:val="00D139AC"/>
    <w:rsid w:val="00D145E1"/>
    <w:rsid w:val="00D148AE"/>
    <w:rsid w:val="00D148BC"/>
    <w:rsid w:val="00D15C45"/>
    <w:rsid w:val="00D16BFA"/>
    <w:rsid w:val="00D20392"/>
    <w:rsid w:val="00D20E22"/>
    <w:rsid w:val="00D21061"/>
    <w:rsid w:val="00D21732"/>
    <w:rsid w:val="00D25554"/>
    <w:rsid w:val="00D26E78"/>
    <w:rsid w:val="00D320AC"/>
    <w:rsid w:val="00D37B14"/>
    <w:rsid w:val="00D4108E"/>
    <w:rsid w:val="00D41B2D"/>
    <w:rsid w:val="00D41C7C"/>
    <w:rsid w:val="00D42474"/>
    <w:rsid w:val="00D4608D"/>
    <w:rsid w:val="00D510F1"/>
    <w:rsid w:val="00D54135"/>
    <w:rsid w:val="00D558DB"/>
    <w:rsid w:val="00D57BFB"/>
    <w:rsid w:val="00D6027A"/>
    <w:rsid w:val="00D6163D"/>
    <w:rsid w:val="00D6259C"/>
    <w:rsid w:val="00D6552D"/>
    <w:rsid w:val="00D7668B"/>
    <w:rsid w:val="00D76CB5"/>
    <w:rsid w:val="00D8114B"/>
    <w:rsid w:val="00D831A3"/>
    <w:rsid w:val="00D84201"/>
    <w:rsid w:val="00D84A33"/>
    <w:rsid w:val="00D854A4"/>
    <w:rsid w:val="00D8584F"/>
    <w:rsid w:val="00D85FF0"/>
    <w:rsid w:val="00D86740"/>
    <w:rsid w:val="00D932D1"/>
    <w:rsid w:val="00D96B3F"/>
    <w:rsid w:val="00D97BE3"/>
    <w:rsid w:val="00D97EE6"/>
    <w:rsid w:val="00DA0D67"/>
    <w:rsid w:val="00DA3711"/>
    <w:rsid w:val="00DA5286"/>
    <w:rsid w:val="00DA5362"/>
    <w:rsid w:val="00DA5515"/>
    <w:rsid w:val="00DA6343"/>
    <w:rsid w:val="00DB1EAB"/>
    <w:rsid w:val="00DB2561"/>
    <w:rsid w:val="00DB2E59"/>
    <w:rsid w:val="00DB5D9B"/>
    <w:rsid w:val="00DB619A"/>
    <w:rsid w:val="00DB6399"/>
    <w:rsid w:val="00DB7379"/>
    <w:rsid w:val="00DC2DEF"/>
    <w:rsid w:val="00DD0DD8"/>
    <w:rsid w:val="00DD1B8B"/>
    <w:rsid w:val="00DD46F3"/>
    <w:rsid w:val="00DD4DDB"/>
    <w:rsid w:val="00DD646E"/>
    <w:rsid w:val="00DE51A5"/>
    <w:rsid w:val="00DE56F2"/>
    <w:rsid w:val="00DE6A35"/>
    <w:rsid w:val="00DE7DF2"/>
    <w:rsid w:val="00DF116D"/>
    <w:rsid w:val="00DF27AF"/>
    <w:rsid w:val="00DF52CE"/>
    <w:rsid w:val="00DF6128"/>
    <w:rsid w:val="00DF6545"/>
    <w:rsid w:val="00E009D2"/>
    <w:rsid w:val="00E01040"/>
    <w:rsid w:val="00E01EA1"/>
    <w:rsid w:val="00E04992"/>
    <w:rsid w:val="00E051C3"/>
    <w:rsid w:val="00E0557D"/>
    <w:rsid w:val="00E10695"/>
    <w:rsid w:val="00E10A14"/>
    <w:rsid w:val="00E138A9"/>
    <w:rsid w:val="00E13E22"/>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02B5"/>
    <w:rsid w:val="00E41B04"/>
    <w:rsid w:val="00E437B0"/>
    <w:rsid w:val="00E44045"/>
    <w:rsid w:val="00E441DE"/>
    <w:rsid w:val="00E4520D"/>
    <w:rsid w:val="00E479F4"/>
    <w:rsid w:val="00E51802"/>
    <w:rsid w:val="00E5195A"/>
    <w:rsid w:val="00E531BF"/>
    <w:rsid w:val="00E56CBF"/>
    <w:rsid w:val="00E57E67"/>
    <w:rsid w:val="00E618C4"/>
    <w:rsid w:val="00E65BBD"/>
    <w:rsid w:val="00E66AA6"/>
    <w:rsid w:val="00E66B3B"/>
    <w:rsid w:val="00E7218A"/>
    <w:rsid w:val="00E722A5"/>
    <w:rsid w:val="00E7329F"/>
    <w:rsid w:val="00E76ADF"/>
    <w:rsid w:val="00E8009A"/>
    <w:rsid w:val="00E842A5"/>
    <w:rsid w:val="00E872F8"/>
    <w:rsid w:val="00E878EE"/>
    <w:rsid w:val="00E95E1D"/>
    <w:rsid w:val="00EA07C0"/>
    <w:rsid w:val="00EA397D"/>
    <w:rsid w:val="00EA417D"/>
    <w:rsid w:val="00EA6EC7"/>
    <w:rsid w:val="00EB0647"/>
    <w:rsid w:val="00EB104F"/>
    <w:rsid w:val="00EB138E"/>
    <w:rsid w:val="00EB2FD2"/>
    <w:rsid w:val="00EB46E5"/>
    <w:rsid w:val="00EB5D4D"/>
    <w:rsid w:val="00EB70DB"/>
    <w:rsid w:val="00EB76E7"/>
    <w:rsid w:val="00EC05DC"/>
    <w:rsid w:val="00EC0EB1"/>
    <w:rsid w:val="00EC10AE"/>
    <w:rsid w:val="00EC1E58"/>
    <w:rsid w:val="00EC2AAB"/>
    <w:rsid w:val="00EC7091"/>
    <w:rsid w:val="00ED0703"/>
    <w:rsid w:val="00ED116C"/>
    <w:rsid w:val="00ED14BD"/>
    <w:rsid w:val="00ED2652"/>
    <w:rsid w:val="00ED4249"/>
    <w:rsid w:val="00ED5CFE"/>
    <w:rsid w:val="00ED60D3"/>
    <w:rsid w:val="00ED6360"/>
    <w:rsid w:val="00EE0CDE"/>
    <w:rsid w:val="00EE132D"/>
    <w:rsid w:val="00EE1AA5"/>
    <w:rsid w:val="00EE2244"/>
    <w:rsid w:val="00EE3C5F"/>
    <w:rsid w:val="00EE3D7A"/>
    <w:rsid w:val="00EE7872"/>
    <w:rsid w:val="00EE7882"/>
    <w:rsid w:val="00EE7F09"/>
    <w:rsid w:val="00EF0447"/>
    <w:rsid w:val="00EF13E3"/>
    <w:rsid w:val="00EF2154"/>
    <w:rsid w:val="00EF473B"/>
    <w:rsid w:val="00EF47C8"/>
    <w:rsid w:val="00EF5751"/>
    <w:rsid w:val="00EF7704"/>
    <w:rsid w:val="00F016C7"/>
    <w:rsid w:val="00F0349F"/>
    <w:rsid w:val="00F040F3"/>
    <w:rsid w:val="00F04920"/>
    <w:rsid w:val="00F0623D"/>
    <w:rsid w:val="00F063DF"/>
    <w:rsid w:val="00F073CB"/>
    <w:rsid w:val="00F10664"/>
    <w:rsid w:val="00F108CB"/>
    <w:rsid w:val="00F12DEC"/>
    <w:rsid w:val="00F1402B"/>
    <w:rsid w:val="00F16C4B"/>
    <w:rsid w:val="00F1715C"/>
    <w:rsid w:val="00F177B5"/>
    <w:rsid w:val="00F17E8A"/>
    <w:rsid w:val="00F2276C"/>
    <w:rsid w:val="00F254D7"/>
    <w:rsid w:val="00F26129"/>
    <w:rsid w:val="00F310F8"/>
    <w:rsid w:val="00F32474"/>
    <w:rsid w:val="00F348C0"/>
    <w:rsid w:val="00F35939"/>
    <w:rsid w:val="00F40350"/>
    <w:rsid w:val="00F40D6B"/>
    <w:rsid w:val="00F45607"/>
    <w:rsid w:val="00F45B56"/>
    <w:rsid w:val="00F46000"/>
    <w:rsid w:val="00F4722B"/>
    <w:rsid w:val="00F51311"/>
    <w:rsid w:val="00F526C8"/>
    <w:rsid w:val="00F52CEE"/>
    <w:rsid w:val="00F52FA8"/>
    <w:rsid w:val="00F54432"/>
    <w:rsid w:val="00F54610"/>
    <w:rsid w:val="00F54B45"/>
    <w:rsid w:val="00F55F8A"/>
    <w:rsid w:val="00F5656E"/>
    <w:rsid w:val="00F569C6"/>
    <w:rsid w:val="00F60931"/>
    <w:rsid w:val="00F6250A"/>
    <w:rsid w:val="00F62A01"/>
    <w:rsid w:val="00F6418B"/>
    <w:rsid w:val="00F64E2B"/>
    <w:rsid w:val="00F653AD"/>
    <w:rsid w:val="00F659EB"/>
    <w:rsid w:val="00F67ED4"/>
    <w:rsid w:val="00F67F0D"/>
    <w:rsid w:val="00F72C6D"/>
    <w:rsid w:val="00F72D52"/>
    <w:rsid w:val="00F744CC"/>
    <w:rsid w:val="00F74E77"/>
    <w:rsid w:val="00F76953"/>
    <w:rsid w:val="00F7701A"/>
    <w:rsid w:val="00F77DC7"/>
    <w:rsid w:val="00F80740"/>
    <w:rsid w:val="00F82A48"/>
    <w:rsid w:val="00F834CB"/>
    <w:rsid w:val="00F855EE"/>
    <w:rsid w:val="00F86BA6"/>
    <w:rsid w:val="00F86D2A"/>
    <w:rsid w:val="00F90F7B"/>
    <w:rsid w:val="00F93E20"/>
    <w:rsid w:val="00F94410"/>
    <w:rsid w:val="00F97CCC"/>
    <w:rsid w:val="00F97F4A"/>
    <w:rsid w:val="00FA21E1"/>
    <w:rsid w:val="00FA2ADC"/>
    <w:rsid w:val="00FA47CE"/>
    <w:rsid w:val="00FA4823"/>
    <w:rsid w:val="00FA487B"/>
    <w:rsid w:val="00FA4D7F"/>
    <w:rsid w:val="00FA60C6"/>
    <w:rsid w:val="00FB1188"/>
    <w:rsid w:val="00FB1269"/>
    <w:rsid w:val="00FB3188"/>
    <w:rsid w:val="00FB6342"/>
    <w:rsid w:val="00FB63F2"/>
    <w:rsid w:val="00FB6892"/>
    <w:rsid w:val="00FC0CD3"/>
    <w:rsid w:val="00FC2432"/>
    <w:rsid w:val="00FC6389"/>
    <w:rsid w:val="00FC7084"/>
    <w:rsid w:val="00FC757D"/>
    <w:rsid w:val="00FD0304"/>
    <w:rsid w:val="00FD0692"/>
    <w:rsid w:val="00FD1094"/>
    <w:rsid w:val="00FD3DA8"/>
    <w:rsid w:val="00FD4670"/>
    <w:rsid w:val="00FD6F00"/>
    <w:rsid w:val="00FE27AB"/>
    <w:rsid w:val="00FE4333"/>
    <w:rsid w:val="00FE5726"/>
    <w:rsid w:val="00FE5A5D"/>
    <w:rsid w:val="00FE6AEC"/>
    <w:rsid w:val="00FE6E3C"/>
    <w:rsid w:val="00FE7939"/>
    <w:rsid w:val="00FF2093"/>
    <w:rsid w:val="00FF2264"/>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0A3870"/>
    <w:rPr>
      <w:b/>
    </w:rPr>
  </w:style>
  <w:style w:type="paragraph" w:customStyle="1" w:styleId="Odstavec1-4a">
    <w:name w:val="_Odstavec_1-4_(a)"/>
    <w:basedOn w:val="Odstavec1-1a"/>
    <w:qFormat/>
    <w:rsid w:val="000A3870"/>
    <w:pPr>
      <w:tabs>
        <w:tab w:val="num" w:pos="360"/>
      </w:tabs>
      <w:spacing w:after="80"/>
      <w:ind w:left="1531" w:hanging="454"/>
    </w:pPr>
    <w:rPr>
      <w:rFonts w:ascii="Verdana" w:hAnsi="Verdana"/>
    </w:rPr>
  </w:style>
  <w:style w:type="paragraph" w:customStyle="1" w:styleId="Odstavec1-2i0">
    <w:name w:val="_Odstavec_1-2_i)"/>
    <w:basedOn w:val="Odstavec1-1a"/>
    <w:qFormat/>
    <w:rsid w:val="000A3870"/>
    <w:pPr>
      <w:tabs>
        <w:tab w:val="num" w:pos="360"/>
      </w:tabs>
      <w:spacing w:after="80"/>
      <w:ind w:left="1531" w:hanging="454"/>
    </w:pPr>
    <w:rPr>
      <w:rFonts w:ascii="Verdana" w:hAnsi="Verdana"/>
    </w:rPr>
  </w:style>
  <w:style w:type="paragraph" w:customStyle="1" w:styleId="Odstavec1-5i">
    <w:name w:val="_Odstavec_1-5_(i)"/>
    <w:basedOn w:val="Odstavec1-1a"/>
    <w:qFormat/>
    <w:rsid w:val="000A3870"/>
    <w:pPr>
      <w:tabs>
        <w:tab w:val="num" w:pos="360"/>
      </w:tabs>
      <w:spacing w:after="80"/>
      <w:ind w:left="1985" w:hanging="454"/>
    </w:pPr>
    <w:rPr>
      <w:rFonts w:ascii="Verdana" w:hAnsi="Verdana"/>
    </w:rPr>
  </w:style>
  <w:style w:type="paragraph" w:customStyle="1" w:styleId="Odstavec1-61">
    <w:name w:val="_Odstavec_1-6_(1)"/>
    <w:basedOn w:val="Odstavec1-1a"/>
    <w:qFormat/>
    <w:rsid w:val="000A3870"/>
    <w:pPr>
      <w:tabs>
        <w:tab w:val="num" w:pos="360"/>
      </w:tabs>
      <w:spacing w:after="9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7376BA3-5BFD-406C-A149-D2237E764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129</TotalTime>
  <Pages>1</Pages>
  <Words>21460</Words>
  <Characters>126615</Characters>
  <Application>Microsoft Office Word</Application>
  <DocSecurity>0</DocSecurity>
  <Lines>1055</Lines>
  <Paragraphs>295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114</cp:revision>
  <cp:lastPrinted>2025-09-29T12:09:00Z</cp:lastPrinted>
  <dcterms:created xsi:type="dcterms:W3CDTF">2025-08-08T07:51:00Z</dcterms:created>
  <dcterms:modified xsi:type="dcterms:W3CDTF">2025-09-29T12:09:00Z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